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A70BF" w14:textId="5039372C" w:rsidR="00946023" w:rsidRDefault="00946023" w:rsidP="00946023">
      <w:pPr>
        <w:pStyle w:val="Nadpis1neslovan"/>
      </w:pPr>
      <w:r>
        <w:rPr>
          <w:noProof/>
          <w:lang w:eastAsia="cs-CZ"/>
        </w:rPr>
        <mc:AlternateContent>
          <mc:Choice Requires="wps">
            <w:drawing>
              <wp:anchor distT="45720" distB="45720" distL="114300" distR="114300" simplePos="0" relativeHeight="251658239" behindDoc="0" locked="0" layoutInCell="1" allowOverlap="1" wp14:anchorId="0BF41E37" wp14:editId="1EC89664">
                <wp:simplePos x="0" y="0"/>
                <wp:positionH relativeFrom="column">
                  <wp:posOffset>-1893570</wp:posOffset>
                </wp:positionH>
                <wp:positionV relativeFrom="paragraph">
                  <wp:posOffset>-25400</wp:posOffset>
                </wp:positionV>
                <wp:extent cx="1515600" cy="925200"/>
                <wp:effectExtent l="0" t="0" r="8890" b="8255"/>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5600" cy="925200"/>
                        </a:xfrm>
                        <a:prstGeom prst="rect">
                          <a:avLst/>
                        </a:prstGeom>
                        <a:solidFill>
                          <a:srgbClr val="FFFFFF"/>
                        </a:solidFill>
                        <a:ln w="9525">
                          <a:noFill/>
                          <a:miter lim="800000"/>
                          <a:headEnd/>
                          <a:tailEnd/>
                        </a:ln>
                      </wps:spPr>
                      <wps:txb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41EEE74A" w14:textId="23B75488" w:rsidR="00946023" w:rsidRPr="00946023" w:rsidRDefault="001216F9" w:rsidP="001216F9">
                            <w:pPr>
                              <w:pStyle w:val="Header2"/>
                            </w:pPr>
                            <w:r w:rsidRPr="001216F9">
                              <w:t>Zkvalitnění a rozvoj sídliště Čs. odbojářů v Chodově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41E37" id="_x0000_t202" coordsize="21600,21600" o:spt="202" path="m,l,21600r21600,l21600,xe">
                <v:stroke joinstyle="miter"/>
                <v:path gradientshapeok="t" o:connecttype="rect"/>
              </v:shapetype>
              <v:shape id="Textové pole 2" o:spid="_x0000_s1026" type="#_x0000_t202" style="position:absolute;margin-left:-149.1pt;margin-top:-2pt;width:119.35pt;height:72.8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" stroked="f">
                <v:textbox>
                  <w:txbxContent>
                    <w:p w14:paraId="6F2EA87D" w14:textId="063B6B99" w:rsidR="00946023" w:rsidRPr="00946023" w:rsidRDefault="00946023" w:rsidP="00946023">
                      <w:pPr>
                        <w:pStyle w:val="Header2"/>
                        <w:rPr>
                          <w:b/>
                        </w:rPr>
                      </w:pPr>
                      <w:r w:rsidRPr="00946023">
                        <w:rPr>
                          <w:b/>
                        </w:rPr>
                        <w:t>Architektonická soutěž</w:t>
                      </w:r>
                    </w:p>
                    <w:p w14:paraId="6C02C329" w14:textId="49D3158F" w:rsidR="00946023" w:rsidRPr="00946023" w:rsidRDefault="00946023" w:rsidP="00946023">
                      <w:pPr>
                        <w:pStyle w:val="Header2"/>
                      </w:pPr>
                    </w:p>
                    <w:p w14:paraId="41EEE74A" w14:textId="23B75488" w:rsidR="00946023" w:rsidRPr="00946023" w:rsidRDefault="001216F9" w:rsidP="001216F9">
                      <w:pPr>
                        <w:pStyle w:val="Header2"/>
                      </w:pPr>
                      <w:r w:rsidRPr="001216F9">
                        <w:t>Zkvalitnění a rozvoj sídliště Čs. odbojářů v Chodově</w:t>
                      </w:r>
                    </w:p>
                  </w:txbxContent>
                </v:textbox>
              </v:shape>
            </w:pict>
          </mc:Fallback>
        </mc:AlternateContent>
      </w:r>
      <w:r w:rsidR="00E26D37">
        <w:t>P</w:t>
      </w:r>
      <w:r w:rsidR="00F07945">
        <w:t>04</w:t>
      </w:r>
      <w:r w:rsidR="00E26D37">
        <w:t xml:space="preserve"> </w:t>
      </w:r>
      <w:r w:rsidR="00FB472F" w:rsidRPr="00FB472F">
        <w:t>žádost o účast v soutěži vč. čestného prohlášení účastníka o splnění podmínek účast v soutěži – vzor</w:t>
      </w:r>
    </w:p>
    <w:p w14:paraId="2E021834" w14:textId="7B3A3860" w:rsidR="001216F9" w:rsidRDefault="001216F9" w:rsidP="001216F9">
      <w:pPr>
        <w:rPr>
          <w:b/>
          <w:bCs/>
        </w:rPr>
      </w:pPr>
      <w:r w:rsidRPr="001216F9">
        <w:rPr>
          <w:b/>
          <w:bCs/>
        </w:rPr>
        <w:t>Tímto žádám o účast v užší jednofázové projektové soutěži o návrh “Zkvalitnění a rozvoj sídliště Čs. odbojářů v Chodově“, vyhlášené dle zákona č. 134/2016 Sb., zákona o zadávání veřejných zakázek, ve znění pozdějších předpisů a Soutěžního řádu České komory architektů.</w:t>
      </w:r>
    </w:p>
    <w:p w14:paraId="04AA7023" w14:textId="77777777" w:rsidR="001216F9" w:rsidRDefault="001216F9" w:rsidP="001216F9">
      <w:pPr>
        <w:rPr>
          <w:b/>
          <w:bCs/>
        </w:rPr>
      </w:pPr>
    </w:p>
    <w:p w14:paraId="2455459B" w14:textId="2BA1BFA3" w:rsidR="001216F9" w:rsidRDefault="001216F9" w:rsidP="001216F9">
      <w:pPr>
        <w:rPr>
          <w:color w:val="828A8D"/>
        </w:rPr>
      </w:pPr>
      <w:r w:rsidRPr="001216F9">
        <w:rPr>
          <w:color w:val="828A8D"/>
        </w:rPr>
        <w:t>Instrukce k předložení žádosti o účast:</w:t>
      </w:r>
    </w:p>
    <w:p w14:paraId="2A03F818" w14:textId="5ED67FA0" w:rsidR="001216F9" w:rsidRPr="001216F9" w:rsidRDefault="001216F9" w:rsidP="001216F9">
      <w:pPr>
        <w:pStyle w:val="slovanseznam"/>
        <w:rPr>
          <w:color w:val="828A8D"/>
        </w:rPr>
      </w:pPr>
      <w:r w:rsidRPr="001216F9">
        <w:rPr>
          <w:color w:val="828A8D"/>
        </w:rPr>
        <w:t>Zadavatel doporučuje před vyplněním žádosti o účast prostudovat všechny instrukce uvedené šedým písmem.</w:t>
      </w:r>
    </w:p>
    <w:p w14:paraId="502E987E" w14:textId="4C99BF6B" w:rsidR="001216F9" w:rsidRPr="001216F9" w:rsidRDefault="001216F9" w:rsidP="001216F9">
      <w:pPr>
        <w:pStyle w:val="slovanseznam"/>
        <w:rPr>
          <w:color w:val="828A8D"/>
        </w:rPr>
      </w:pPr>
      <w:r w:rsidRPr="001216F9">
        <w:rPr>
          <w:color w:val="828A8D"/>
        </w:rPr>
        <w:t>Žádost o účast může být předložena pouze v českém jazyce.</w:t>
      </w:r>
    </w:p>
    <w:p w14:paraId="269CF6D6" w14:textId="4C817E6C" w:rsidR="001216F9" w:rsidRPr="001216F9" w:rsidRDefault="001216F9" w:rsidP="001216F9">
      <w:pPr>
        <w:pStyle w:val="slovanseznam"/>
        <w:rPr>
          <w:color w:val="828A8D"/>
        </w:rPr>
      </w:pPr>
      <w:r w:rsidRPr="001216F9">
        <w:rPr>
          <w:color w:val="828A8D"/>
        </w:rPr>
        <w:t>Pokud účastník k prokázání splnění podmínek účasti použije tento vzor, předloží 1. stranu této žádosti a vyplněný a podepsaný VZOR A nebo VZOR B.</w:t>
      </w:r>
    </w:p>
    <w:p w14:paraId="6EB63A25" w14:textId="7891EFF4" w:rsidR="001216F9" w:rsidRPr="001216F9" w:rsidRDefault="001216F9" w:rsidP="001216F9">
      <w:pPr>
        <w:pStyle w:val="slovanseznam"/>
        <w:rPr>
          <w:color w:val="828A8D"/>
        </w:rPr>
      </w:pPr>
      <w:r w:rsidRPr="001216F9">
        <w:rPr>
          <w:b/>
          <w:bCs/>
          <w:color w:val="828A8D"/>
        </w:rPr>
        <w:t>VZOR A:</w:t>
      </w:r>
      <w:r w:rsidRPr="001216F9">
        <w:rPr>
          <w:color w:val="828A8D"/>
        </w:rPr>
        <w:t xml:space="preserve"> Použije účastník, pokud předkládá žádost o účast sám, popřípadě se svým poddodavatelem/ poddodavateli. Použije-li účastník VZOR A, pak VZOR B ze své žádosti o účast odstraní. </w:t>
      </w:r>
    </w:p>
    <w:p w14:paraId="5FE18571" w14:textId="660D1734" w:rsidR="001216F9" w:rsidRPr="001216F9" w:rsidRDefault="001216F9" w:rsidP="001216F9">
      <w:pPr>
        <w:pStyle w:val="slovanseznam"/>
        <w:rPr>
          <w:color w:val="828A8D"/>
        </w:rPr>
      </w:pPr>
      <w:r w:rsidRPr="001216F9">
        <w:rPr>
          <w:b/>
          <w:bCs/>
          <w:color w:val="828A8D"/>
        </w:rPr>
        <w:t>VZOR B:</w:t>
      </w:r>
      <w:r w:rsidRPr="001216F9">
        <w:rPr>
          <w:color w:val="828A8D"/>
        </w:rPr>
        <w:t xml:space="preserve"> Použije účastník, pokud předkládá žádost o účast ve sdružení s další právnickou nebo fyzickou osobou (popř. více právnickými či fyzickými osobami) a za tímto účelem vytváří sdružení – společnost bez právní subjektivity – pro účely této Soutěže. Jedná se tedy o společnou žádost o účast. Použije-li účastník VZOR B, pak VZOR A ze své žádosti o účast odstraní. </w:t>
      </w:r>
    </w:p>
    <w:p w14:paraId="6E541803" w14:textId="656E32AD" w:rsidR="001216F9" w:rsidRPr="001216F9" w:rsidRDefault="001216F9" w:rsidP="001216F9">
      <w:pPr>
        <w:pStyle w:val="slovanseznam"/>
        <w:rPr>
          <w:color w:val="828A8D"/>
        </w:rPr>
      </w:pPr>
      <w:r w:rsidRPr="001216F9">
        <w:rPr>
          <w:color w:val="828A8D"/>
        </w:rPr>
        <w:t xml:space="preserve">Text ve vzoru označen šedou barvou </w:t>
      </w:r>
      <w:r w:rsidRPr="0091772B">
        <w:rPr>
          <w:color w:val="828A8D"/>
        </w:rPr>
        <w:t>účastník ze své</w:t>
      </w:r>
      <w:r w:rsidRPr="001216F9">
        <w:rPr>
          <w:color w:val="828A8D"/>
        </w:rPr>
        <w:t xml:space="preserve"> žádosti o účast odstraní.</w:t>
      </w:r>
    </w:p>
    <w:p w14:paraId="54277404" w14:textId="089AA6CE" w:rsidR="001216F9" w:rsidRDefault="0091772B" w:rsidP="001216F9">
      <w:r>
        <w:br w:type="page"/>
      </w:r>
    </w:p>
    <w:p w14:paraId="5827D37E" w14:textId="1B99126E" w:rsidR="001216F9" w:rsidRDefault="001216F9" w:rsidP="0091772B">
      <w:pPr>
        <w:pStyle w:val="Nadpis2neslovannenvobsahu"/>
        <w:rPr>
          <w:color w:val="828A8D"/>
        </w:rPr>
      </w:pPr>
      <w:r w:rsidRPr="0091772B">
        <w:rPr>
          <w:color w:val="828A8D"/>
        </w:rPr>
        <w:lastRenderedPageBreak/>
        <w:t>VZOR A:</w:t>
      </w:r>
      <w:r w:rsidR="0091772B" w:rsidRPr="0091772B">
        <w:rPr>
          <w:color w:val="828A8D"/>
        </w:rPr>
        <w:t xml:space="preserve"> Tento VZOR A použije účastník, pokud předkládá žádost o účast sám, popřípadě se svým poddodavatelem / svými poddodavateli.</w:t>
      </w:r>
      <w:r w:rsidRPr="0091772B">
        <w:rPr>
          <w:color w:val="828A8D"/>
        </w:rPr>
        <w:t xml:space="preserve"> </w:t>
      </w:r>
    </w:p>
    <w:p w14:paraId="77D9F258" w14:textId="77777777" w:rsidR="00412B13" w:rsidRPr="00412B13" w:rsidRDefault="00412B13" w:rsidP="00F45237">
      <w:pPr>
        <w:spacing w:after="0"/>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412B13" w14:paraId="072B89BE" w14:textId="77777777" w:rsidTr="00412B13">
        <w:tc>
          <w:tcPr>
            <w:tcW w:w="2552" w:type="dxa"/>
          </w:tcPr>
          <w:p w14:paraId="17B8791B" w14:textId="1EDE5C99" w:rsidR="00412B13" w:rsidRPr="00412B13" w:rsidRDefault="00412B13" w:rsidP="00412B13">
            <w:pPr>
              <w:pStyle w:val="NormalTab"/>
            </w:pPr>
            <w:r w:rsidRPr="00412B13">
              <w:t>Název účastníka:</w:t>
            </w:r>
          </w:p>
        </w:tc>
        <w:tc>
          <w:tcPr>
            <w:tcW w:w="5380" w:type="dxa"/>
          </w:tcPr>
          <w:p w14:paraId="3EFD736E" w14:textId="77777777" w:rsidR="00F45237" w:rsidRPr="00F45237" w:rsidRDefault="00F45237" w:rsidP="00F45237">
            <w:pPr>
              <w:pStyle w:val="NormalTab"/>
              <w:rPr>
                <w:color w:val="828A8D"/>
              </w:rPr>
            </w:pPr>
            <w:r w:rsidRPr="00F45237">
              <w:rPr>
                <w:color w:val="828A8D"/>
              </w:rPr>
              <w:t xml:space="preserve">Účastník zde uvede: </w:t>
            </w:r>
          </w:p>
          <w:p w14:paraId="1C422AD0" w14:textId="77777777" w:rsidR="00F45237" w:rsidRPr="00F45237" w:rsidRDefault="00F45237" w:rsidP="00F45237">
            <w:pPr>
              <w:pStyle w:val="NormalTab"/>
              <w:rPr>
                <w:color w:val="828A8D"/>
              </w:rPr>
            </w:pPr>
            <w:r w:rsidRPr="00F45237">
              <w:rPr>
                <w:color w:val="828A8D"/>
              </w:rPr>
              <w:t xml:space="preserve">a) </w:t>
            </w:r>
            <w:r w:rsidRPr="00DA7854">
              <w:rPr>
                <w:b/>
                <w:bCs/>
                <w:color w:val="828A8D"/>
              </w:rPr>
              <w:t>v případě, že je účastník právnickou osobou – svoji obchodní firmu</w:t>
            </w:r>
          </w:p>
          <w:p w14:paraId="6062DC62" w14:textId="77777777" w:rsidR="00F45237" w:rsidRPr="00F45237" w:rsidRDefault="00F45237" w:rsidP="00F45237">
            <w:pPr>
              <w:pStyle w:val="NormalTab"/>
              <w:rPr>
                <w:color w:val="828A8D"/>
              </w:rPr>
            </w:pPr>
            <w:r w:rsidRPr="00F45237">
              <w:rPr>
                <w:color w:val="828A8D"/>
                <w:u w:val="single"/>
              </w:rPr>
              <w:t>Modelový příklad:</w:t>
            </w:r>
            <w:r w:rsidRPr="00F45237">
              <w:rPr>
                <w:color w:val="828A8D"/>
              </w:rPr>
              <w:t xml:space="preserve"> Architekti, s.r.o.</w:t>
            </w:r>
          </w:p>
          <w:p w14:paraId="5B819F10" w14:textId="77777777" w:rsidR="00F45237" w:rsidRPr="00F45237" w:rsidRDefault="00F45237" w:rsidP="00F45237">
            <w:pPr>
              <w:pStyle w:val="NormalTab"/>
              <w:rPr>
                <w:color w:val="828A8D"/>
              </w:rPr>
            </w:pPr>
            <w:r w:rsidRPr="00F45237">
              <w:rPr>
                <w:color w:val="828A8D"/>
              </w:rPr>
              <w:t xml:space="preserve">b) </w:t>
            </w:r>
            <w:r w:rsidRPr="00DA7854">
              <w:rPr>
                <w:b/>
                <w:bCs/>
                <w:color w:val="828A8D"/>
              </w:rPr>
              <w:t>v případě, že je účastník fyzickou osobou – své jméno a příjmení</w:t>
            </w:r>
          </w:p>
          <w:p w14:paraId="1B0AC4C5" w14:textId="6057C526" w:rsidR="00412B13" w:rsidRPr="00F45237" w:rsidRDefault="00F45237" w:rsidP="00F45237">
            <w:pPr>
              <w:pStyle w:val="NormalTab"/>
              <w:rPr>
                <w:color w:val="828A8D"/>
              </w:rPr>
            </w:pPr>
            <w:r w:rsidRPr="00F45237">
              <w:rPr>
                <w:color w:val="828A8D"/>
                <w:u w:val="single"/>
              </w:rPr>
              <w:t>Modelový příklad:</w:t>
            </w:r>
            <w:r w:rsidRPr="00F45237">
              <w:rPr>
                <w:color w:val="828A8D"/>
              </w:rPr>
              <w:t xml:space="preserve"> Jméno a příjmení</w:t>
            </w:r>
          </w:p>
        </w:tc>
      </w:tr>
      <w:tr w:rsidR="00F45237" w14:paraId="3A73F27A" w14:textId="77777777" w:rsidTr="00412B13">
        <w:tc>
          <w:tcPr>
            <w:tcW w:w="2552" w:type="dxa"/>
          </w:tcPr>
          <w:p w14:paraId="2C4FFF23" w14:textId="53932376" w:rsidR="00F45237" w:rsidRPr="00412B13" w:rsidRDefault="00F45237" w:rsidP="00F45237">
            <w:pPr>
              <w:pStyle w:val="NormalTab"/>
            </w:pPr>
            <w:r w:rsidRPr="00412B13">
              <w:t>Sídlo účastníka:</w:t>
            </w:r>
          </w:p>
        </w:tc>
        <w:tc>
          <w:tcPr>
            <w:tcW w:w="5380" w:type="dxa"/>
          </w:tcPr>
          <w:p w14:paraId="13FBB5A3" w14:textId="2ACA8BC9" w:rsidR="00F45237" w:rsidRPr="00F45237" w:rsidRDefault="00F45237" w:rsidP="00F45237">
            <w:pPr>
              <w:pStyle w:val="NormalTab"/>
              <w:rPr>
                <w:color w:val="828A8D"/>
              </w:rPr>
            </w:pPr>
            <w:r w:rsidRPr="00F45237">
              <w:rPr>
                <w:color w:val="828A8D"/>
              </w:rPr>
              <w:t>Účastník zde uvede adresu svého sídla</w:t>
            </w:r>
          </w:p>
        </w:tc>
      </w:tr>
      <w:tr w:rsidR="00F45237" w14:paraId="366C197A" w14:textId="77777777" w:rsidTr="00412B13">
        <w:tc>
          <w:tcPr>
            <w:tcW w:w="2552" w:type="dxa"/>
          </w:tcPr>
          <w:p w14:paraId="0D29F802" w14:textId="7C39D7D2" w:rsidR="00F45237" w:rsidRPr="00412B13" w:rsidRDefault="00F45237" w:rsidP="00F45237">
            <w:pPr>
              <w:pStyle w:val="NormalTab"/>
            </w:pPr>
            <w:r w:rsidRPr="00412B13">
              <w:t>IČO účastníka:</w:t>
            </w:r>
          </w:p>
        </w:tc>
        <w:tc>
          <w:tcPr>
            <w:tcW w:w="5380" w:type="dxa"/>
          </w:tcPr>
          <w:p w14:paraId="1E1C155C" w14:textId="37617370" w:rsidR="00F45237" w:rsidRPr="00F45237" w:rsidRDefault="00F45237" w:rsidP="00F45237">
            <w:pPr>
              <w:pStyle w:val="NormalTab"/>
              <w:rPr>
                <w:color w:val="828A8D"/>
              </w:rPr>
            </w:pPr>
            <w:r w:rsidRPr="00F45237">
              <w:rPr>
                <w:color w:val="828A8D"/>
              </w:rPr>
              <w:t>Účastník zde uvede své IČO</w:t>
            </w:r>
          </w:p>
        </w:tc>
      </w:tr>
      <w:tr w:rsidR="00F45237" w14:paraId="07A10548" w14:textId="77777777" w:rsidTr="00412B13">
        <w:tc>
          <w:tcPr>
            <w:tcW w:w="2552" w:type="dxa"/>
          </w:tcPr>
          <w:p w14:paraId="6C1A39DB" w14:textId="351ABAC1" w:rsidR="00F45237" w:rsidRPr="00412B13" w:rsidRDefault="00F45237" w:rsidP="00F45237">
            <w:pPr>
              <w:pStyle w:val="NormalTab"/>
            </w:pPr>
            <w:r w:rsidRPr="00412B13">
              <w:t>Kontaktní osoba:</w:t>
            </w:r>
          </w:p>
        </w:tc>
        <w:tc>
          <w:tcPr>
            <w:tcW w:w="5380" w:type="dxa"/>
          </w:tcPr>
          <w:p w14:paraId="452A6CE9" w14:textId="30966C3A" w:rsidR="00F45237" w:rsidRPr="00F45237" w:rsidRDefault="00F45237" w:rsidP="00F45237">
            <w:pPr>
              <w:pStyle w:val="NormalTab"/>
              <w:rPr>
                <w:color w:val="828A8D"/>
              </w:rPr>
            </w:pPr>
            <w:r w:rsidRPr="00F45237">
              <w:rPr>
                <w:color w:val="828A8D"/>
              </w:rPr>
              <w:t>DOPLNÍ ÚČASTNÍK</w:t>
            </w:r>
          </w:p>
        </w:tc>
      </w:tr>
      <w:tr w:rsidR="00F45237" w14:paraId="264011F0" w14:textId="77777777" w:rsidTr="00412B13">
        <w:tc>
          <w:tcPr>
            <w:tcW w:w="2552" w:type="dxa"/>
          </w:tcPr>
          <w:p w14:paraId="6784DCCB" w14:textId="093574D7" w:rsidR="00F45237" w:rsidRPr="00412B13" w:rsidRDefault="00F45237" w:rsidP="00F45237">
            <w:pPr>
              <w:pStyle w:val="NormalTab"/>
            </w:pPr>
            <w:r w:rsidRPr="00412B13">
              <w:t>Telefonní číslo:</w:t>
            </w:r>
          </w:p>
        </w:tc>
        <w:tc>
          <w:tcPr>
            <w:tcW w:w="5380" w:type="dxa"/>
          </w:tcPr>
          <w:p w14:paraId="63E6BF26" w14:textId="15C2AD10" w:rsidR="00F45237" w:rsidRPr="00F45237" w:rsidRDefault="00F45237" w:rsidP="00F45237">
            <w:pPr>
              <w:pStyle w:val="NormalTab"/>
              <w:contextualSpacing w:val="0"/>
              <w:rPr>
                <w:color w:val="828A8D"/>
              </w:rPr>
            </w:pPr>
            <w:r w:rsidRPr="00F45237">
              <w:rPr>
                <w:color w:val="828A8D"/>
              </w:rPr>
              <w:t>DOPLNÍ ÚČASTNÍK</w:t>
            </w:r>
          </w:p>
        </w:tc>
      </w:tr>
      <w:tr w:rsidR="00F45237" w:rsidRPr="00E26D37" w14:paraId="6496DC34" w14:textId="77777777" w:rsidTr="00412B13">
        <w:tc>
          <w:tcPr>
            <w:tcW w:w="2552" w:type="dxa"/>
          </w:tcPr>
          <w:p w14:paraId="02FCE4B4" w14:textId="3961F998" w:rsidR="00F45237" w:rsidRPr="00412B13" w:rsidRDefault="00F45237" w:rsidP="00F45237">
            <w:pPr>
              <w:pStyle w:val="NormalTab"/>
            </w:pPr>
            <w:r w:rsidRPr="00412B13">
              <w:t>E-mail:</w:t>
            </w:r>
          </w:p>
        </w:tc>
        <w:tc>
          <w:tcPr>
            <w:tcW w:w="5380" w:type="dxa"/>
          </w:tcPr>
          <w:p w14:paraId="07445C55" w14:textId="6875F6EF" w:rsidR="00F45237" w:rsidRPr="00F45237" w:rsidRDefault="00F45237" w:rsidP="00F45237">
            <w:pPr>
              <w:pStyle w:val="NormalTab"/>
              <w:contextualSpacing w:val="0"/>
              <w:rPr>
                <w:color w:val="828A8D"/>
              </w:rPr>
            </w:pPr>
            <w:r w:rsidRPr="00F45237">
              <w:rPr>
                <w:color w:val="828A8D"/>
              </w:rPr>
              <w:t>DOPLNÍ ÚČASTNÍK</w:t>
            </w:r>
          </w:p>
        </w:tc>
      </w:tr>
    </w:tbl>
    <w:p w14:paraId="411C78C3" w14:textId="77777777" w:rsidR="00E91DF9" w:rsidRDefault="00E91DF9" w:rsidP="00E91DF9">
      <w:r w:rsidRPr="00B12AF2">
        <w:t>(„</w:t>
      </w:r>
      <w:r w:rsidRPr="00B12AF2">
        <w:rPr>
          <w:b/>
          <w:bCs/>
        </w:rPr>
        <w:t>Účastník</w:t>
      </w:r>
      <w:r w:rsidRPr="00B12AF2">
        <w:t>“)</w:t>
      </w:r>
    </w:p>
    <w:p w14:paraId="259603ED" w14:textId="4AE97990" w:rsidR="006C0805" w:rsidRDefault="00E91DF9" w:rsidP="00946023">
      <w:r w:rsidRPr="00E91DF9">
        <w:t>Účastník tímto pro účely účasti v soutěži, jejímž zadavatelem je město Chodov („Zadavatel“) čestně prohlašuje, že:</w:t>
      </w:r>
    </w:p>
    <w:p w14:paraId="24B1142A" w14:textId="70AE6E42" w:rsidR="00E91DF9" w:rsidRPr="00E91DF9" w:rsidRDefault="00E91DF9" w:rsidP="00E91DF9">
      <w:pPr>
        <w:pStyle w:val="slovanseznam2"/>
        <w:rPr>
          <w:b/>
          <w:bCs/>
        </w:rPr>
      </w:pPr>
      <w:r w:rsidRPr="00E91DF9">
        <w:rPr>
          <w:b/>
          <w:bCs/>
        </w:rPr>
        <w:t xml:space="preserve">splňuje podmínku účasti dle odst. 4.1.1. a) soutěžních podmínek soutěže, tj. že: </w:t>
      </w:r>
    </w:p>
    <w:p w14:paraId="385F64D4" w14:textId="77777777" w:rsidR="00E91DF9" w:rsidRDefault="00E91DF9" w:rsidP="00E91DF9">
      <w:pPr>
        <w:ind w:left="360"/>
      </w:pPr>
      <w:r w:rsidRPr="00E91DF9">
        <w:t>Účastník, ani nikdo z autorů či spoluautorů nebo jejich spolupracovníků, kteří se budou podílet na zpracování soutěžního návrhu, a je-li Účastník právnickou osobou, pak ani statutární orgán či jakýkoliv člen tohoto statutárního orgánu</w:t>
      </w:r>
      <w:r>
        <w:t>:</w:t>
      </w:r>
    </w:p>
    <w:p w14:paraId="0E16145D" w14:textId="77777777" w:rsidR="00E91DF9" w:rsidRDefault="00E91DF9" w:rsidP="00E91DF9">
      <w:pPr>
        <w:pStyle w:val="slovanseznam3"/>
      </w:pPr>
      <w:r>
        <w:t>se bezprostředně nezúčastnil přípravy soutěžních podmínek, zadání, či jejich jakékoliv části a na vyhlášení soutěže o návrh s výjimkou osob, které připravovaly mapové nebo analytické podklady;</w:t>
      </w:r>
    </w:p>
    <w:p w14:paraId="624EF2BC" w14:textId="331911A4" w:rsidR="00E91DF9" w:rsidRDefault="00E91DF9" w:rsidP="00E91DF9">
      <w:pPr>
        <w:pStyle w:val="slovanseznam3"/>
      </w:pPr>
      <w:r>
        <w:t xml:space="preserve">není řádným členem nebo náhradníkem poroty, sekretářem soutěže, přezkušovatelem soutěžních návrhů nebo přizvaným odborníkem této soutěže; </w:t>
      </w:r>
    </w:p>
    <w:p w14:paraId="09C2F589" w14:textId="72C15292" w:rsidR="00E91DF9" w:rsidRDefault="00E91DF9" w:rsidP="00E91DF9">
      <w:pPr>
        <w:pStyle w:val="slovanseznam3"/>
      </w:pPr>
      <w:r>
        <w:t xml:space="preserve">není manželem, registrovaným partnerem, příbuzným, sešvagřeným v prvním stupni, trvalým projektovým partnerem, bezprostředním nadřízeným či spolupracovníkem osob uvedených v bodech 1. a 2. výše, pokud jsou tyto osoby uvedeny v soutěžních podmínkách; </w:t>
      </w:r>
    </w:p>
    <w:p w14:paraId="09FADBEE" w14:textId="7CBF2F11" w:rsidR="00E91DF9" w:rsidRPr="00E91DF9" w:rsidRDefault="00E91DF9" w:rsidP="00E91DF9">
      <w:pPr>
        <w:pStyle w:val="slovanseznam3"/>
        <w:rPr>
          <w:b/>
          <w:bCs/>
        </w:rPr>
      </w:pPr>
      <w: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a schvalování </w:t>
      </w:r>
      <w:r w:rsidRPr="00C2432F">
        <w:t>uzavření Smlouvy;</w:t>
      </w:r>
    </w:p>
    <w:p w14:paraId="09497351" w14:textId="77777777" w:rsidR="00E91DF9" w:rsidRPr="00E91DF9" w:rsidRDefault="00E91DF9" w:rsidP="00E91DF9">
      <w:pPr>
        <w:pStyle w:val="slovanseznam2"/>
        <w:rPr>
          <w:b/>
          <w:bCs/>
        </w:rPr>
      </w:pPr>
      <w:r w:rsidRPr="00E91DF9">
        <w:rPr>
          <w:b/>
          <w:bCs/>
        </w:rPr>
        <w:t>splňuje podmínku účasti dle odst. 4.1.1. b) soutěžních podmínek, tj. že:</w:t>
      </w:r>
    </w:p>
    <w:p w14:paraId="61D9B1E8" w14:textId="77777777" w:rsidR="00E91DF9" w:rsidRDefault="00E91DF9" w:rsidP="00E91DF9">
      <w:pPr>
        <w:pBdr>
          <w:top w:val="nil"/>
          <w:left w:val="nil"/>
          <w:bottom w:val="nil"/>
          <w:right w:val="nil"/>
          <w:between w:val="nil"/>
        </w:pBdr>
        <w:spacing w:after="0" w:line="264" w:lineRule="auto"/>
        <w:ind w:left="567"/>
        <w:rPr>
          <w:b/>
          <w:color w:val="000000"/>
          <w:sz w:val="10"/>
          <w:szCs w:val="10"/>
        </w:rPr>
      </w:pPr>
    </w:p>
    <w:p w14:paraId="778AF60F" w14:textId="77777777" w:rsidR="00E91DF9" w:rsidRDefault="00E91DF9" w:rsidP="00883BF1">
      <w:pPr>
        <w:pStyle w:val="slovanseznam3"/>
        <w:spacing w:after="0"/>
        <w:ind w:left="851"/>
      </w:pPr>
      <w: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podílnictví, podílnictví z nedbalosti, legalizace výnosů z trestné činnosti, legalizace výnosů z trestné </w:t>
      </w:r>
      <w:r>
        <w:lastRenderedPageBreak/>
        <w:t>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290E830E" w14:textId="77777777" w:rsidR="00E91DF9" w:rsidRPr="00E91DF9" w:rsidRDefault="00E91DF9" w:rsidP="00883BF1">
      <w:pPr>
        <w:spacing w:after="0"/>
        <w:ind w:left="851"/>
      </w:pPr>
      <w:r w:rsidRPr="00E91DF9">
        <w:t xml:space="preserve">a je-li Účastník právnickou osobou, pak Účastník zároveň prohlašuje, že podmínku dle bodu B) 1. výše splňuje jak tato právnická osoba, tak její statutární orgán nebo každý člen statutárního orgánu, </w:t>
      </w:r>
    </w:p>
    <w:p w14:paraId="2CC66F41" w14:textId="77777777" w:rsidR="00E91DF9" w:rsidRPr="00E91DF9" w:rsidRDefault="00E91DF9" w:rsidP="00883BF1">
      <w:pPr>
        <w:spacing w:after="0"/>
        <w:ind w:left="851"/>
      </w:pPr>
      <w:r w:rsidRPr="00E91DF9">
        <w:t xml:space="preserve">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 </w:t>
      </w:r>
    </w:p>
    <w:p w14:paraId="53A6C8CF" w14:textId="77777777" w:rsidR="00E91DF9" w:rsidRPr="00E91DF9" w:rsidRDefault="00E91DF9" w:rsidP="00883BF1">
      <w:pPr>
        <w:spacing w:after="0"/>
        <w:ind w:left="851"/>
      </w:pPr>
      <w:r w:rsidRPr="00E91DF9">
        <w:t xml:space="preserve">a je-li Účastník pobočkou závodu zahraniční právnické osoby, pak Účastník zároveň prohlašuje, že dle bodu B) 1. výše splňuje jak tato právnická osoba, tak vedoucí pobočky závodu, </w:t>
      </w:r>
    </w:p>
    <w:p w14:paraId="06068D0C" w14:textId="498EFFCD" w:rsidR="00E91DF9" w:rsidRPr="00E91DF9" w:rsidRDefault="00E91DF9" w:rsidP="009F7972">
      <w:pPr>
        <w:ind w:left="851"/>
      </w:pPr>
      <w:r w:rsidRPr="00E91DF9">
        <w:t>a je-li Účastník pobočkou závodu české právnické osoby, pak Účastník zároveň prohlašuje, že dle bodu B) 1. výše splňuje jak tato právnická osoba, tak její statutární orgán nebo každý člen</w:t>
      </w:r>
      <w:r w:rsidR="009F7972">
        <w:t xml:space="preserve"> </w:t>
      </w:r>
      <w:r w:rsidRPr="00E91DF9">
        <w:t>statutárního orgánu, a vedoucí pobočky závodu;</w:t>
      </w:r>
    </w:p>
    <w:p w14:paraId="5C54A6B8" w14:textId="522FBAD0" w:rsidR="00E91DF9" w:rsidRPr="00E91DF9" w:rsidRDefault="00E91DF9" w:rsidP="009F7972">
      <w:pPr>
        <w:pStyle w:val="slovanseznam3"/>
      </w:pPr>
      <w:r>
        <w:t>nemá v České republice nebo v zemi svého sídla v evidenci daní zachycen splatný daňový</w:t>
      </w:r>
      <w:r w:rsidR="009F7972">
        <w:t xml:space="preserve"> </w:t>
      </w:r>
      <w:r w:rsidRPr="00E91DF9">
        <w:t>nedoplatek, a to i ve vztahu ke spotřební dani;</w:t>
      </w:r>
    </w:p>
    <w:p w14:paraId="368CD967" w14:textId="77777777" w:rsidR="00E91DF9" w:rsidRDefault="00E91DF9" w:rsidP="00E91DF9">
      <w:pPr>
        <w:pStyle w:val="slovanseznam3"/>
      </w:pPr>
      <w:r>
        <w:t>nemá v České republice nebo v zemi svého sídla splatný nedoplatek na pojistném nebo na penále na veřejné zdravotní pojištění;</w:t>
      </w:r>
    </w:p>
    <w:p w14:paraId="547D2839" w14:textId="77777777" w:rsidR="00E91DF9" w:rsidRDefault="00E91DF9" w:rsidP="00E91DF9">
      <w:pPr>
        <w:pStyle w:val="slovanseznam3"/>
      </w:pPr>
      <w:r>
        <w:t>nemá v České republice nebo v zemi svého sídla splatný nedoplatek na pojistném nebo na penále na sociální zabezpečení a příspěvku na státní politiku zaměstnanosti;</w:t>
      </w:r>
    </w:p>
    <w:p w14:paraId="607CEA72" w14:textId="77777777" w:rsidR="00E91DF9" w:rsidRDefault="00E91DF9" w:rsidP="00E91DF9">
      <w:pPr>
        <w:pStyle w:val="slovanseznam3"/>
      </w:pPr>
      <w:r>
        <w:t>není v likvidaci, proti němuž nebylo vydáno rozhodnutí o úpadku, vůči němuž nebyla nařízena nucená správa podle jiného právního předpisu nebo v obdobné situaci podle právního řádu země sídla Účastníka;</w:t>
      </w:r>
    </w:p>
    <w:p w14:paraId="312614D2" w14:textId="35944301" w:rsidR="00F6689A" w:rsidRPr="00F6689A" w:rsidRDefault="00F6689A" w:rsidP="00F6689A">
      <w:pPr>
        <w:pStyle w:val="slovanseznam2"/>
        <w:rPr>
          <w:b/>
          <w:bCs/>
        </w:rPr>
      </w:pPr>
      <w:r w:rsidRPr="00F6689A">
        <w:rPr>
          <w:b/>
          <w:bCs/>
        </w:rPr>
        <w:t>je zapsán v obchodním rejstříku České republiky</w:t>
      </w:r>
      <w:r w:rsidR="00DA7854">
        <w:rPr>
          <w:b/>
          <w:bCs/>
        </w:rPr>
        <w:t>:</w:t>
      </w:r>
      <w:r w:rsidRPr="00F6689A">
        <w:rPr>
          <w:b/>
          <w:bCs/>
        </w:rPr>
        <w:t xml:space="preserve"> </w:t>
      </w:r>
      <w:r w:rsidRPr="009F7972">
        <w:rPr>
          <w:b/>
          <w:bCs/>
          <w:color w:val="828A8D"/>
        </w:rPr>
        <w:t>ANO/NE</w:t>
      </w:r>
      <w:r w:rsidRPr="00F6689A">
        <w:rPr>
          <w:b/>
          <w:bCs/>
        </w:rPr>
        <w:t xml:space="preserve"> </w:t>
      </w:r>
    </w:p>
    <w:p w14:paraId="2C943216" w14:textId="4E41B0F4" w:rsidR="00F6689A" w:rsidRPr="00F6689A" w:rsidRDefault="009F7972" w:rsidP="00F6689A">
      <w:pPr>
        <w:ind w:left="360"/>
        <w:rPr>
          <w:color w:val="828A8D"/>
        </w:rPr>
      </w:pPr>
      <w:r w:rsidRPr="009F7972">
        <w:rPr>
          <w:color w:val="828A8D"/>
        </w:rPr>
        <w:t>Pokud je účastník českou právnickou osobou ponechá výše možnost „ANO“ a variantu „NE“ odstraní. Pokud je účastník českou fyzickou osobou, ponechá výše možnost „NE“ a variantu „ANO“ odstraní. Pokud je účastník zahraniční právnickou/ fyzickou osobou, vždy ponechá výše možnost „NE“ a variantu „ANO“ odstraní.</w:t>
      </w:r>
    </w:p>
    <w:p w14:paraId="14AE8861" w14:textId="64AB69B5" w:rsidR="00A765DC" w:rsidRPr="00A765DC" w:rsidRDefault="00A765DC" w:rsidP="00A765DC">
      <w:pPr>
        <w:pStyle w:val="slovanseznam2"/>
        <w:rPr>
          <w:b/>
          <w:bCs/>
        </w:rPr>
      </w:pPr>
      <w:r w:rsidRPr="00A765DC">
        <w:rPr>
          <w:b/>
          <w:bCs/>
        </w:rPr>
        <w:t xml:space="preserve">prohlašuje, že </w:t>
      </w:r>
    </w:p>
    <w:p w14:paraId="06B2AA1D" w14:textId="68B790F6" w:rsidR="00A765DC" w:rsidRDefault="00A765DC" w:rsidP="00A765DC">
      <w:pPr>
        <w:pStyle w:val="slovanseznam3"/>
      </w:pPr>
      <w:r>
        <w:t>proti němu, jeho přímým či nepřímým vlastníkům, ani jeho poddodavatelům (včetně jejich přímých nebo nepřímých vlastníků), kteří mu jsou ke dni podání nabídky známi, nejsou uvaleny</w:t>
      </w:r>
    </w:p>
    <w:p w14:paraId="0F34C8D8" w14:textId="5B30C8C1" w:rsidR="00A765DC" w:rsidRDefault="00A765DC" w:rsidP="00883BF1">
      <w:pPr>
        <w:pStyle w:val="lnek5"/>
        <w:numPr>
          <w:ilvl w:val="5"/>
          <w:numId w:val="11"/>
        </w:numPr>
        <w:ind w:left="1321" w:hanging="357"/>
      </w:pPr>
      <w: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w:t>
      </w:r>
      <w:r>
        <w:lastRenderedPageBreak/>
        <w:t>mezinárodní finanční sankce sledující stejný účel jako ty ze Základních nařízení nebo</w:t>
      </w:r>
    </w:p>
    <w:p w14:paraId="7709C3AF" w14:textId="461DD167" w:rsidR="00A765DC" w:rsidRDefault="00A765DC" w:rsidP="00883BF1">
      <w:pPr>
        <w:pStyle w:val="lnek5"/>
        <w:numPr>
          <w:ilvl w:val="5"/>
          <w:numId w:val="11"/>
        </w:numPr>
        <w:ind w:left="1321" w:hanging="357"/>
      </w:pPr>
      <w:r>
        <w:t>jiné aplikovatelné sankce platné v České republice nebo zemi sídla dodavatele, kterými je sledován stejný účel jako těmi ze Základních nařízení;</w:t>
      </w:r>
    </w:p>
    <w:p w14:paraId="4CA4F9C6" w14:textId="54EEA0CF" w:rsidR="00A765DC" w:rsidRDefault="00A765DC" w:rsidP="006B77B8">
      <w:pPr>
        <w:pStyle w:val="slovanseznam3"/>
      </w:pPr>
      <w:r>
        <w:t>bude-li s ním uzavřena smlouva na veřejnou zakázku, zajistí po celou dobu plnění veřejné zakázky, že</w:t>
      </w:r>
    </w:p>
    <w:p w14:paraId="700EFBAA" w14:textId="7BDDE75F" w:rsidR="00A765DC" w:rsidRDefault="00A765DC" w:rsidP="006B77B8">
      <w:pPr>
        <w:pStyle w:val="lnek5"/>
        <w:numPr>
          <w:ilvl w:val="5"/>
          <w:numId w:val="11"/>
        </w:numPr>
        <w:ind w:left="1321" w:hanging="357"/>
      </w:pPr>
      <w:r>
        <w:t>k jejímu plnění nevyužije poddodavatele, na nějž byly takové sankce uvaleny, a to ať už se budou týkat přímo osoby poddodavatele nebo jeho přímých nebo nepřímých vlastníků, a</w:t>
      </w:r>
    </w:p>
    <w:p w14:paraId="4AFFFCAE" w14:textId="5EC8EFC0" w:rsidR="00E91DF9" w:rsidRDefault="00A765DC" w:rsidP="006B77B8">
      <w:pPr>
        <w:pStyle w:val="lnek5"/>
        <w:numPr>
          <w:ilvl w:val="5"/>
          <w:numId w:val="11"/>
        </w:numPr>
        <w:ind w:left="1321" w:hanging="357"/>
      </w:pPr>
      <w: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14:paraId="067C780F" w14:textId="2F2A5862" w:rsidR="00F45237" w:rsidRPr="00F45237" w:rsidRDefault="00F45237" w:rsidP="00F45237">
      <w:pPr>
        <w:pStyle w:val="slovanseznam2"/>
        <w:rPr>
          <w:b/>
          <w:bCs/>
        </w:rPr>
      </w:pPr>
      <w:r w:rsidRPr="00F45237">
        <w:rPr>
          <w:b/>
          <w:bCs/>
        </w:rPr>
        <w:t>splňuje podmínku účasti dle odst. 4.1.1. e) soutěžních podmínek, tj. disponuje realizačním týmem složeným (ve smyslu fyzických osob), kteří se budou podílet na přípravě soutěžního návrhu, a v případě, že Účastníkovi bude zadáno plnění smlouvy, tak i na plnění následné zakázky, přičemž:</w:t>
      </w:r>
    </w:p>
    <w:p w14:paraId="29732E28" w14:textId="0F595CD7" w:rsidR="006C0805" w:rsidRDefault="00F45237" w:rsidP="00F45237">
      <w:pPr>
        <w:pStyle w:val="slovanseznam3"/>
      </w:pPr>
      <w:r>
        <w:t>alespoň jeden z architektů musí být autorizovanou osobou ve smyslu § 4 odst. 2 písm. a) Zákona o výkonu povolání, příp. autorizovanou osobou ve smyslu § 4 odst. 3 Zákona o výkonu povolání, příp. autorizovanou osobou podle práva státu, jehož je občanem nebo v němž má své sídlo, tj. je požadována autorizace ČKA se všeobecnou působností a číselným označením A.0 nebo autorizace ČKA pro obor architektura a číselným označení A.1</w:t>
      </w:r>
      <w:r w:rsidR="00F07945">
        <w:t xml:space="preserve"> </w:t>
      </w:r>
      <w:r w:rsidR="00F07945" w:rsidRPr="00F07945">
        <w:t>autorizace pro obor územní plánování (číselné označení A2) nebo autorizace pro obor krajinářská architektura (číselné označení A3)</w:t>
      </w:r>
      <w:r>
        <w:t xml:space="preserve"> nebo zahraniční ekvivalent (s výjimkou případů, kdy podle právního řádu země, jíž je architekt občanem nebo v níž má architekt své sídlo, se takový doklad nevydává). </w:t>
      </w:r>
    </w:p>
    <w:p w14:paraId="0ACBDEEC" w14:textId="77777777" w:rsidR="00DA7854" w:rsidRPr="00DA7854" w:rsidRDefault="00DA7854" w:rsidP="00DA7854">
      <w:pPr>
        <w:pStyle w:val="slovanseznam2"/>
      </w:pPr>
      <w:r w:rsidRPr="00DA7854">
        <w:rPr>
          <w:b/>
          <w:bCs/>
        </w:rPr>
        <w:t>prohlašuje, že fyzické a právnické osoby, popřípadě jejich společnosti, nejsou osobami, na něž by dopadaly mezinárodní sankce proti Rusku a Bělorusku v souvislosti se situací na Ukrajině</w:t>
      </w:r>
      <w:r w:rsidRPr="00DA7854">
        <w:t xml:space="preserve">. </w:t>
      </w:r>
    </w:p>
    <w:p w14:paraId="22557045" w14:textId="77777777" w:rsidR="00F45237" w:rsidRDefault="00F45237" w:rsidP="00F45237">
      <w:pPr>
        <w:spacing w:after="0"/>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17"/>
        <w:gridCol w:w="2518"/>
        <w:gridCol w:w="2552"/>
        <w:gridCol w:w="2545"/>
      </w:tblGrid>
      <w:tr w:rsidR="00F45237" w14:paraId="6BE048B6" w14:textId="77777777" w:rsidTr="00941426">
        <w:trPr>
          <w:trHeight w:val="357"/>
        </w:trPr>
        <w:tc>
          <w:tcPr>
            <w:tcW w:w="7932" w:type="dxa"/>
            <w:gridSpan w:val="4"/>
          </w:tcPr>
          <w:p w14:paraId="0EF86FA8" w14:textId="7238A681" w:rsidR="00F45237" w:rsidRPr="00F45237" w:rsidRDefault="00F45237" w:rsidP="00BA6D59">
            <w:pPr>
              <w:pStyle w:val="NormalTab"/>
              <w:rPr>
                <w:b/>
                <w:bCs/>
              </w:rPr>
            </w:pPr>
            <w:r w:rsidRPr="00F45237">
              <w:rPr>
                <w:b/>
                <w:bCs/>
              </w:rPr>
              <w:t>Seznam členů realizačního týmu</w:t>
            </w:r>
          </w:p>
        </w:tc>
      </w:tr>
      <w:tr w:rsidR="00F45237" w14:paraId="0F24E76A" w14:textId="77777777" w:rsidTr="00F45237">
        <w:trPr>
          <w:trHeight w:val="348"/>
        </w:trPr>
        <w:tc>
          <w:tcPr>
            <w:tcW w:w="317" w:type="dxa"/>
          </w:tcPr>
          <w:p w14:paraId="46C2610F" w14:textId="77777777" w:rsidR="00F45237" w:rsidRDefault="00F45237" w:rsidP="00BA6D59">
            <w:pPr>
              <w:pStyle w:val="NormalTab"/>
            </w:pPr>
          </w:p>
        </w:tc>
        <w:tc>
          <w:tcPr>
            <w:tcW w:w="2518" w:type="dxa"/>
          </w:tcPr>
          <w:p w14:paraId="2A126666" w14:textId="7B3B19D0" w:rsidR="00F45237" w:rsidRDefault="00F45237" w:rsidP="00BA6D59">
            <w:pPr>
              <w:pStyle w:val="NormalTab"/>
            </w:pPr>
            <w:r w:rsidRPr="00F45237">
              <w:t>Jméno a příjmení architekta</w:t>
            </w:r>
          </w:p>
        </w:tc>
        <w:tc>
          <w:tcPr>
            <w:tcW w:w="2552" w:type="dxa"/>
          </w:tcPr>
          <w:p w14:paraId="1EEF2AC0" w14:textId="2B36374E" w:rsidR="00F45237" w:rsidRDefault="00F45237" w:rsidP="00BA6D59">
            <w:pPr>
              <w:pStyle w:val="NormalTab"/>
            </w:pPr>
            <w:r w:rsidRPr="00F45237">
              <w:t>Vztah k Účastníkovi (např. zaměstnanec/ poddodavatel)</w:t>
            </w:r>
          </w:p>
        </w:tc>
        <w:tc>
          <w:tcPr>
            <w:tcW w:w="2545" w:type="dxa"/>
          </w:tcPr>
          <w:p w14:paraId="11268E11" w14:textId="036C62C4" w:rsidR="00F45237" w:rsidRDefault="00F45237" w:rsidP="00BA6D59">
            <w:pPr>
              <w:pStyle w:val="NormalTab"/>
            </w:pPr>
            <w:r w:rsidRPr="00F45237">
              <w:t>Je autorizovanou osobou</w:t>
            </w:r>
          </w:p>
        </w:tc>
      </w:tr>
      <w:tr w:rsidR="00F45237" w14:paraId="2D45A015" w14:textId="77777777" w:rsidTr="00F45237">
        <w:trPr>
          <w:trHeight w:val="348"/>
        </w:trPr>
        <w:tc>
          <w:tcPr>
            <w:tcW w:w="317" w:type="dxa"/>
          </w:tcPr>
          <w:p w14:paraId="4ABF370A" w14:textId="0E47B0B0" w:rsidR="00F45237" w:rsidRDefault="00F45237" w:rsidP="00BA6D59">
            <w:pPr>
              <w:pStyle w:val="NormalTab"/>
            </w:pPr>
            <w:r>
              <w:t>1</w:t>
            </w:r>
          </w:p>
        </w:tc>
        <w:tc>
          <w:tcPr>
            <w:tcW w:w="2518" w:type="dxa"/>
          </w:tcPr>
          <w:p w14:paraId="24AF5719" w14:textId="437BC1D0" w:rsidR="00F45237" w:rsidRPr="00F45237" w:rsidRDefault="00F45237" w:rsidP="00F45237">
            <w:pPr>
              <w:pStyle w:val="NormalTab"/>
              <w:rPr>
                <w:color w:val="828A8D"/>
              </w:rPr>
            </w:pPr>
            <w:r w:rsidRPr="00F45237">
              <w:rPr>
                <w:color w:val="828A8D"/>
              </w:rPr>
              <w:t>DOPLNÍ ÚČASTNÍK</w:t>
            </w:r>
          </w:p>
        </w:tc>
        <w:tc>
          <w:tcPr>
            <w:tcW w:w="2552" w:type="dxa"/>
          </w:tcPr>
          <w:p w14:paraId="7D32BDB0" w14:textId="77777777" w:rsidR="00F45237" w:rsidRPr="00F45237" w:rsidRDefault="00F45237" w:rsidP="00F45237">
            <w:pPr>
              <w:pStyle w:val="NormalTab"/>
              <w:rPr>
                <w:color w:val="828A8D"/>
              </w:rPr>
            </w:pPr>
            <w:r w:rsidRPr="00F45237">
              <w:rPr>
                <w:color w:val="828A8D"/>
              </w:rPr>
              <w:t>DOPLNÍ ÚČASTNÍK</w:t>
            </w:r>
          </w:p>
          <w:p w14:paraId="384AFB45" w14:textId="78AC3263" w:rsidR="00F45237" w:rsidRPr="00F45237" w:rsidRDefault="00F45237" w:rsidP="00F45237">
            <w:pPr>
              <w:pStyle w:val="NormalTab"/>
              <w:rPr>
                <w:color w:val="828A8D"/>
              </w:rPr>
            </w:pPr>
            <w:r w:rsidRPr="00F45237">
              <w:rPr>
                <w:color w:val="828A8D"/>
              </w:rPr>
              <w:t>Pokud účastník využije poddodavatele, je povinen zde uvést informaci, že jde o poddodavatele</w:t>
            </w:r>
          </w:p>
          <w:p w14:paraId="1EA4004D" w14:textId="77777777" w:rsidR="00F45237" w:rsidRPr="00F45237" w:rsidRDefault="00F45237" w:rsidP="00F45237">
            <w:pPr>
              <w:pStyle w:val="NormalTab"/>
              <w:rPr>
                <w:color w:val="828A8D"/>
              </w:rPr>
            </w:pPr>
          </w:p>
          <w:p w14:paraId="75AD1319" w14:textId="0115FAED" w:rsidR="00F45237" w:rsidRPr="00F45237" w:rsidRDefault="00F45237" w:rsidP="00F45237">
            <w:pPr>
              <w:pStyle w:val="NormalTab"/>
              <w:rPr>
                <w:color w:val="828A8D"/>
              </w:rPr>
            </w:pPr>
          </w:p>
        </w:tc>
        <w:tc>
          <w:tcPr>
            <w:tcW w:w="2545" w:type="dxa"/>
          </w:tcPr>
          <w:p w14:paraId="09E4E432" w14:textId="77777777" w:rsidR="00F45237" w:rsidRPr="00F45237" w:rsidRDefault="00F45237" w:rsidP="00F45237">
            <w:pPr>
              <w:pStyle w:val="NormalTab"/>
              <w:rPr>
                <w:color w:val="828A8D"/>
              </w:rPr>
            </w:pPr>
            <w:r w:rsidRPr="00F45237">
              <w:rPr>
                <w:color w:val="828A8D"/>
              </w:rPr>
              <w:t xml:space="preserve">Účastník uvede číslo autorizace včetně označení oboru autorizace architekta, plný název komory architektů či obdobné organizace, u níž je architekt autorizován </w:t>
            </w:r>
          </w:p>
          <w:p w14:paraId="2D1304D1" w14:textId="77777777" w:rsidR="00F45237" w:rsidRPr="00F45237" w:rsidRDefault="00F45237" w:rsidP="00F45237">
            <w:pPr>
              <w:pStyle w:val="NormalTab"/>
              <w:rPr>
                <w:color w:val="828A8D"/>
              </w:rPr>
            </w:pPr>
            <w:r w:rsidRPr="00F45237">
              <w:rPr>
                <w:color w:val="828A8D"/>
                <w:u w:val="single"/>
              </w:rPr>
              <w:t>Modelový příklad vyplnění</w:t>
            </w:r>
            <w:r w:rsidRPr="00F45237">
              <w:rPr>
                <w:color w:val="828A8D"/>
              </w:rPr>
              <w:t xml:space="preserve">: </w:t>
            </w:r>
          </w:p>
          <w:p w14:paraId="4DAC97AC" w14:textId="77777777" w:rsidR="00F45237" w:rsidRPr="00F45237" w:rsidRDefault="00F45237" w:rsidP="00F45237">
            <w:pPr>
              <w:pStyle w:val="NormalTab"/>
              <w:rPr>
                <w:color w:val="828A8D"/>
              </w:rPr>
            </w:pPr>
            <w:r w:rsidRPr="00F45237">
              <w:rPr>
                <w:color w:val="828A8D"/>
              </w:rPr>
              <w:t>ČKA (A.1 č. XXXXX)</w:t>
            </w:r>
          </w:p>
          <w:p w14:paraId="15CE7AB1" w14:textId="714381D7" w:rsidR="00F45237" w:rsidRPr="00F45237" w:rsidRDefault="00F45237" w:rsidP="00F45237">
            <w:pPr>
              <w:pStyle w:val="NormalTab"/>
              <w:rPr>
                <w:color w:val="828A8D"/>
              </w:rPr>
            </w:pPr>
            <w:r w:rsidRPr="00F45237">
              <w:rPr>
                <w:color w:val="828A8D"/>
              </w:rPr>
              <w:t xml:space="preserve">V případě, že podle právního řádu země, v němž má architekt své sídlo nebo jehož je občanem, se takový </w:t>
            </w:r>
            <w:r w:rsidRPr="00F45237">
              <w:rPr>
                <w:color w:val="828A8D"/>
              </w:rPr>
              <w:lastRenderedPageBreak/>
              <w:t>doklad nevydává, Účastník zde tuto skutečnost uvede.</w:t>
            </w:r>
          </w:p>
        </w:tc>
      </w:tr>
      <w:tr w:rsidR="001C3FC8" w14:paraId="22A44F7E" w14:textId="77777777" w:rsidTr="00F45237">
        <w:trPr>
          <w:trHeight w:val="348"/>
        </w:trPr>
        <w:tc>
          <w:tcPr>
            <w:tcW w:w="317" w:type="dxa"/>
          </w:tcPr>
          <w:p w14:paraId="42804BA7" w14:textId="6F5204AF" w:rsidR="001C3FC8" w:rsidRDefault="001C3FC8" w:rsidP="001C3FC8">
            <w:pPr>
              <w:pStyle w:val="NormalTab"/>
            </w:pPr>
            <w:r>
              <w:lastRenderedPageBreak/>
              <w:t>2</w:t>
            </w:r>
          </w:p>
        </w:tc>
        <w:tc>
          <w:tcPr>
            <w:tcW w:w="2518" w:type="dxa"/>
          </w:tcPr>
          <w:p w14:paraId="08C848F0" w14:textId="77777777" w:rsidR="001C3FC8" w:rsidRPr="001C3FC8" w:rsidRDefault="001C3FC8" w:rsidP="001C3FC8">
            <w:pPr>
              <w:pStyle w:val="NormalTab"/>
              <w:rPr>
                <w:color w:val="828A8D"/>
              </w:rPr>
            </w:pPr>
            <w:r w:rsidRPr="001C3FC8">
              <w:rPr>
                <w:color w:val="828A8D"/>
              </w:rPr>
              <w:t xml:space="preserve">DOPLNÍ ÚČASTNÍK </w:t>
            </w:r>
          </w:p>
          <w:p w14:paraId="4EE33071" w14:textId="06A2C2EF" w:rsidR="001C3FC8" w:rsidRPr="001C3FC8" w:rsidRDefault="001C3FC8" w:rsidP="001C3FC8">
            <w:pPr>
              <w:pStyle w:val="NormalTab"/>
              <w:rPr>
                <w:color w:val="828A8D"/>
              </w:rPr>
            </w:pPr>
            <w:r w:rsidRPr="001C3FC8">
              <w:rPr>
                <w:color w:val="828A8D"/>
              </w:rPr>
              <w:t>Účastník tento řádek odstraní, pokud prokazuje podmínky účasti pouze jedním architektem.</w:t>
            </w:r>
          </w:p>
        </w:tc>
        <w:tc>
          <w:tcPr>
            <w:tcW w:w="2552" w:type="dxa"/>
          </w:tcPr>
          <w:p w14:paraId="7CC632AB" w14:textId="416389B0" w:rsidR="001C3FC8" w:rsidRPr="001C3FC8" w:rsidRDefault="001C3FC8" w:rsidP="001C3FC8">
            <w:pPr>
              <w:pStyle w:val="NormalTab"/>
              <w:rPr>
                <w:color w:val="828A8D"/>
              </w:rPr>
            </w:pPr>
            <w:r w:rsidRPr="001C3FC8">
              <w:rPr>
                <w:color w:val="828A8D"/>
              </w:rPr>
              <w:t>DOPLNÍ ÚČASTNÍK</w:t>
            </w:r>
          </w:p>
        </w:tc>
        <w:tc>
          <w:tcPr>
            <w:tcW w:w="2545" w:type="dxa"/>
          </w:tcPr>
          <w:p w14:paraId="631B1FEA" w14:textId="574851A7" w:rsidR="001C3FC8" w:rsidRPr="001C3FC8" w:rsidRDefault="001C3FC8" w:rsidP="001C3FC8">
            <w:pPr>
              <w:pStyle w:val="NormalTab"/>
              <w:rPr>
                <w:color w:val="828A8D"/>
              </w:rPr>
            </w:pPr>
            <w:r w:rsidRPr="001C3FC8">
              <w:rPr>
                <w:color w:val="828A8D"/>
              </w:rPr>
              <w:t>DOPLNÍ ÚČASTNÍK</w:t>
            </w:r>
          </w:p>
        </w:tc>
      </w:tr>
      <w:tr w:rsidR="001C3FC8" w14:paraId="19FC7A2A" w14:textId="77777777" w:rsidTr="00F45237">
        <w:trPr>
          <w:trHeight w:val="348"/>
        </w:trPr>
        <w:tc>
          <w:tcPr>
            <w:tcW w:w="317" w:type="dxa"/>
          </w:tcPr>
          <w:p w14:paraId="12A0C861" w14:textId="388AA8FB" w:rsidR="001C3FC8" w:rsidRDefault="001C3FC8" w:rsidP="001C3FC8">
            <w:pPr>
              <w:pStyle w:val="NormalTab"/>
            </w:pPr>
            <w:r>
              <w:t>3</w:t>
            </w:r>
          </w:p>
        </w:tc>
        <w:tc>
          <w:tcPr>
            <w:tcW w:w="2518" w:type="dxa"/>
          </w:tcPr>
          <w:p w14:paraId="78CD9A6B" w14:textId="77777777" w:rsidR="001C3FC8" w:rsidRPr="001C3FC8" w:rsidRDefault="001C3FC8" w:rsidP="001C3FC8">
            <w:pPr>
              <w:pStyle w:val="NormalTab"/>
              <w:rPr>
                <w:color w:val="828A8D"/>
              </w:rPr>
            </w:pPr>
            <w:r w:rsidRPr="001C3FC8">
              <w:rPr>
                <w:color w:val="828A8D"/>
              </w:rPr>
              <w:t xml:space="preserve">DOPLNÍ ÚČASTNÍK </w:t>
            </w:r>
          </w:p>
          <w:p w14:paraId="3D33FC8B" w14:textId="02A9E37A" w:rsidR="001C3FC8" w:rsidRPr="001C3FC8" w:rsidRDefault="001C3FC8" w:rsidP="001C3FC8">
            <w:pPr>
              <w:pStyle w:val="NormalTab"/>
              <w:rPr>
                <w:color w:val="828A8D"/>
              </w:rPr>
            </w:pPr>
            <w:r w:rsidRPr="001C3FC8">
              <w:rPr>
                <w:color w:val="828A8D"/>
              </w:rPr>
              <w:t>Účastník tento řádek odstraní, pokud prokazuje podmínky účasti pouze jedním architektem.</w:t>
            </w:r>
          </w:p>
        </w:tc>
        <w:tc>
          <w:tcPr>
            <w:tcW w:w="2552" w:type="dxa"/>
          </w:tcPr>
          <w:p w14:paraId="0E6C2908" w14:textId="22A60CDD" w:rsidR="001C3FC8" w:rsidRPr="001C3FC8" w:rsidRDefault="001C3FC8" w:rsidP="001C3FC8">
            <w:pPr>
              <w:pStyle w:val="NormalTab"/>
              <w:rPr>
                <w:color w:val="828A8D"/>
              </w:rPr>
            </w:pPr>
            <w:r w:rsidRPr="001C3FC8">
              <w:rPr>
                <w:color w:val="828A8D"/>
              </w:rPr>
              <w:t>DOPLNÍ ÚČASTNÍK</w:t>
            </w:r>
          </w:p>
        </w:tc>
        <w:tc>
          <w:tcPr>
            <w:tcW w:w="2545" w:type="dxa"/>
          </w:tcPr>
          <w:p w14:paraId="148A5571" w14:textId="0C714591" w:rsidR="001C3FC8" w:rsidRPr="001C3FC8" w:rsidRDefault="001C3FC8" w:rsidP="001C3FC8">
            <w:pPr>
              <w:pStyle w:val="NormalTab"/>
              <w:rPr>
                <w:color w:val="828A8D"/>
              </w:rPr>
            </w:pPr>
            <w:r w:rsidRPr="001C3FC8">
              <w:rPr>
                <w:color w:val="828A8D"/>
              </w:rPr>
              <w:t>DOPLNÍ ÚČASTNÍK</w:t>
            </w:r>
          </w:p>
        </w:tc>
      </w:tr>
    </w:tbl>
    <w:p w14:paraId="1E04E243" w14:textId="77777777" w:rsidR="006C0805" w:rsidRDefault="006C0805" w:rsidP="00946023"/>
    <w:p w14:paraId="389B4C23" w14:textId="0CFFB656" w:rsidR="00E402E4" w:rsidRDefault="00E402E4" w:rsidP="00946023">
      <w:pPr>
        <w:rPr>
          <w:b/>
          <w:bCs/>
        </w:rPr>
      </w:pPr>
      <w:r w:rsidRPr="00E402E4">
        <w:rPr>
          <w:b/>
          <w:bCs/>
        </w:rPr>
        <w:t>Toto čestné prohlášení činí Účastník na základě své vážné a svobodné vůle a je si vědom všech následků plynoucích z uvedení nepravdivých údajů.</w:t>
      </w:r>
    </w:p>
    <w:p w14:paraId="07630DF3" w14:textId="77777777" w:rsidR="00E402E4" w:rsidRDefault="00E402E4" w:rsidP="00946023">
      <w:pPr>
        <w:rPr>
          <w:b/>
          <w:bCs/>
        </w:rPr>
      </w:pPr>
    </w:p>
    <w:p w14:paraId="27C27B28" w14:textId="1D8AA79E" w:rsidR="00E402E4" w:rsidRDefault="00E402E4" w:rsidP="00E402E4">
      <w:r w:rsidRPr="00E402E4">
        <w:t xml:space="preserve">V </w:t>
      </w:r>
      <w:r w:rsidRPr="00E402E4">
        <w:rPr>
          <w:color w:val="828A8D"/>
        </w:rPr>
        <w:t xml:space="preserve">DOPLNÍ ÚČASTNÍK </w:t>
      </w:r>
      <w:r w:rsidRPr="00E402E4">
        <w:t xml:space="preserve">dne </w:t>
      </w:r>
      <w:r w:rsidRPr="00E402E4">
        <w:rPr>
          <w:color w:val="828A8D"/>
        </w:rPr>
        <w:t>DOPLNÍ ÚČASTNÍK</w:t>
      </w:r>
    </w:p>
    <w:p w14:paraId="1DE32906" w14:textId="77777777" w:rsidR="00E402E4" w:rsidRDefault="00E402E4" w:rsidP="00946023">
      <w:pPr>
        <w:rPr>
          <w:b/>
          <w:bCs/>
        </w:rPr>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E402E4" w:rsidRPr="001C3FC8" w14:paraId="43FE1734" w14:textId="77777777" w:rsidTr="00E402E4">
        <w:trPr>
          <w:trHeight w:val="173"/>
        </w:trPr>
        <w:tc>
          <w:tcPr>
            <w:tcW w:w="2552" w:type="dxa"/>
          </w:tcPr>
          <w:p w14:paraId="37CDA4CB" w14:textId="7D5BCE6D" w:rsidR="00E402E4" w:rsidRPr="00E402E4" w:rsidRDefault="00E402E4" w:rsidP="00E402E4">
            <w:pPr>
              <w:pStyle w:val="NormalTab"/>
            </w:pPr>
            <w:r w:rsidRPr="00E402E4">
              <w:t>Jméno a příjmení oprávněné osoby za Účastníka:</w:t>
            </w:r>
          </w:p>
        </w:tc>
        <w:tc>
          <w:tcPr>
            <w:tcW w:w="5380" w:type="dxa"/>
          </w:tcPr>
          <w:p w14:paraId="5140F4D9" w14:textId="1F0D1BFE" w:rsidR="00E402E4" w:rsidRPr="00E402E4" w:rsidRDefault="00E402E4" w:rsidP="00E402E4">
            <w:pPr>
              <w:pStyle w:val="NormalTab"/>
              <w:rPr>
                <w:color w:val="828A8D"/>
              </w:rPr>
            </w:pPr>
            <w:r w:rsidRPr="00E402E4">
              <w:rPr>
                <w:color w:val="828A8D"/>
              </w:rPr>
              <w:t>DOPLNÍ ÚČASTNÍK</w:t>
            </w:r>
          </w:p>
        </w:tc>
      </w:tr>
      <w:tr w:rsidR="00E402E4" w:rsidRPr="001C3FC8" w14:paraId="2082CF1D" w14:textId="77777777" w:rsidTr="00E402E4">
        <w:trPr>
          <w:trHeight w:val="172"/>
        </w:trPr>
        <w:tc>
          <w:tcPr>
            <w:tcW w:w="2552" w:type="dxa"/>
          </w:tcPr>
          <w:p w14:paraId="7A27E71D" w14:textId="68B90CDA" w:rsidR="00E402E4" w:rsidRPr="00E402E4" w:rsidRDefault="00E402E4" w:rsidP="00E402E4">
            <w:pPr>
              <w:pStyle w:val="NormalTab"/>
            </w:pPr>
            <w:r w:rsidRPr="00E402E4">
              <w:t>Podpis oprávněné osoby za Účastníka:</w:t>
            </w:r>
          </w:p>
        </w:tc>
        <w:tc>
          <w:tcPr>
            <w:tcW w:w="5380" w:type="dxa"/>
          </w:tcPr>
          <w:p w14:paraId="15B01E30" w14:textId="5E52CD2F" w:rsidR="00E402E4" w:rsidRPr="00E402E4" w:rsidRDefault="00E402E4" w:rsidP="00E402E4">
            <w:pPr>
              <w:pStyle w:val="NormalTab"/>
              <w:rPr>
                <w:color w:val="828A8D"/>
              </w:rPr>
            </w:pPr>
            <w:r w:rsidRPr="00E402E4">
              <w:rPr>
                <w:color w:val="828A8D"/>
              </w:rPr>
              <w:t>Zadavatel pro účely předložení čestného prohlášení akceptuje prostý podpis Účastníka či osoby oprávněné zastupovat Účastníka</w:t>
            </w:r>
          </w:p>
        </w:tc>
      </w:tr>
    </w:tbl>
    <w:p w14:paraId="7CCF5E12" w14:textId="3A58D18D" w:rsidR="00E402E4" w:rsidRDefault="00F859AC" w:rsidP="00946023">
      <w:pPr>
        <w:rPr>
          <w:b/>
          <w:bCs/>
        </w:rPr>
      </w:pPr>
      <w:r>
        <w:rPr>
          <w:b/>
          <w:bCs/>
        </w:rPr>
        <w:br w:type="page"/>
      </w:r>
    </w:p>
    <w:p w14:paraId="54112149" w14:textId="6017CC02" w:rsidR="00F859AC" w:rsidRDefault="00F859AC" w:rsidP="00F859AC">
      <w:pPr>
        <w:pStyle w:val="Nadpis2neslovannenvobsahu"/>
        <w:rPr>
          <w:color w:val="828A8D"/>
        </w:rPr>
      </w:pPr>
      <w:r w:rsidRPr="0091772B">
        <w:rPr>
          <w:color w:val="828A8D"/>
        </w:rPr>
        <w:lastRenderedPageBreak/>
        <w:t xml:space="preserve">VZOR </w:t>
      </w:r>
      <w:r>
        <w:rPr>
          <w:color w:val="828A8D"/>
        </w:rPr>
        <w:t>B</w:t>
      </w:r>
      <w:r w:rsidRPr="0091772B">
        <w:rPr>
          <w:color w:val="828A8D"/>
        </w:rPr>
        <w:t xml:space="preserve">: Tento VZOR </w:t>
      </w:r>
      <w:r>
        <w:rPr>
          <w:color w:val="828A8D"/>
        </w:rPr>
        <w:t>B</w:t>
      </w:r>
      <w:r w:rsidRPr="0091772B">
        <w:rPr>
          <w:color w:val="828A8D"/>
        </w:rPr>
        <w:t xml:space="preserve"> použije účastník, pokud předkládá žádost </w:t>
      </w:r>
      <w:r>
        <w:rPr>
          <w:color w:val="828A8D"/>
        </w:rPr>
        <w:t>ve sdružení s další právnickou nebo fyzickou osobou (popř. s více právnickými či fyzickými osobami) a za tímto účelem vytváří sdružení – společnost bez právní subjektivity – pro účely této soutěže.</w:t>
      </w:r>
      <w:r w:rsidRPr="0091772B">
        <w:rPr>
          <w:color w:val="828A8D"/>
        </w:rPr>
        <w:t xml:space="preserve"> </w:t>
      </w:r>
    </w:p>
    <w:p w14:paraId="3036DF0A" w14:textId="77777777" w:rsidR="00F859AC" w:rsidRPr="00412B13" w:rsidRDefault="00F859AC" w:rsidP="00F859AC">
      <w:pPr>
        <w:spacing w:after="0"/>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F859AC" w14:paraId="47531F78" w14:textId="77777777" w:rsidTr="00BA6D59">
        <w:tc>
          <w:tcPr>
            <w:tcW w:w="2552" w:type="dxa"/>
          </w:tcPr>
          <w:p w14:paraId="44173D3A" w14:textId="77777777" w:rsidR="00F859AC" w:rsidRPr="00F859AC" w:rsidRDefault="00F859AC" w:rsidP="00F859AC">
            <w:pPr>
              <w:pStyle w:val="NormalTab"/>
            </w:pPr>
            <w:r w:rsidRPr="00F859AC">
              <w:t>Název účastníka:</w:t>
            </w:r>
          </w:p>
        </w:tc>
        <w:tc>
          <w:tcPr>
            <w:tcW w:w="5380" w:type="dxa"/>
          </w:tcPr>
          <w:p w14:paraId="5C1ED9D2" w14:textId="77777777" w:rsidR="00F859AC" w:rsidRPr="00F859AC" w:rsidRDefault="00F859AC" w:rsidP="00F859AC">
            <w:pPr>
              <w:pStyle w:val="NormalTab"/>
              <w:rPr>
                <w:color w:val="828A8D"/>
              </w:rPr>
            </w:pPr>
            <w:r w:rsidRPr="00F859AC">
              <w:rPr>
                <w:color w:val="828A8D"/>
              </w:rPr>
              <w:t>DOPLNÍ ÚČASTNÍK</w:t>
            </w:r>
          </w:p>
          <w:p w14:paraId="12B8ECA7" w14:textId="728426F2" w:rsidR="00F859AC" w:rsidRPr="00F859AC" w:rsidRDefault="00F859AC" w:rsidP="00F859AC">
            <w:pPr>
              <w:pStyle w:val="NormalTab"/>
              <w:rPr>
                <w:color w:val="828A8D"/>
              </w:rPr>
            </w:pPr>
            <w:r w:rsidRPr="00F859AC">
              <w:rPr>
                <w:color w:val="828A8D"/>
              </w:rPr>
              <w:t>Pokud se dodavatel sdruží s právnickou osobou (více právnickými osobami) nebo fyzickou osobou (více fyzickými osobami) za účelem společného podání žádosti o účast uvede zde zvolené označení této společnosti.</w:t>
            </w:r>
          </w:p>
          <w:p w14:paraId="5B5B6C07" w14:textId="77777777" w:rsidR="00F859AC" w:rsidRPr="00F859AC" w:rsidRDefault="00F859AC" w:rsidP="00F859AC">
            <w:pPr>
              <w:pStyle w:val="NormalTab"/>
              <w:rPr>
                <w:color w:val="828A8D"/>
              </w:rPr>
            </w:pPr>
            <w:r w:rsidRPr="00F859AC">
              <w:rPr>
                <w:color w:val="828A8D"/>
                <w:u w:val="single"/>
              </w:rPr>
              <w:t>Modelový příklad vyplnění</w:t>
            </w:r>
            <w:r w:rsidRPr="00F859AC">
              <w:rPr>
                <w:color w:val="828A8D"/>
              </w:rPr>
              <w:t>:</w:t>
            </w:r>
          </w:p>
          <w:p w14:paraId="5D4C2C92" w14:textId="77777777" w:rsidR="00F859AC" w:rsidRPr="00F859AC" w:rsidRDefault="00F859AC" w:rsidP="00F859AC">
            <w:pPr>
              <w:pStyle w:val="NormalTab"/>
              <w:rPr>
                <w:color w:val="828A8D"/>
              </w:rPr>
            </w:pPr>
            <w:r w:rsidRPr="00F859AC">
              <w:rPr>
                <w:color w:val="828A8D"/>
              </w:rPr>
              <w:t>Ateliér „A, s.r.o.“ se rozhodne pro podání žádosti o účast sdružit s ateliérem „B, s.r.o.“ a zvolí si pro účely této Soutěže společný název: „</w:t>
            </w:r>
            <w:r w:rsidRPr="00DA7854">
              <w:rPr>
                <w:b/>
                <w:bCs/>
                <w:color w:val="828A8D"/>
              </w:rPr>
              <w:t>A, s.r.o. + B, s.r.o.</w:t>
            </w:r>
            <w:r w:rsidRPr="00F859AC">
              <w:rPr>
                <w:color w:val="828A8D"/>
              </w:rPr>
              <w:t xml:space="preserve">“. </w:t>
            </w:r>
          </w:p>
          <w:p w14:paraId="33907130" w14:textId="4E56C9AF" w:rsidR="00F859AC" w:rsidRPr="00F859AC" w:rsidRDefault="00F859AC" w:rsidP="00F859AC">
            <w:pPr>
              <w:pStyle w:val="NormalTab"/>
            </w:pPr>
            <w:r w:rsidRPr="00F859AC">
              <w:rPr>
                <w:color w:val="828A8D"/>
              </w:rPr>
              <w:t>Tento společný název pak sdružující se ateliéry vyplní v tomto řádku – pod tímto názvem bude účastník v Soutěži vystupovat.</w:t>
            </w:r>
          </w:p>
        </w:tc>
      </w:tr>
      <w:tr w:rsidR="00F859AC" w14:paraId="38E74074" w14:textId="77777777" w:rsidTr="00BA6D59">
        <w:tc>
          <w:tcPr>
            <w:tcW w:w="2552" w:type="dxa"/>
          </w:tcPr>
          <w:p w14:paraId="5AEB210C" w14:textId="2B718364" w:rsidR="00F859AC" w:rsidRPr="00F859AC" w:rsidRDefault="00F859AC" w:rsidP="00F859AC">
            <w:pPr>
              <w:pStyle w:val="NormalTab"/>
            </w:pPr>
            <w:r w:rsidRPr="00F859AC">
              <w:t>Vedoucí dodavatel účastníka:</w:t>
            </w:r>
          </w:p>
        </w:tc>
        <w:tc>
          <w:tcPr>
            <w:tcW w:w="5380" w:type="dxa"/>
          </w:tcPr>
          <w:p w14:paraId="443D2591" w14:textId="77777777" w:rsidR="00F859AC" w:rsidRPr="00F859AC" w:rsidRDefault="00F859AC" w:rsidP="00F859AC">
            <w:pPr>
              <w:pStyle w:val="NormalTab"/>
              <w:rPr>
                <w:color w:val="828A8D"/>
              </w:rPr>
            </w:pPr>
            <w:r w:rsidRPr="00F859AC">
              <w:rPr>
                <w:color w:val="828A8D"/>
              </w:rPr>
              <w:t>DOPLNÍ ÚČASTNÍK</w:t>
            </w:r>
          </w:p>
          <w:p w14:paraId="6D79B96C" w14:textId="04CEB439" w:rsidR="00F859AC" w:rsidRPr="00F859AC" w:rsidRDefault="00F859AC" w:rsidP="00F859AC">
            <w:pPr>
              <w:pStyle w:val="NormalTab"/>
              <w:rPr>
                <w:color w:val="828A8D"/>
              </w:rPr>
            </w:pPr>
            <w:r w:rsidRPr="00F859AC">
              <w:rPr>
                <w:color w:val="828A8D"/>
              </w:rPr>
              <w:t xml:space="preserve">Pokud se dodavatel sdruží s další právnickou osobou (více právnickými osobami) nebo fyzickou osobou (více fyzickými osobami) za účelem společného podání žádosti o účast uvede zde identifikační údaje vedoucího dodavatele sdružení – obchodní firmu (název)/ jméno a příjmení vedoucího dodavatele sdružení. </w:t>
            </w:r>
          </w:p>
          <w:p w14:paraId="71CB590B" w14:textId="77777777" w:rsidR="00F859AC" w:rsidRPr="00F859AC" w:rsidRDefault="00F859AC" w:rsidP="00F859AC">
            <w:pPr>
              <w:pStyle w:val="NormalTab"/>
              <w:rPr>
                <w:color w:val="828A8D"/>
                <w:u w:val="single"/>
              </w:rPr>
            </w:pPr>
            <w:r w:rsidRPr="00F859AC">
              <w:rPr>
                <w:color w:val="828A8D"/>
                <w:u w:val="single"/>
              </w:rPr>
              <w:t>Modelový příklad vyplnění</w:t>
            </w:r>
            <w:r w:rsidRPr="00F54E56">
              <w:rPr>
                <w:color w:val="828A8D"/>
              </w:rPr>
              <w:t>:</w:t>
            </w:r>
          </w:p>
          <w:p w14:paraId="21240218" w14:textId="77777777" w:rsidR="00F859AC" w:rsidRPr="00F859AC" w:rsidRDefault="00F859AC" w:rsidP="00F859AC">
            <w:pPr>
              <w:pStyle w:val="NormalTab"/>
              <w:rPr>
                <w:color w:val="828A8D"/>
              </w:rPr>
            </w:pPr>
            <w:r w:rsidRPr="00F859AC">
              <w:rPr>
                <w:color w:val="828A8D"/>
              </w:rPr>
              <w:t xml:space="preserve">Ateliér „A, s.r.o.“ se rozhodne pro podání žádosti o účast sdružit s ateliérem „B, s.r.o.“. Společně si zvolí, že pro účely této Soutěže je vedoucím dodavatelem ateliér „A, s.r.o.“.  </w:t>
            </w:r>
          </w:p>
          <w:p w14:paraId="095FBD21" w14:textId="7D71195F" w:rsidR="00F859AC" w:rsidRPr="00F859AC" w:rsidRDefault="00F859AC" w:rsidP="00F859AC">
            <w:pPr>
              <w:pStyle w:val="NormalTab"/>
            </w:pPr>
            <w:r w:rsidRPr="00F859AC">
              <w:rPr>
                <w:color w:val="828A8D"/>
              </w:rPr>
              <w:t>V takovém případě zde účastník uvede: „A, s.r.o.“</w:t>
            </w:r>
          </w:p>
        </w:tc>
      </w:tr>
      <w:tr w:rsidR="00F859AC" w14:paraId="7F552601" w14:textId="77777777" w:rsidTr="00BA6D59">
        <w:tc>
          <w:tcPr>
            <w:tcW w:w="2552" w:type="dxa"/>
          </w:tcPr>
          <w:p w14:paraId="1AA07517" w14:textId="37D9861B" w:rsidR="00F859AC" w:rsidRPr="00412B13" w:rsidRDefault="00F859AC" w:rsidP="00BA6D59">
            <w:pPr>
              <w:pStyle w:val="NormalTab"/>
            </w:pPr>
            <w:r w:rsidRPr="00F859AC">
              <w:t>Dodavatelé tvořící účastníka:</w:t>
            </w:r>
          </w:p>
        </w:tc>
        <w:tc>
          <w:tcPr>
            <w:tcW w:w="5380" w:type="dxa"/>
          </w:tcPr>
          <w:p w14:paraId="16B47F27" w14:textId="77777777" w:rsidR="00F54E56" w:rsidRPr="00F54E56" w:rsidRDefault="00F54E56" w:rsidP="00F54E56">
            <w:pPr>
              <w:pStyle w:val="NormalTab"/>
              <w:rPr>
                <w:color w:val="828A8D"/>
              </w:rPr>
            </w:pPr>
            <w:r w:rsidRPr="00F54E56">
              <w:rPr>
                <w:color w:val="828A8D"/>
              </w:rPr>
              <w:t>DOPLNÍ ÚČASTNÍK</w:t>
            </w:r>
          </w:p>
          <w:p w14:paraId="257EBDB5" w14:textId="77777777" w:rsidR="00F54E56" w:rsidRPr="00F54E56" w:rsidRDefault="00F54E56" w:rsidP="00F54E56">
            <w:pPr>
              <w:pStyle w:val="NormalTab"/>
              <w:rPr>
                <w:color w:val="828A8D"/>
              </w:rPr>
            </w:pPr>
            <w:r w:rsidRPr="00F54E56">
              <w:rPr>
                <w:color w:val="828A8D"/>
              </w:rPr>
              <w:t>Pokud se dodavatel sdruží s další právnickou osobou (více právnickými osobami) nebo fyzickou osobou (více fyzickými osobami) za účelem společného podání žádosti o účast uvede zde identifikační údaje (obchodní firma/ název/ jméno a příjmení, sídlo a IČO) všech sdružujících se dodavatelů.</w:t>
            </w:r>
          </w:p>
          <w:p w14:paraId="689FA172" w14:textId="7D8718F7" w:rsidR="00F54E56" w:rsidRPr="00F54E56" w:rsidRDefault="00F54E56" w:rsidP="00F54E56">
            <w:pPr>
              <w:pStyle w:val="NormalTab"/>
              <w:rPr>
                <w:color w:val="828A8D"/>
              </w:rPr>
            </w:pPr>
            <w:r w:rsidRPr="00F54E56">
              <w:rPr>
                <w:color w:val="828A8D"/>
                <w:u w:val="single"/>
              </w:rPr>
              <w:t>Modelový příklad</w:t>
            </w:r>
            <w:r w:rsidRPr="00F54E56">
              <w:rPr>
                <w:color w:val="828A8D"/>
              </w:rPr>
              <w:t xml:space="preserve">: </w:t>
            </w:r>
          </w:p>
          <w:p w14:paraId="4F018594" w14:textId="77777777" w:rsidR="00F54E56" w:rsidRPr="00F54E56" w:rsidRDefault="00F54E56" w:rsidP="00F54E56">
            <w:pPr>
              <w:pStyle w:val="NormalTab"/>
              <w:rPr>
                <w:color w:val="828A8D"/>
              </w:rPr>
            </w:pPr>
            <w:r w:rsidRPr="00F54E56">
              <w:rPr>
                <w:color w:val="828A8D"/>
              </w:rPr>
              <w:t>1)  A, s.r.o.</w:t>
            </w:r>
          </w:p>
          <w:p w14:paraId="086E5F94" w14:textId="77777777" w:rsidR="00F54E56" w:rsidRPr="00F54E56" w:rsidRDefault="00F54E56" w:rsidP="00F54E56">
            <w:pPr>
              <w:pStyle w:val="NormalTab"/>
              <w:rPr>
                <w:color w:val="828A8D"/>
              </w:rPr>
            </w:pPr>
            <w:r w:rsidRPr="00F54E56">
              <w:rPr>
                <w:color w:val="828A8D"/>
              </w:rPr>
              <w:t xml:space="preserve">     sídlo: XXXX, PSČ: XXX</w:t>
            </w:r>
          </w:p>
          <w:p w14:paraId="0D5557F5" w14:textId="77777777" w:rsidR="00F54E56" w:rsidRPr="00F54E56" w:rsidRDefault="00F54E56" w:rsidP="00F54E56">
            <w:pPr>
              <w:pStyle w:val="NormalTab"/>
              <w:rPr>
                <w:color w:val="828A8D"/>
              </w:rPr>
            </w:pPr>
            <w:r w:rsidRPr="00F54E56">
              <w:rPr>
                <w:color w:val="828A8D"/>
              </w:rPr>
              <w:t xml:space="preserve">     IČO: XXX XX XXX</w:t>
            </w:r>
          </w:p>
          <w:p w14:paraId="3408317C" w14:textId="77777777" w:rsidR="00F54E56" w:rsidRPr="00F54E56" w:rsidRDefault="00F54E56" w:rsidP="00F54E56">
            <w:pPr>
              <w:pStyle w:val="NormalTab"/>
              <w:rPr>
                <w:color w:val="828A8D"/>
              </w:rPr>
            </w:pPr>
            <w:r w:rsidRPr="00F54E56">
              <w:rPr>
                <w:color w:val="828A8D"/>
              </w:rPr>
              <w:t>2)  B, s.r.o.</w:t>
            </w:r>
          </w:p>
          <w:p w14:paraId="395F3F8F" w14:textId="77777777" w:rsidR="00F54E56" w:rsidRPr="00F54E56" w:rsidRDefault="00F54E56" w:rsidP="00F54E56">
            <w:pPr>
              <w:pStyle w:val="NormalTab"/>
              <w:rPr>
                <w:color w:val="828A8D"/>
              </w:rPr>
            </w:pPr>
            <w:r w:rsidRPr="00F54E56">
              <w:rPr>
                <w:color w:val="828A8D"/>
              </w:rPr>
              <w:t xml:space="preserve">     sídlo: XXXX, PSČ: XXX</w:t>
            </w:r>
          </w:p>
          <w:p w14:paraId="18B8A9C2" w14:textId="16161ECD" w:rsidR="00F859AC" w:rsidRPr="00F54E56" w:rsidRDefault="00F54E56" w:rsidP="00F54E56">
            <w:pPr>
              <w:pStyle w:val="NormalTab"/>
              <w:rPr>
                <w:color w:val="828A8D"/>
              </w:rPr>
            </w:pPr>
            <w:r w:rsidRPr="00F54E56">
              <w:rPr>
                <w:color w:val="828A8D"/>
              </w:rPr>
              <w:t xml:space="preserve">     IČO: XXX XX XXX</w:t>
            </w:r>
          </w:p>
        </w:tc>
      </w:tr>
      <w:tr w:rsidR="00F859AC" w14:paraId="59D504FC" w14:textId="77777777" w:rsidTr="00BA6D59">
        <w:tc>
          <w:tcPr>
            <w:tcW w:w="2552" w:type="dxa"/>
          </w:tcPr>
          <w:p w14:paraId="009FECDA" w14:textId="77777777" w:rsidR="00F859AC" w:rsidRPr="00412B13" w:rsidRDefault="00F859AC" w:rsidP="00BA6D59">
            <w:pPr>
              <w:pStyle w:val="NormalTab"/>
            </w:pPr>
            <w:r w:rsidRPr="00412B13">
              <w:t>Kontaktní osoba:</w:t>
            </w:r>
          </w:p>
        </w:tc>
        <w:tc>
          <w:tcPr>
            <w:tcW w:w="5380" w:type="dxa"/>
          </w:tcPr>
          <w:p w14:paraId="124E1DAC" w14:textId="77777777" w:rsidR="00F859AC" w:rsidRPr="00F45237" w:rsidRDefault="00F859AC" w:rsidP="00BA6D59">
            <w:pPr>
              <w:pStyle w:val="NormalTab"/>
              <w:rPr>
                <w:color w:val="828A8D"/>
              </w:rPr>
            </w:pPr>
            <w:r w:rsidRPr="00F45237">
              <w:rPr>
                <w:color w:val="828A8D"/>
              </w:rPr>
              <w:t>DOPLNÍ ÚČASTNÍK</w:t>
            </w:r>
          </w:p>
        </w:tc>
      </w:tr>
      <w:tr w:rsidR="00F859AC" w14:paraId="72AEDE07" w14:textId="77777777" w:rsidTr="00BA6D59">
        <w:tc>
          <w:tcPr>
            <w:tcW w:w="2552" w:type="dxa"/>
          </w:tcPr>
          <w:p w14:paraId="5C2D110C" w14:textId="77777777" w:rsidR="00F859AC" w:rsidRPr="00412B13" w:rsidRDefault="00F859AC" w:rsidP="00BA6D59">
            <w:pPr>
              <w:pStyle w:val="NormalTab"/>
            </w:pPr>
            <w:r w:rsidRPr="00412B13">
              <w:t>Telefonní číslo:</w:t>
            </w:r>
          </w:p>
        </w:tc>
        <w:tc>
          <w:tcPr>
            <w:tcW w:w="5380" w:type="dxa"/>
          </w:tcPr>
          <w:p w14:paraId="47F3E542" w14:textId="77777777" w:rsidR="00F859AC" w:rsidRPr="00F45237" w:rsidRDefault="00F859AC" w:rsidP="00BA6D59">
            <w:pPr>
              <w:pStyle w:val="NormalTab"/>
              <w:contextualSpacing w:val="0"/>
              <w:rPr>
                <w:color w:val="828A8D"/>
              </w:rPr>
            </w:pPr>
            <w:r w:rsidRPr="00F45237">
              <w:rPr>
                <w:color w:val="828A8D"/>
              </w:rPr>
              <w:t>DOPLNÍ ÚČASTNÍK</w:t>
            </w:r>
          </w:p>
        </w:tc>
      </w:tr>
      <w:tr w:rsidR="00F859AC" w:rsidRPr="00E26D37" w14:paraId="7DADC000" w14:textId="77777777" w:rsidTr="00BA6D59">
        <w:tc>
          <w:tcPr>
            <w:tcW w:w="2552" w:type="dxa"/>
          </w:tcPr>
          <w:p w14:paraId="3988B691" w14:textId="77777777" w:rsidR="00F859AC" w:rsidRPr="00412B13" w:rsidRDefault="00F859AC" w:rsidP="00BA6D59">
            <w:pPr>
              <w:pStyle w:val="NormalTab"/>
            </w:pPr>
            <w:r w:rsidRPr="00412B13">
              <w:t>E-mail:</w:t>
            </w:r>
          </w:p>
        </w:tc>
        <w:tc>
          <w:tcPr>
            <w:tcW w:w="5380" w:type="dxa"/>
          </w:tcPr>
          <w:p w14:paraId="4CD0B49D" w14:textId="77777777" w:rsidR="00F859AC" w:rsidRPr="00F45237" w:rsidRDefault="00F859AC" w:rsidP="00BA6D59">
            <w:pPr>
              <w:pStyle w:val="NormalTab"/>
              <w:contextualSpacing w:val="0"/>
              <w:rPr>
                <w:color w:val="828A8D"/>
              </w:rPr>
            </w:pPr>
            <w:r w:rsidRPr="00F45237">
              <w:rPr>
                <w:color w:val="828A8D"/>
              </w:rPr>
              <w:t>DOPLNÍ ÚČASTNÍK</w:t>
            </w:r>
          </w:p>
        </w:tc>
      </w:tr>
    </w:tbl>
    <w:p w14:paraId="0DABBF75" w14:textId="77777777" w:rsidR="00F859AC" w:rsidRDefault="00F859AC" w:rsidP="00F859AC">
      <w:r w:rsidRPr="00B12AF2">
        <w:lastRenderedPageBreak/>
        <w:t>(„</w:t>
      </w:r>
      <w:r w:rsidRPr="00B12AF2">
        <w:rPr>
          <w:b/>
          <w:bCs/>
        </w:rPr>
        <w:t>Účastník</w:t>
      </w:r>
      <w:r w:rsidRPr="00B12AF2">
        <w:t>“)</w:t>
      </w:r>
    </w:p>
    <w:p w14:paraId="10DC9DEF" w14:textId="77777777" w:rsidR="00F859AC" w:rsidRDefault="00F859AC" w:rsidP="00F859AC">
      <w:r w:rsidRPr="00E91DF9">
        <w:t>Účastník tímto pro účely účasti v soutěži, jejímž zadavatelem je město Chodov („Zadavatel“) čestně prohlašuje, že:</w:t>
      </w:r>
    </w:p>
    <w:p w14:paraId="7AA396AA" w14:textId="77777777" w:rsidR="00F859AC" w:rsidRPr="00F54E56" w:rsidRDefault="00F859AC" w:rsidP="00F54E56">
      <w:pPr>
        <w:pStyle w:val="slovanseznam2"/>
        <w:numPr>
          <w:ilvl w:val="1"/>
          <w:numId w:val="14"/>
        </w:numPr>
        <w:rPr>
          <w:b/>
          <w:bCs/>
        </w:rPr>
      </w:pPr>
      <w:r w:rsidRPr="00F54E56">
        <w:rPr>
          <w:b/>
          <w:bCs/>
        </w:rPr>
        <w:t xml:space="preserve">splňuje podmínku účasti dle odst. 4.1.1. a) soutěžních podmínek soutěže, tj. že: </w:t>
      </w:r>
    </w:p>
    <w:p w14:paraId="70D7E47A" w14:textId="7D25A9B7" w:rsidR="00F859AC" w:rsidRDefault="00F54E56" w:rsidP="00F859AC">
      <w:pPr>
        <w:ind w:left="360"/>
      </w:pPr>
      <w:r w:rsidRPr="00F54E56">
        <w:t>Účastník (resp. každý ze sdružujících se dodavatelů), ani nikdo z autorů či spoluautorů nebo jejich spolupracovníků, kteří se budou podílet na zpracování soutěžního návrhu, a je-li Účastník (či kterýkoliv ze sdružujících se dodavatelů) právnickou osobou, pak ani statutární orgán či jakýkoliv člen tohoto statutárního orgánu:</w:t>
      </w:r>
    </w:p>
    <w:p w14:paraId="25650BBE" w14:textId="0C9264D1" w:rsidR="00F859AC" w:rsidRDefault="00C2432F" w:rsidP="00F859AC">
      <w:pPr>
        <w:pStyle w:val="slovanseznam3"/>
      </w:pPr>
      <w:r w:rsidRPr="00C2432F">
        <w:t>se bezprostředně nezúčastnil přípravy soutěžních podmínek, zadání, či jejich jakékoliv části a na vyhlášení soutěže o návrh s výjimkou osob, které připravovaly mapové nebo analytické podklady</w:t>
      </w:r>
      <w:r w:rsidR="00F859AC">
        <w:t>;</w:t>
      </w:r>
    </w:p>
    <w:p w14:paraId="30802F66" w14:textId="4776C965" w:rsidR="00F859AC" w:rsidRDefault="00C2432F" w:rsidP="00F859AC">
      <w:pPr>
        <w:pStyle w:val="slovanseznam3"/>
      </w:pPr>
      <w:r w:rsidRPr="00C2432F">
        <w:t>není řádným členem nebo náhradníkem poroty, sekretářem soutěže, přezkušovatelem soutěžních návrhů nebo přizvaným odborníkem této soutěže</w:t>
      </w:r>
      <w:r w:rsidR="00F859AC">
        <w:t xml:space="preserve">; </w:t>
      </w:r>
    </w:p>
    <w:p w14:paraId="40A71872" w14:textId="7D899AE7" w:rsidR="00F859AC" w:rsidRDefault="00602028" w:rsidP="00F859AC">
      <w:pPr>
        <w:pStyle w:val="slovanseznam3"/>
      </w:pPr>
      <w:r w:rsidRPr="00602028">
        <w:t>není manželem, registrovaným partnerem, příbuzným, sešvagřeným v prvním stupni, trvalým projektovým partnerem, bezprostředním nadřízeným či spolupracovníkem osob uvedených v bodech 1. a 2. výše, pokud jsou tyto osoby uvedeny v soutěžních podmínkách</w:t>
      </w:r>
      <w:r w:rsidR="00F859AC">
        <w:t xml:space="preserve">; </w:t>
      </w:r>
    </w:p>
    <w:p w14:paraId="6561B6B0" w14:textId="5F13A938" w:rsidR="00F859AC" w:rsidRPr="00E91DF9" w:rsidRDefault="00602028" w:rsidP="00F859AC">
      <w:pPr>
        <w:pStyle w:val="slovanseznam3"/>
        <w:rPr>
          <w:b/>
          <w:bCs/>
        </w:rPr>
      </w:pPr>
      <w:r w:rsidRPr="00602028">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a schvalování uzavření Smlouvy</w:t>
      </w:r>
      <w:r w:rsidR="00F859AC" w:rsidRPr="00E91DF9">
        <w:rPr>
          <w:b/>
          <w:bCs/>
        </w:rPr>
        <w:t>;</w:t>
      </w:r>
    </w:p>
    <w:p w14:paraId="70AA5FA4" w14:textId="77777777" w:rsidR="00F859AC" w:rsidRPr="00E91DF9" w:rsidRDefault="00F859AC" w:rsidP="00F859AC">
      <w:pPr>
        <w:pStyle w:val="slovanseznam2"/>
        <w:rPr>
          <w:b/>
          <w:bCs/>
        </w:rPr>
      </w:pPr>
      <w:r w:rsidRPr="00E91DF9">
        <w:rPr>
          <w:b/>
          <w:bCs/>
        </w:rPr>
        <w:t>splňuje podmínku účasti dle odst. 4.1.1. b) soutěžních podmínek, tj. že:</w:t>
      </w:r>
    </w:p>
    <w:p w14:paraId="53241162" w14:textId="77777777" w:rsidR="00F859AC" w:rsidRDefault="00F859AC" w:rsidP="00F859AC">
      <w:pPr>
        <w:pBdr>
          <w:top w:val="nil"/>
          <w:left w:val="nil"/>
          <w:bottom w:val="nil"/>
          <w:right w:val="nil"/>
          <w:between w:val="nil"/>
        </w:pBdr>
        <w:spacing w:after="0" w:line="264" w:lineRule="auto"/>
        <w:ind w:left="567"/>
        <w:rPr>
          <w:b/>
          <w:color w:val="000000"/>
          <w:sz w:val="10"/>
          <w:szCs w:val="10"/>
        </w:rPr>
      </w:pPr>
    </w:p>
    <w:p w14:paraId="58F359CF" w14:textId="77777777" w:rsidR="009F7972" w:rsidRDefault="009F7972" w:rsidP="009F7972">
      <w:pPr>
        <w:pStyle w:val="slovanseznam3"/>
        <w:spacing w:after="0"/>
      </w:pPr>
      <w: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0AC93BD6" w14:textId="77777777" w:rsidR="009F7972" w:rsidRDefault="009F7972" w:rsidP="009F7972">
      <w:pPr>
        <w:spacing w:after="0"/>
        <w:ind w:left="851"/>
      </w:pPr>
      <w:r>
        <w:t xml:space="preserve">a je-li Účastník právnickou osobou, pak Účastník zároveň prohlašuje, že podmínku dle bodu B) 1. výše splňuje jak tato právnická osoba, tak její statutární orgán nebo každý člen statutárního orgánu, </w:t>
      </w:r>
    </w:p>
    <w:p w14:paraId="650927DA" w14:textId="77777777" w:rsidR="009F7972" w:rsidRDefault="009F7972" w:rsidP="009F7972">
      <w:pPr>
        <w:spacing w:after="0"/>
        <w:ind w:left="851"/>
      </w:pPr>
      <w:r>
        <w:t xml:space="preserve">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 </w:t>
      </w:r>
    </w:p>
    <w:p w14:paraId="2B4ACF5B" w14:textId="77777777" w:rsidR="009F7972" w:rsidRDefault="009F7972" w:rsidP="009F7972">
      <w:pPr>
        <w:spacing w:after="0"/>
        <w:ind w:left="851"/>
      </w:pPr>
      <w:r>
        <w:lastRenderedPageBreak/>
        <w:t xml:space="preserve">a je-li Účastník pobočkou závodu zahraniční právnické osoby, pak Účastník zároveň prohlašuje, že dle bodu B) 1. výše splňuje jak tato právnická osoba, tak vedoucí pobočky závodu, </w:t>
      </w:r>
    </w:p>
    <w:p w14:paraId="7D53F98F" w14:textId="200EF432" w:rsidR="00F859AC" w:rsidRPr="00E91DF9" w:rsidRDefault="009F7972" w:rsidP="009F7972">
      <w:pPr>
        <w:ind w:left="851"/>
      </w:pPr>
      <w:r>
        <w:t>a je-li Účastník pobočkou závodu české právnické osoby, pak Účastník zároveň prohlašuje, že dle bodu B) 1. výše splňuje jak tato právnická osoba, tak její statutární orgán nebo každý člen statutárního orgánu, a vedoucí pobočky závodu;</w:t>
      </w:r>
    </w:p>
    <w:p w14:paraId="5726DC9A" w14:textId="4E88D8AA" w:rsidR="009F7972" w:rsidRDefault="009F7972" w:rsidP="009F7972">
      <w:pPr>
        <w:pStyle w:val="slovanseznam3"/>
      </w:pPr>
      <w:r>
        <w:t>nemá v České republice nebo v zemi svého sídla v evidenci daní zachycen splatný daňový nedoplatek, a to i ve vztahu ke spotřební dani;</w:t>
      </w:r>
    </w:p>
    <w:p w14:paraId="08E9D1D8" w14:textId="77777777" w:rsidR="009F7972" w:rsidRDefault="009F7972" w:rsidP="009F7972">
      <w:pPr>
        <w:pStyle w:val="slovanseznam3"/>
      </w:pPr>
      <w:r>
        <w:t>nemá v České republice nebo v zemi svého sídla splatný nedoplatek na pojistném nebo na penále na veřejné zdravotní pojištění;</w:t>
      </w:r>
    </w:p>
    <w:p w14:paraId="0D241367" w14:textId="77777777" w:rsidR="009F7972" w:rsidRDefault="009F7972" w:rsidP="009F7972">
      <w:pPr>
        <w:pStyle w:val="slovanseznam3"/>
      </w:pPr>
      <w:r>
        <w:t>nemá v České republice nebo v zemi svého sídla splatný nedoplatek na pojistném nebo na penále na sociální zabezpečení a příspěvku na státní politiku zaměstnanosti;</w:t>
      </w:r>
    </w:p>
    <w:p w14:paraId="033540A0" w14:textId="3C091848" w:rsidR="00F859AC" w:rsidRDefault="009F7972" w:rsidP="009F7972">
      <w:pPr>
        <w:pStyle w:val="slovanseznam3"/>
      </w:pPr>
      <w:r>
        <w:t>není v likvidaci, proti němuž nebylo vydáno rozhodnutí o úpadku, vůči němuž nebyla nařízena nucená správa podle jiného právního předpisu nebo v obdobné situaci podle právního řádu země sídla Účastníka</w:t>
      </w:r>
      <w:r w:rsidR="00F859AC">
        <w:t>;</w:t>
      </w:r>
    </w:p>
    <w:p w14:paraId="2CFCFB8A" w14:textId="5A256E31" w:rsidR="00F859AC" w:rsidRPr="00F6689A" w:rsidRDefault="00F859AC" w:rsidP="00F859AC">
      <w:pPr>
        <w:pStyle w:val="slovanseznam2"/>
        <w:rPr>
          <w:b/>
          <w:bCs/>
        </w:rPr>
      </w:pPr>
      <w:r w:rsidRPr="00F6689A">
        <w:rPr>
          <w:b/>
          <w:bCs/>
        </w:rPr>
        <w:t>je zapsán v obchodním rejstříku České republiky</w:t>
      </w:r>
      <w:r w:rsidR="00DA7854">
        <w:rPr>
          <w:b/>
          <w:bCs/>
        </w:rPr>
        <w:t>:</w:t>
      </w:r>
      <w:r w:rsidRPr="00F6689A">
        <w:rPr>
          <w:b/>
          <w:bCs/>
        </w:rPr>
        <w:t xml:space="preserve"> </w:t>
      </w:r>
      <w:r w:rsidRPr="009F7972">
        <w:rPr>
          <w:b/>
          <w:bCs/>
          <w:color w:val="828A8D"/>
        </w:rPr>
        <w:t>ANO/NE</w:t>
      </w:r>
      <w:r w:rsidRPr="00F6689A">
        <w:rPr>
          <w:b/>
          <w:bCs/>
        </w:rPr>
        <w:t xml:space="preserve"> </w:t>
      </w:r>
    </w:p>
    <w:p w14:paraId="4017B912" w14:textId="77777777" w:rsidR="009F7972" w:rsidRPr="009F7972" w:rsidRDefault="009F7972" w:rsidP="009F7972">
      <w:pPr>
        <w:ind w:left="360"/>
        <w:rPr>
          <w:color w:val="828A8D"/>
        </w:rPr>
      </w:pPr>
      <w:r w:rsidRPr="009F7972">
        <w:rPr>
          <w:color w:val="828A8D"/>
        </w:rPr>
        <w:t>Účastník je sdružen z vícero právnických či fyzických osob.  Pokud je sdružující se dodavatel českou právnickou osobou ponechá výše možnost „ANO“ a variantu „NE“ odstraní. Pokud je sdružující se dodavatel českou fyzickou osobou, ponechá výše možnost „NE“ a variantu „ANO“ odstraní. Pokud je sdružující se dodavatel zahraniční právnickou/ fyzickou osobou, vždy ponechá výše možnost „NE“ a variantu „ANO“ odstraní.</w:t>
      </w:r>
    </w:p>
    <w:p w14:paraId="6923ABF2" w14:textId="77777777" w:rsidR="009F7972" w:rsidRPr="009F7972" w:rsidRDefault="009F7972" w:rsidP="009F7972">
      <w:pPr>
        <w:spacing w:after="0"/>
        <w:ind w:left="357"/>
        <w:rPr>
          <w:color w:val="828A8D"/>
        </w:rPr>
      </w:pPr>
      <w:r w:rsidRPr="009F7972">
        <w:rPr>
          <w:color w:val="828A8D"/>
          <w:u w:val="single"/>
        </w:rPr>
        <w:t>Modelový příklad vyplnění</w:t>
      </w:r>
      <w:r w:rsidRPr="009F7972">
        <w:rPr>
          <w:color w:val="828A8D"/>
        </w:rPr>
        <w:t xml:space="preserve">: </w:t>
      </w:r>
    </w:p>
    <w:p w14:paraId="18885CE6" w14:textId="77777777" w:rsidR="009F7972" w:rsidRPr="009F7972" w:rsidRDefault="009F7972" w:rsidP="009F7972">
      <w:pPr>
        <w:spacing w:after="0"/>
        <w:ind w:left="357"/>
        <w:rPr>
          <w:color w:val="828A8D"/>
        </w:rPr>
      </w:pPr>
      <w:r w:rsidRPr="009F7972">
        <w:rPr>
          <w:color w:val="828A8D"/>
        </w:rPr>
        <w:t xml:space="preserve">1) Ateliér „A, s.r.o.“ se rozhodne pro podání žádosti o účast sdružit s ateliérem „B, s.r.o.“. Oba sdružující se dodavatelé jsou českými právnickými osobami. Vyplnění bodu C bude v takovém případě následující: </w:t>
      </w:r>
    </w:p>
    <w:p w14:paraId="4260B24E" w14:textId="6B88B9B0" w:rsidR="009F7972" w:rsidRPr="009F7972" w:rsidRDefault="009F7972" w:rsidP="009F7972">
      <w:pPr>
        <w:spacing w:after="0"/>
        <w:ind w:left="357"/>
        <w:rPr>
          <w:color w:val="828A8D"/>
        </w:rPr>
      </w:pPr>
      <w:r w:rsidRPr="009F7972">
        <w:rPr>
          <w:color w:val="828A8D"/>
        </w:rPr>
        <w:t xml:space="preserve">A, s.r.o.: </w:t>
      </w:r>
      <w:r w:rsidRPr="00DA7854">
        <w:rPr>
          <w:b/>
          <w:bCs/>
          <w:color w:val="828A8D"/>
        </w:rPr>
        <w:t xml:space="preserve">je zapsán v obchodním rejstříku České republiky: </w:t>
      </w:r>
      <w:r w:rsidRPr="00DA7854">
        <w:rPr>
          <w:b/>
          <w:bCs/>
          <w:color w:val="828A8D"/>
        </w:rPr>
        <w:tab/>
      </w:r>
      <w:r w:rsidR="00DA7854">
        <w:rPr>
          <w:b/>
          <w:bCs/>
          <w:color w:val="828A8D"/>
        </w:rPr>
        <w:tab/>
      </w:r>
      <w:r w:rsidRPr="00DA7854">
        <w:rPr>
          <w:b/>
          <w:bCs/>
          <w:color w:val="828A8D"/>
        </w:rPr>
        <w:t>ANO</w:t>
      </w:r>
    </w:p>
    <w:p w14:paraId="12A53082" w14:textId="77488E9E" w:rsidR="009F7972" w:rsidRPr="00DA7854" w:rsidRDefault="009F7972" w:rsidP="009F7972">
      <w:pPr>
        <w:ind w:left="360"/>
        <w:rPr>
          <w:b/>
          <w:bCs/>
          <w:color w:val="828A8D"/>
        </w:rPr>
      </w:pPr>
      <w:r w:rsidRPr="009F7972">
        <w:rPr>
          <w:color w:val="828A8D"/>
        </w:rPr>
        <w:t xml:space="preserve">B, s.r.o.: </w:t>
      </w:r>
      <w:r w:rsidRPr="00DA7854">
        <w:rPr>
          <w:b/>
          <w:bCs/>
          <w:color w:val="828A8D"/>
        </w:rPr>
        <w:t xml:space="preserve">je zapsán v obchodním rejstříku České republiky: </w:t>
      </w:r>
      <w:r w:rsidRPr="00DA7854">
        <w:rPr>
          <w:b/>
          <w:bCs/>
          <w:color w:val="828A8D"/>
        </w:rPr>
        <w:tab/>
      </w:r>
      <w:r w:rsidR="00DA7854">
        <w:rPr>
          <w:b/>
          <w:bCs/>
          <w:color w:val="828A8D"/>
        </w:rPr>
        <w:tab/>
      </w:r>
      <w:r w:rsidRPr="00DA7854">
        <w:rPr>
          <w:b/>
          <w:bCs/>
          <w:color w:val="828A8D"/>
        </w:rPr>
        <w:t>ANO</w:t>
      </w:r>
    </w:p>
    <w:p w14:paraId="66429A5B" w14:textId="77777777" w:rsidR="009F7972" w:rsidRPr="009F7972" w:rsidRDefault="009F7972" w:rsidP="004C4F11">
      <w:pPr>
        <w:spacing w:after="0"/>
        <w:ind w:left="357"/>
        <w:rPr>
          <w:color w:val="828A8D"/>
        </w:rPr>
      </w:pPr>
      <w:r w:rsidRPr="009F7972">
        <w:rPr>
          <w:color w:val="828A8D"/>
        </w:rPr>
        <w:t xml:space="preserve">2) Ateliér „A, s.r.o.“ se rozhodne pro podání žádosti o účast sdružit s fyzickou osobou „Ing. arch. XXX“. Ateliér „A, s.r.o.“  je českou právnickou osobou. „Ing. arch. XXX“ je českou fyzickou osobou. Vyplnění bodu C bude v takovém případě následující: </w:t>
      </w:r>
    </w:p>
    <w:p w14:paraId="24287891" w14:textId="6901222B" w:rsidR="009F7972" w:rsidRPr="009F7972" w:rsidRDefault="009F7972" w:rsidP="004C4F11">
      <w:pPr>
        <w:spacing w:after="0"/>
        <w:ind w:left="357"/>
        <w:rPr>
          <w:color w:val="828A8D"/>
        </w:rPr>
      </w:pPr>
      <w:r w:rsidRPr="009F7972">
        <w:rPr>
          <w:color w:val="828A8D"/>
        </w:rPr>
        <w:t xml:space="preserve">A, s.r.o.: </w:t>
      </w:r>
      <w:r w:rsidRPr="00DA7854">
        <w:rPr>
          <w:b/>
          <w:bCs/>
          <w:color w:val="828A8D"/>
        </w:rPr>
        <w:t xml:space="preserve">je zapsán v obchodním rejstříku České republiky: </w:t>
      </w:r>
      <w:r w:rsidRPr="00DA7854">
        <w:rPr>
          <w:b/>
          <w:bCs/>
          <w:color w:val="828A8D"/>
        </w:rPr>
        <w:tab/>
      </w:r>
      <w:r w:rsidR="00DA7854">
        <w:rPr>
          <w:b/>
          <w:bCs/>
          <w:color w:val="828A8D"/>
        </w:rPr>
        <w:tab/>
      </w:r>
      <w:r w:rsidRPr="00DA7854">
        <w:rPr>
          <w:b/>
          <w:bCs/>
          <w:color w:val="828A8D"/>
        </w:rPr>
        <w:t>ANO</w:t>
      </w:r>
    </w:p>
    <w:p w14:paraId="004AA692" w14:textId="7F52F717" w:rsidR="00F859AC" w:rsidRPr="00F6689A" w:rsidRDefault="009F7972" w:rsidP="009F7972">
      <w:pPr>
        <w:ind w:left="360"/>
        <w:rPr>
          <w:color w:val="828A8D"/>
        </w:rPr>
      </w:pPr>
      <w:r w:rsidRPr="009F7972">
        <w:rPr>
          <w:color w:val="828A8D"/>
        </w:rPr>
        <w:t xml:space="preserve">Ing. arch. XXX </w:t>
      </w:r>
      <w:r w:rsidRPr="00DA7854">
        <w:rPr>
          <w:b/>
          <w:bCs/>
          <w:color w:val="828A8D"/>
        </w:rPr>
        <w:t xml:space="preserve">je zapsán v obchodním rejstříku České republiky: </w:t>
      </w:r>
      <w:r w:rsidR="004C4F11" w:rsidRPr="00DA7854">
        <w:rPr>
          <w:b/>
          <w:bCs/>
          <w:color w:val="828A8D"/>
        </w:rPr>
        <w:tab/>
      </w:r>
      <w:r w:rsidRPr="00DA7854">
        <w:rPr>
          <w:b/>
          <w:bCs/>
          <w:color w:val="828A8D"/>
        </w:rPr>
        <w:t>NE</w:t>
      </w:r>
      <w:r w:rsidR="00F859AC" w:rsidRPr="00DA7854">
        <w:rPr>
          <w:b/>
          <w:bCs/>
          <w:color w:val="828A8D"/>
        </w:rPr>
        <w:t>.</w:t>
      </w:r>
    </w:p>
    <w:p w14:paraId="4AE4D374" w14:textId="77777777" w:rsidR="00F859AC" w:rsidRPr="00A765DC" w:rsidRDefault="00F859AC" w:rsidP="00F859AC">
      <w:pPr>
        <w:pStyle w:val="slovanseznam2"/>
        <w:rPr>
          <w:b/>
          <w:bCs/>
        </w:rPr>
      </w:pPr>
      <w:r w:rsidRPr="00A765DC">
        <w:rPr>
          <w:b/>
          <w:bCs/>
        </w:rPr>
        <w:t xml:space="preserve">prohlašuje, že </w:t>
      </w:r>
    </w:p>
    <w:p w14:paraId="4790ED9F" w14:textId="77777777" w:rsidR="00F859AC" w:rsidRDefault="00F859AC" w:rsidP="00F859AC">
      <w:pPr>
        <w:pStyle w:val="slovanseznam3"/>
      </w:pPr>
      <w:r>
        <w:t>proti němu, jeho přímým či nepřímým vlastníkům, ani jeho poddodavatelům (včetně jejich přímých nebo nepřímých vlastníků), kteří mu jsou ke dni podání nabídky známi, nejsou uvaleny</w:t>
      </w:r>
    </w:p>
    <w:p w14:paraId="1DF8C4E1" w14:textId="77777777" w:rsidR="00F859AC" w:rsidRDefault="00F859AC" w:rsidP="00DA7854">
      <w:pPr>
        <w:pStyle w:val="lnek5"/>
        <w:numPr>
          <w:ilvl w:val="5"/>
          <w:numId w:val="15"/>
        </w:numPr>
      </w:pPr>
      <w:r>
        <w:t>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nebo</w:t>
      </w:r>
    </w:p>
    <w:p w14:paraId="6BA5B697" w14:textId="77777777" w:rsidR="00F859AC" w:rsidRDefault="00F859AC" w:rsidP="00DA7854">
      <w:pPr>
        <w:pStyle w:val="lnek5"/>
        <w:numPr>
          <w:ilvl w:val="5"/>
          <w:numId w:val="15"/>
        </w:numPr>
        <w:ind w:left="1321" w:hanging="357"/>
      </w:pPr>
      <w:r>
        <w:t>jiné aplikovatelné sankce platné v České republice nebo zemi sídla dodavatele, kterými je sledován stejný účel jako těmi ze Základních nařízení;</w:t>
      </w:r>
    </w:p>
    <w:p w14:paraId="4F5AAA4D" w14:textId="77777777" w:rsidR="00F859AC" w:rsidRDefault="00F859AC" w:rsidP="00F859AC">
      <w:pPr>
        <w:pStyle w:val="slovanseznam3"/>
      </w:pPr>
      <w:r>
        <w:lastRenderedPageBreak/>
        <w:t>bude-li s ním uzavřena smlouva na veřejnou zakázku, zajistí po celou dobu plnění veřejné zakázky, že</w:t>
      </w:r>
    </w:p>
    <w:p w14:paraId="64443818" w14:textId="77777777" w:rsidR="00F859AC" w:rsidRDefault="00F859AC" w:rsidP="00DA7854">
      <w:pPr>
        <w:pStyle w:val="lnek5"/>
        <w:numPr>
          <w:ilvl w:val="5"/>
          <w:numId w:val="15"/>
        </w:numPr>
        <w:ind w:left="1321" w:hanging="357"/>
      </w:pPr>
      <w:r>
        <w:t>k jejímu plnění nevyužije poddodavatele, na nějž byly takové sankce uvaleny, a to ať už se budou týkat přímo osoby poddodavatele nebo jeho přímých nebo nepřímých vlastníků, a</w:t>
      </w:r>
    </w:p>
    <w:p w14:paraId="2828CEAE" w14:textId="77777777" w:rsidR="00F859AC" w:rsidRDefault="00F859AC" w:rsidP="00DA7854">
      <w:pPr>
        <w:pStyle w:val="lnek5"/>
        <w:numPr>
          <w:ilvl w:val="5"/>
          <w:numId w:val="15"/>
        </w:numPr>
        <w:ind w:left="1321" w:hanging="357"/>
      </w:pPr>
      <w: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14:paraId="408DBA82" w14:textId="77777777" w:rsidR="00F859AC" w:rsidRPr="00F45237" w:rsidRDefault="00F859AC" w:rsidP="00F859AC">
      <w:pPr>
        <w:pStyle w:val="slovanseznam2"/>
        <w:rPr>
          <w:b/>
          <w:bCs/>
        </w:rPr>
      </w:pPr>
      <w:r w:rsidRPr="00F45237">
        <w:rPr>
          <w:b/>
          <w:bCs/>
        </w:rPr>
        <w:t>splňuje podmínku účasti dle odst. 4.1.1. e) soutěžních podmínek, tj. disponuje realizačním týmem složeným (ve smyslu fyzických osob), kteří se budou podílet na přípravě soutěžního návrhu, a v případě, že Účastníkovi bude zadáno plnění smlouvy, tak i na plnění následné zakázky, přičemž:</w:t>
      </w:r>
    </w:p>
    <w:p w14:paraId="1838EA24" w14:textId="6A15CDC7" w:rsidR="00F859AC" w:rsidRDefault="00F859AC" w:rsidP="00F859AC">
      <w:pPr>
        <w:pStyle w:val="slovanseznam3"/>
      </w:pPr>
      <w:r>
        <w:t xml:space="preserve">alespoň jeden z architektů musí být autorizovanou osobou ve smyslu § 4 odst. 2 písm. a) Zákona o výkonu povolání, příp. autorizovanou osobou ve smyslu § 4 odst. 3 Zákona o výkonu povolání, příp. autorizovanou osobou podle práva státu, jehož je občanem nebo v němž má své sídlo, tj. je požadována autorizace ČKA se všeobecnou působností a číselným označením A.0 nebo autorizace ČKA pro obor architektura a číselným označení A.1 </w:t>
      </w:r>
      <w:r w:rsidR="00F07945" w:rsidRPr="00F07945">
        <w:t>autorizace pro obor územní plánování (číselné označení A2) nebo autorizace pro obor krajinářská architektura (číselné označení A3)</w:t>
      </w:r>
      <w:r w:rsidR="00F07945">
        <w:t xml:space="preserve"> </w:t>
      </w:r>
      <w:r>
        <w:t xml:space="preserve">nebo zahraniční ekvivalent (s výjimkou případů, kdy podle právního řádu země, jíž je architekt občanem nebo v níž má architekt své sídlo, se takový doklad nevydává). </w:t>
      </w:r>
    </w:p>
    <w:p w14:paraId="07933255" w14:textId="77777777" w:rsidR="00DA7854" w:rsidRPr="00DA7854" w:rsidRDefault="00DA7854" w:rsidP="00DA7854">
      <w:pPr>
        <w:pStyle w:val="slovanseznam2"/>
      </w:pPr>
      <w:r w:rsidRPr="00DA7854">
        <w:rPr>
          <w:b/>
          <w:bCs/>
        </w:rPr>
        <w:t>prohlašuje, že fyzické a právnické osoby, popřípadě jejich společnosti, nejsou osobami, na něž by dopadaly mezinárodní sankce proti Rusku a Bělorusku v souvislosti se situací na Ukrajině</w:t>
      </w:r>
      <w:r w:rsidRPr="00DA7854">
        <w:t xml:space="preserve">. </w:t>
      </w:r>
    </w:p>
    <w:p w14:paraId="5A7B238B" w14:textId="77777777" w:rsidR="00F859AC" w:rsidRDefault="00F859AC" w:rsidP="00F859AC">
      <w:pPr>
        <w:spacing w:after="0"/>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17"/>
        <w:gridCol w:w="2518"/>
        <w:gridCol w:w="2552"/>
        <w:gridCol w:w="2545"/>
      </w:tblGrid>
      <w:tr w:rsidR="00F859AC" w14:paraId="0A0ADF40" w14:textId="77777777" w:rsidTr="00BA6D59">
        <w:trPr>
          <w:trHeight w:val="357"/>
        </w:trPr>
        <w:tc>
          <w:tcPr>
            <w:tcW w:w="7932" w:type="dxa"/>
            <w:gridSpan w:val="4"/>
          </w:tcPr>
          <w:p w14:paraId="410F7BBD" w14:textId="77777777" w:rsidR="00F859AC" w:rsidRPr="00F45237" w:rsidRDefault="00F859AC" w:rsidP="00BA6D59">
            <w:pPr>
              <w:pStyle w:val="NormalTab"/>
              <w:rPr>
                <w:b/>
                <w:bCs/>
              </w:rPr>
            </w:pPr>
            <w:r w:rsidRPr="00F45237">
              <w:rPr>
                <w:b/>
                <w:bCs/>
              </w:rPr>
              <w:t>Seznam členů realizačního týmu</w:t>
            </w:r>
          </w:p>
        </w:tc>
      </w:tr>
      <w:tr w:rsidR="00F859AC" w14:paraId="77943BD3" w14:textId="77777777" w:rsidTr="00BA6D59">
        <w:trPr>
          <w:trHeight w:val="348"/>
        </w:trPr>
        <w:tc>
          <w:tcPr>
            <w:tcW w:w="317" w:type="dxa"/>
          </w:tcPr>
          <w:p w14:paraId="5E2348B4" w14:textId="77777777" w:rsidR="00F859AC" w:rsidRDefault="00F859AC" w:rsidP="00BA6D59">
            <w:pPr>
              <w:pStyle w:val="NormalTab"/>
            </w:pPr>
          </w:p>
        </w:tc>
        <w:tc>
          <w:tcPr>
            <w:tcW w:w="2518" w:type="dxa"/>
          </w:tcPr>
          <w:p w14:paraId="0AA912E9" w14:textId="77777777" w:rsidR="00F859AC" w:rsidRDefault="00F859AC" w:rsidP="00BA6D59">
            <w:pPr>
              <w:pStyle w:val="NormalTab"/>
            </w:pPr>
            <w:r w:rsidRPr="00F45237">
              <w:t>Jméno a příjmení architekta</w:t>
            </w:r>
          </w:p>
        </w:tc>
        <w:tc>
          <w:tcPr>
            <w:tcW w:w="2552" w:type="dxa"/>
          </w:tcPr>
          <w:p w14:paraId="13472F3E" w14:textId="77777777" w:rsidR="00F859AC" w:rsidRDefault="00F859AC" w:rsidP="00BA6D59">
            <w:pPr>
              <w:pStyle w:val="NormalTab"/>
            </w:pPr>
            <w:r w:rsidRPr="00F45237">
              <w:t>Vztah k Účastníkovi (např. zaměstnanec/ poddodavatel)</w:t>
            </w:r>
          </w:p>
        </w:tc>
        <w:tc>
          <w:tcPr>
            <w:tcW w:w="2545" w:type="dxa"/>
          </w:tcPr>
          <w:p w14:paraId="2CEC12A6" w14:textId="77777777" w:rsidR="00F859AC" w:rsidRDefault="00F859AC" w:rsidP="00BA6D59">
            <w:pPr>
              <w:pStyle w:val="NormalTab"/>
            </w:pPr>
            <w:r w:rsidRPr="00F45237">
              <w:t>Je autorizovanou osobou</w:t>
            </w:r>
          </w:p>
        </w:tc>
      </w:tr>
      <w:tr w:rsidR="00F859AC" w14:paraId="156CFFF6" w14:textId="77777777" w:rsidTr="00BA6D59">
        <w:trPr>
          <w:trHeight w:val="348"/>
        </w:trPr>
        <w:tc>
          <w:tcPr>
            <w:tcW w:w="317" w:type="dxa"/>
          </w:tcPr>
          <w:p w14:paraId="0CC7FF79" w14:textId="77777777" w:rsidR="00F859AC" w:rsidRDefault="00F859AC" w:rsidP="00BA6D59">
            <w:pPr>
              <w:pStyle w:val="NormalTab"/>
            </w:pPr>
            <w:r>
              <w:t>1</w:t>
            </w:r>
          </w:p>
        </w:tc>
        <w:tc>
          <w:tcPr>
            <w:tcW w:w="2518" w:type="dxa"/>
          </w:tcPr>
          <w:p w14:paraId="6FA07522" w14:textId="77777777" w:rsidR="00F859AC" w:rsidRPr="00F45237" w:rsidRDefault="00F859AC" w:rsidP="00BA6D59">
            <w:pPr>
              <w:pStyle w:val="NormalTab"/>
              <w:rPr>
                <w:color w:val="828A8D"/>
              </w:rPr>
            </w:pPr>
            <w:r w:rsidRPr="00F45237">
              <w:rPr>
                <w:color w:val="828A8D"/>
              </w:rPr>
              <w:t>DOPLNÍ ÚČASTNÍK</w:t>
            </w:r>
          </w:p>
        </w:tc>
        <w:tc>
          <w:tcPr>
            <w:tcW w:w="2552" w:type="dxa"/>
          </w:tcPr>
          <w:p w14:paraId="79BA91AF" w14:textId="77777777" w:rsidR="00F859AC" w:rsidRPr="00F45237" w:rsidRDefault="00F859AC" w:rsidP="00BA6D59">
            <w:pPr>
              <w:pStyle w:val="NormalTab"/>
              <w:rPr>
                <w:color w:val="828A8D"/>
              </w:rPr>
            </w:pPr>
            <w:r w:rsidRPr="00F45237">
              <w:rPr>
                <w:color w:val="828A8D"/>
              </w:rPr>
              <w:t>DOPLNÍ ÚČASTNÍK</w:t>
            </w:r>
          </w:p>
          <w:p w14:paraId="0573DBFE" w14:textId="77777777" w:rsidR="00F859AC" w:rsidRPr="00F45237" w:rsidRDefault="00F859AC" w:rsidP="00BA6D59">
            <w:pPr>
              <w:pStyle w:val="NormalTab"/>
              <w:rPr>
                <w:color w:val="828A8D"/>
              </w:rPr>
            </w:pPr>
            <w:r w:rsidRPr="00F45237">
              <w:rPr>
                <w:color w:val="828A8D"/>
              </w:rPr>
              <w:t>Pokud účastník využije poddodavatele, je povinen zde uvést informaci, že jde o poddodavatele</w:t>
            </w:r>
          </w:p>
          <w:p w14:paraId="48CB44AA" w14:textId="77777777" w:rsidR="00F859AC" w:rsidRPr="00F45237" w:rsidRDefault="00F859AC" w:rsidP="00BA6D59">
            <w:pPr>
              <w:pStyle w:val="NormalTab"/>
              <w:rPr>
                <w:color w:val="828A8D"/>
              </w:rPr>
            </w:pPr>
          </w:p>
          <w:p w14:paraId="3915F9BC" w14:textId="77777777" w:rsidR="00F859AC" w:rsidRPr="00F45237" w:rsidRDefault="00F859AC" w:rsidP="00BA6D59">
            <w:pPr>
              <w:pStyle w:val="NormalTab"/>
              <w:rPr>
                <w:color w:val="828A8D"/>
              </w:rPr>
            </w:pPr>
          </w:p>
        </w:tc>
        <w:tc>
          <w:tcPr>
            <w:tcW w:w="2545" w:type="dxa"/>
          </w:tcPr>
          <w:p w14:paraId="1B1A822F" w14:textId="77777777" w:rsidR="00F859AC" w:rsidRPr="00F45237" w:rsidRDefault="00F859AC" w:rsidP="00BA6D59">
            <w:pPr>
              <w:pStyle w:val="NormalTab"/>
              <w:rPr>
                <w:color w:val="828A8D"/>
              </w:rPr>
            </w:pPr>
            <w:r w:rsidRPr="00F45237">
              <w:rPr>
                <w:color w:val="828A8D"/>
              </w:rPr>
              <w:t xml:space="preserve">Účastník uvede číslo autorizace včetně označení oboru autorizace architekta, plný název komory architektů či obdobné organizace, u níž je architekt autorizován </w:t>
            </w:r>
          </w:p>
          <w:p w14:paraId="6300F33A" w14:textId="77777777" w:rsidR="00F859AC" w:rsidRPr="00F45237" w:rsidRDefault="00F859AC" w:rsidP="00BA6D59">
            <w:pPr>
              <w:pStyle w:val="NormalTab"/>
              <w:rPr>
                <w:color w:val="828A8D"/>
              </w:rPr>
            </w:pPr>
            <w:r w:rsidRPr="00F45237">
              <w:rPr>
                <w:color w:val="828A8D"/>
                <w:u w:val="single"/>
              </w:rPr>
              <w:t>Modelový příklad vyplnění</w:t>
            </w:r>
            <w:r w:rsidRPr="00F45237">
              <w:rPr>
                <w:color w:val="828A8D"/>
              </w:rPr>
              <w:t xml:space="preserve">: </w:t>
            </w:r>
          </w:p>
          <w:p w14:paraId="367FF414" w14:textId="77777777" w:rsidR="00F859AC" w:rsidRPr="00F45237" w:rsidRDefault="00F859AC" w:rsidP="00BA6D59">
            <w:pPr>
              <w:pStyle w:val="NormalTab"/>
              <w:rPr>
                <w:color w:val="828A8D"/>
              </w:rPr>
            </w:pPr>
            <w:r w:rsidRPr="00F45237">
              <w:rPr>
                <w:color w:val="828A8D"/>
              </w:rPr>
              <w:t>ČKA (A.1 č. XXXXX)</w:t>
            </w:r>
          </w:p>
          <w:p w14:paraId="65C36E57" w14:textId="77777777" w:rsidR="00F859AC" w:rsidRPr="00F45237" w:rsidRDefault="00F859AC" w:rsidP="00BA6D59">
            <w:pPr>
              <w:pStyle w:val="NormalTab"/>
              <w:rPr>
                <w:color w:val="828A8D"/>
              </w:rPr>
            </w:pPr>
            <w:r w:rsidRPr="00F45237">
              <w:rPr>
                <w:color w:val="828A8D"/>
              </w:rPr>
              <w:t>V případě, že podle právního řádu země, v němž má architekt své sídlo nebo jehož je občanem, se takový doklad nevydává, Účastník zde tuto skutečnost uvede.</w:t>
            </w:r>
          </w:p>
        </w:tc>
      </w:tr>
      <w:tr w:rsidR="00F859AC" w14:paraId="240793A4" w14:textId="77777777" w:rsidTr="00BA6D59">
        <w:trPr>
          <w:trHeight w:val="348"/>
        </w:trPr>
        <w:tc>
          <w:tcPr>
            <w:tcW w:w="317" w:type="dxa"/>
          </w:tcPr>
          <w:p w14:paraId="11A4399E" w14:textId="77777777" w:rsidR="00F859AC" w:rsidRDefault="00F859AC" w:rsidP="00BA6D59">
            <w:pPr>
              <w:pStyle w:val="NormalTab"/>
            </w:pPr>
            <w:r>
              <w:t>2</w:t>
            </w:r>
          </w:p>
        </w:tc>
        <w:tc>
          <w:tcPr>
            <w:tcW w:w="2518" w:type="dxa"/>
          </w:tcPr>
          <w:p w14:paraId="64430D2E" w14:textId="77777777" w:rsidR="00F859AC" w:rsidRPr="001C3FC8" w:rsidRDefault="00F859AC" w:rsidP="00BA6D59">
            <w:pPr>
              <w:pStyle w:val="NormalTab"/>
              <w:rPr>
                <w:color w:val="828A8D"/>
              </w:rPr>
            </w:pPr>
            <w:r w:rsidRPr="001C3FC8">
              <w:rPr>
                <w:color w:val="828A8D"/>
              </w:rPr>
              <w:t xml:space="preserve">DOPLNÍ ÚČASTNÍK </w:t>
            </w:r>
          </w:p>
          <w:p w14:paraId="7B5D930C" w14:textId="77777777" w:rsidR="00F859AC" w:rsidRPr="001C3FC8" w:rsidRDefault="00F859AC" w:rsidP="00BA6D59">
            <w:pPr>
              <w:pStyle w:val="NormalTab"/>
              <w:rPr>
                <w:color w:val="828A8D"/>
              </w:rPr>
            </w:pPr>
            <w:r w:rsidRPr="001C3FC8">
              <w:rPr>
                <w:color w:val="828A8D"/>
              </w:rPr>
              <w:t xml:space="preserve">Účastník tento řádek odstraní, pokud prokazuje </w:t>
            </w:r>
            <w:r w:rsidRPr="001C3FC8">
              <w:rPr>
                <w:color w:val="828A8D"/>
              </w:rPr>
              <w:lastRenderedPageBreak/>
              <w:t>podmínky účasti pouze jedním architektem.</w:t>
            </w:r>
          </w:p>
        </w:tc>
        <w:tc>
          <w:tcPr>
            <w:tcW w:w="2552" w:type="dxa"/>
          </w:tcPr>
          <w:p w14:paraId="4FDF1E6E" w14:textId="77777777" w:rsidR="00F859AC" w:rsidRPr="001C3FC8" w:rsidRDefault="00F859AC" w:rsidP="00BA6D59">
            <w:pPr>
              <w:pStyle w:val="NormalTab"/>
              <w:rPr>
                <w:color w:val="828A8D"/>
              </w:rPr>
            </w:pPr>
            <w:r w:rsidRPr="001C3FC8">
              <w:rPr>
                <w:color w:val="828A8D"/>
              </w:rPr>
              <w:lastRenderedPageBreak/>
              <w:t>DOPLNÍ ÚČASTNÍK</w:t>
            </w:r>
          </w:p>
        </w:tc>
        <w:tc>
          <w:tcPr>
            <w:tcW w:w="2545" w:type="dxa"/>
          </w:tcPr>
          <w:p w14:paraId="3D9F5188" w14:textId="77777777" w:rsidR="00F859AC" w:rsidRPr="001C3FC8" w:rsidRDefault="00F859AC" w:rsidP="00BA6D59">
            <w:pPr>
              <w:pStyle w:val="NormalTab"/>
              <w:rPr>
                <w:color w:val="828A8D"/>
              </w:rPr>
            </w:pPr>
            <w:r w:rsidRPr="001C3FC8">
              <w:rPr>
                <w:color w:val="828A8D"/>
              </w:rPr>
              <w:t>DOPLNÍ ÚČASTNÍK</w:t>
            </w:r>
          </w:p>
        </w:tc>
      </w:tr>
      <w:tr w:rsidR="00F859AC" w14:paraId="4EB63BEC" w14:textId="77777777" w:rsidTr="00BA6D59">
        <w:trPr>
          <w:trHeight w:val="348"/>
        </w:trPr>
        <w:tc>
          <w:tcPr>
            <w:tcW w:w="317" w:type="dxa"/>
          </w:tcPr>
          <w:p w14:paraId="51B7CE1F" w14:textId="77777777" w:rsidR="00F859AC" w:rsidRDefault="00F859AC" w:rsidP="00BA6D59">
            <w:pPr>
              <w:pStyle w:val="NormalTab"/>
            </w:pPr>
            <w:r>
              <w:t>3</w:t>
            </w:r>
          </w:p>
        </w:tc>
        <w:tc>
          <w:tcPr>
            <w:tcW w:w="2518" w:type="dxa"/>
          </w:tcPr>
          <w:p w14:paraId="136B6969" w14:textId="77777777" w:rsidR="00F859AC" w:rsidRPr="001C3FC8" w:rsidRDefault="00F859AC" w:rsidP="00BA6D59">
            <w:pPr>
              <w:pStyle w:val="NormalTab"/>
              <w:rPr>
                <w:color w:val="828A8D"/>
              </w:rPr>
            </w:pPr>
            <w:r w:rsidRPr="001C3FC8">
              <w:rPr>
                <w:color w:val="828A8D"/>
              </w:rPr>
              <w:t xml:space="preserve">DOPLNÍ ÚČASTNÍK </w:t>
            </w:r>
          </w:p>
          <w:p w14:paraId="1AB79513" w14:textId="77777777" w:rsidR="00F859AC" w:rsidRPr="001C3FC8" w:rsidRDefault="00F859AC" w:rsidP="00BA6D59">
            <w:pPr>
              <w:pStyle w:val="NormalTab"/>
              <w:rPr>
                <w:color w:val="828A8D"/>
              </w:rPr>
            </w:pPr>
            <w:r w:rsidRPr="001C3FC8">
              <w:rPr>
                <w:color w:val="828A8D"/>
              </w:rPr>
              <w:t>Účastník tento řádek odstraní, pokud prokazuje podmínky účasti pouze jedním architektem.</w:t>
            </w:r>
          </w:p>
        </w:tc>
        <w:tc>
          <w:tcPr>
            <w:tcW w:w="2552" w:type="dxa"/>
          </w:tcPr>
          <w:p w14:paraId="0FDEA8A9" w14:textId="77777777" w:rsidR="00F859AC" w:rsidRPr="001C3FC8" w:rsidRDefault="00F859AC" w:rsidP="00BA6D59">
            <w:pPr>
              <w:pStyle w:val="NormalTab"/>
              <w:rPr>
                <w:color w:val="828A8D"/>
              </w:rPr>
            </w:pPr>
            <w:r w:rsidRPr="001C3FC8">
              <w:rPr>
                <w:color w:val="828A8D"/>
              </w:rPr>
              <w:t>DOPLNÍ ÚČASTNÍK</w:t>
            </w:r>
          </w:p>
        </w:tc>
        <w:tc>
          <w:tcPr>
            <w:tcW w:w="2545" w:type="dxa"/>
          </w:tcPr>
          <w:p w14:paraId="6BF91C0E" w14:textId="77777777" w:rsidR="00F859AC" w:rsidRPr="001C3FC8" w:rsidRDefault="00F859AC" w:rsidP="00BA6D59">
            <w:pPr>
              <w:pStyle w:val="NormalTab"/>
              <w:rPr>
                <w:color w:val="828A8D"/>
              </w:rPr>
            </w:pPr>
            <w:r w:rsidRPr="001C3FC8">
              <w:rPr>
                <w:color w:val="828A8D"/>
              </w:rPr>
              <w:t>DOPLNÍ ÚČASTNÍK</w:t>
            </w:r>
          </w:p>
        </w:tc>
      </w:tr>
    </w:tbl>
    <w:p w14:paraId="4025A9DF" w14:textId="77777777" w:rsidR="00F859AC" w:rsidRDefault="00F859AC" w:rsidP="00F859AC"/>
    <w:p w14:paraId="7FF2A161" w14:textId="77777777" w:rsidR="00F859AC" w:rsidRDefault="00F859AC" w:rsidP="00F859AC">
      <w:pPr>
        <w:rPr>
          <w:b/>
          <w:bCs/>
        </w:rPr>
      </w:pPr>
      <w:r w:rsidRPr="00E402E4">
        <w:rPr>
          <w:b/>
          <w:bCs/>
        </w:rPr>
        <w:t>Toto čestné prohlášení činí Účastník na základě své vážné a svobodné vůle a je si vědom všech následků plynoucích z uvedení nepravdivých údajů.</w:t>
      </w:r>
    </w:p>
    <w:p w14:paraId="1A26107C" w14:textId="77777777" w:rsidR="00F859AC" w:rsidRDefault="00F859AC" w:rsidP="00F859AC">
      <w:pPr>
        <w:rPr>
          <w:b/>
          <w:bCs/>
        </w:rPr>
      </w:pPr>
    </w:p>
    <w:p w14:paraId="41531D78" w14:textId="77777777" w:rsidR="00F859AC" w:rsidRDefault="00F859AC" w:rsidP="00F859AC">
      <w:r w:rsidRPr="00E402E4">
        <w:t xml:space="preserve">V </w:t>
      </w:r>
      <w:r w:rsidRPr="00E402E4">
        <w:rPr>
          <w:color w:val="828A8D"/>
        </w:rPr>
        <w:t xml:space="preserve">DOPLNÍ ÚČASTNÍK </w:t>
      </w:r>
      <w:r w:rsidRPr="00E402E4">
        <w:t xml:space="preserve">dne </w:t>
      </w:r>
      <w:r w:rsidRPr="00E402E4">
        <w:rPr>
          <w:color w:val="828A8D"/>
        </w:rPr>
        <w:t>DOPLNÍ ÚČASTNÍK</w:t>
      </w:r>
    </w:p>
    <w:p w14:paraId="2C9E55D1" w14:textId="77777777" w:rsidR="00F859AC" w:rsidRDefault="00F859AC" w:rsidP="00F859AC">
      <w:pPr>
        <w:rPr>
          <w:b/>
          <w:bCs/>
        </w:rPr>
      </w:pPr>
    </w:p>
    <w:tbl>
      <w:tblPr>
        <w:tblStyle w:val="Mkatabulky"/>
        <w:tblW w:w="0" w:type="auto"/>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5380"/>
      </w:tblGrid>
      <w:tr w:rsidR="00F859AC" w:rsidRPr="001C3FC8" w14:paraId="7D40C472" w14:textId="77777777" w:rsidTr="00BA6D59">
        <w:trPr>
          <w:trHeight w:val="173"/>
        </w:trPr>
        <w:tc>
          <w:tcPr>
            <w:tcW w:w="2552" w:type="dxa"/>
          </w:tcPr>
          <w:p w14:paraId="514F08DE" w14:textId="1312B1D0" w:rsidR="00F859AC" w:rsidRPr="00DA7854" w:rsidRDefault="00DA7854" w:rsidP="00DA7854">
            <w:pPr>
              <w:pStyle w:val="NormalTab"/>
            </w:pPr>
            <w:r w:rsidRPr="00DA7854">
              <w:t>Jméno, příjmení a podpis oprávněné osoby za Účastníka:</w:t>
            </w:r>
          </w:p>
        </w:tc>
        <w:tc>
          <w:tcPr>
            <w:tcW w:w="5380" w:type="dxa"/>
          </w:tcPr>
          <w:p w14:paraId="649237B4" w14:textId="77777777" w:rsidR="00DA7854" w:rsidRPr="00DA7854" w:rsidRDefault="00DA7854" w:rsidP="00DA7854">
            <w:pPr>
              <w:pStyle w:val="NormalTab"/>
              <w:rPr>
                <w:color w:val="828A8D"/>
              </w:rPr>
            </w:pPr>
            <w:r w:rsidRPr="00DA7854">
              <w:rPr>
                <w:color w:val="828A8D"/>
              </w:rPr>
              <w:t xml:space="preserve">Pokud si sdružující si dodavatelé uzavřeli </w:t>
            </w:r>
            <w:r w:rsidRPr="00DA7854">
              <w:rPr>
                <w:b/>
                <w:bCs/>
                <w:color w:val="828A8D"/>
                <w:u w:val="single"/>
              </w:rPr>
              <w:t>smlouvu o sdružení a tuto předloží společně s žádostí o účast</w:t>
            </w:r>
            <w:r w:rsidRPr="00DA7854">
              <w:rPr>
                <w:color w:val="828A8D"/>
              </w:rPr>
              <w:t xml:space="preserve">, přičemž z této smlouvy bude vyplývat, že za sdružující se dodavatele podepisuje vedoucí dodavatel účastníka, pak tuto společnou žádost o účast </w:t>
            </w:r>
            <w:r w:rsidRPr="00DA7854">
              <w:rPr>
                <w:b/>
                <w:bCs/>
                <w:color w:val="828A8D"/>
              </w:rPr>
              <w:t>podepíše vedoucí dodavatel účastníka</w:t>
            </w:r>
            <w:r w:rsidRPr="00DA7854">
              <w:rPr>
                <w:color w:val="828A8D"/>
              </w:rPr>
              <w:t xml:space="preserve">, resp. osoba oprávněná jednat za vedoucího dodavatele účastníka. </w:t>
            </w:r>
          </w:p>
          <w:p w14:paraId="586FE562" w14:textId="77777777" w:rsidR="00DA7854" w:rsidRPr="00DA7854" w:rsidRDefault="00DA7854" w:rsidP="00DA7854">
            <w:pPr>
              <w:pStyle w:val="NormalTab"/>
              <w:rPr>
                <w:color w:val="828A8D"/>
              </w:rPr>
            </w:pPr>
            <w:r w:rsidRPr="00DA7854">
              <w:rPr>
                <w:b/>
                <w:bCs/>
                <w:color w:val="828A8D"/>
                <w:u w:val="single"/>
              </w:rPr>
              <w:t>Podepsat společnou žádost o účast může vedoucí dodavatel účastníka za účastníka i v případě, že ke společné žádosti účastníka bude předložena plná moc</w:t>
            </w:r>
            <w:r w:rsidRPr="00DA7854">
              <w:rPr>
                <w:color w:val="828A8D"/>
              </w:rPr>
              <w:t xml:space="preserve">, v níž sdružující se dodavatelé k takovému úkonu – podpisu společné žádosti o účast – vedoucího dodavatele účastníka výslovně zmocní. </w:t>
            </w:r>
          </w:p>
          <w:p w14:paraId="60141399" w14:textId="57BFB725" w:rsidR="00F859AC" w:rsidRPr="00E402E4" w:rsidRDefault="00DA7854" w:rsidP="00DA7854">
            <w:pPr>
              <w:pStyle w:val="NormalTab"/>
            </w:pPr>
            <w:r w:rsidRPr="00DA7854">
              <w:rPr>
                <w:color w:val="828A8D"/>
              </w:rPr>
              <w:t xml:space="preserve">Pokud si sdružující si dodavatelé </w:t>
            </w:r>
            <w:r w:rsidRPr="00DA7854">
              <w:rPr>
                <w:b/>
                <w:bCs/>
                <w:color w:val="828A8D"/>
                <w:u w:val="single"/>
              </w:rPr>
              <w:t>neuzavřeli smlouvu o sdružení, popř. tuto nepředloží společně s žádostí o účast</w:t>
            </w:r>
            <w:r w:rsidRPr="00DA7854">
              <w:rPr>
                <w:color w:val="828A8D"/>
              </w:rPr>
              <w:t xml:space="preserve">, ani nepředloží </w:t>
            </w:r>
            <w:r w:rsidRPr="00DA7854">
              <w:rPr>
                <w:b/>
                <w:bCs/>
                <w:color w:val="828A8D"/>
                <w:u w:val="single"/>
              </w:rPr>
              <w:t>plnou moc</w:t>
            </w:r>
            <w:r w:rsidRPr="00DA7854">
              <w:rPr>
                <w:color w:val="828A8D"/>
              </w:rPr>
              <w:t xml:space="preserve"> (viz odstavec výše), pak tuto společnou žádost o účast podepíše </w:t>
            </w:r>
            <w:r w:rsidRPr="00DA7854">
              <w:rPr>
                <w:b/>
                <w:bCs/>
                <w:color w:val="828A8D"/>
                <w:u w:val="single"/>
              </w:rPr>
              <w:t>každý sdružující se dodavatel účastníka</w:t>
            </w:r>
            <w:r w:rsidRPr="00DA7854">
              <w:rPr>
                <w:color w:val="828A8D"/>
              </w:rPr>
              <w:t>, resp. vždy osoba oprávněná jednat za daného sdružujícího se dodavatele.</w:t>
            </w:r>
          </w:p>
        </w:tc>
      </w:tr>
    </w:tbl>
    <w:p w14:paraId="0B85274E" w14:textId="77777777" w:rsidR="00E402E4" w:rsidRPr="00E402E4" w:rsidRDefault="00E402E4" w:rsidP="00946023">
      <w:pPr>
        <w:rPr>
          <w:b/>
          <w:bCs/>
        </w:rPr>
      </w:pPr>
    </w:p>
    <w:sectPr w:rsidR="00E402E4" w:rsidRPr="00E402E4" w:rsidSect="00177A8D">
      <w:headerReference w:type="default" r:id="rId8"/>
      <w:footerReference w:type="default" r:id="rId9"/>
      <w:headerReference w:type="first" r:id="rId10"/>
      <w:footerReference w:type="first" r:id="rId11"/>
      <w:pgSz w:w="11906" w:h="16838"/>
      <w:pgMar w:top="2155" w:right="567" w:bottom="567" w:left="3402" w:header="51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99108" w14:textId="77777777" w:rsidR="00177A8D" w:rsidRDefault="00177A8D" w:rsidP="000809E0">
      <w:pPr>
        <w:spacing w:after="0" w:line="240" w:lineRule="auto"/>
      </w:pPr>
      <w:r>
        <w:separator/>
      </w:r>
    </w:p>
  </w:endnote>
  <w:endnote w:type="continuationSeparator" w:id="0">
    <w:p w14:paraId="2F0C1E30" w14:textId="77777777" w:rsidR="00177A8D" w:rsidRDefault="00177A8D" w:rsidP="0008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pi Regular">
    <w:altName w:val="Calibri"/>
    <w:panose1 w:val="00000000000000000000"/>
    <w:charset w:val="00"/>
    <w:family w:val="modern"/>
    <w:notTrueType/>
    <w:pitch w:val="variable"/>
    <w:sig w:usb0="A00000BF" w:usb1="5000006A" w:usb2="00000000" w:usb3="00000000" w:csb0="0000009B" w:csb1="00000000"/>
  </w:font>
  <w:font w:name="Vegan Sans Premium SemiBold">
    <w:altName w:val="Consolas"/>
    <w:panose1 w:val="00000700000000000000"/>
    <w:charset w:val="00"/>
    <w:family w:val="modern"/>
    <w:notTrueType/>
    <w:pitch w:val="variable"/>
    <w:sig w:usb0="20000007" w:usb1="00000000" w:usb2="00000000" w:usb3="00000000" w:csb0="00000193"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Pepi SemiBold">
    <w:panose1 w:val="00000000000000000000"/>
    <w:charset w:val="00"/>
    <w:family w:val="modern"/>
    <w:notTrueType/>
    <w:pitch w:val="variable"/>
    <w:sig w:usb0="A00000AF" w:usb1="5000007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4BB55" w14:textId="77777777" w:rsidR="0008525C" w:rsidRPr="00F029C9" w:rsidRDefault="0008525C" w:rsidP="00F029C9">
    <w:pPr>
      <w:pStyle w:val="Zpat"/>
      <w:tabs>
        <w:tab w:val="clear" w:pos="4536"/>
        <w:tab w:val="clear" w:pos="9072"/>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0A130" w14:textId="77777777" w:rsidR="00F029C9" w:rsidRDefault="00F029C9" w:rsidP="00F029C9">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F7A49" w14:textId="77777777" w:rsidR="00177A8D" w:rsidRDefault="00177A8D" w:rsidP="000809E0">
      <w:pPr>
        <w:spacing w:after="0" w:line="240" w:lineRule="auto"/>
      </w:pPr>
      <w:r>
        <w:separator/>
      </w:r>
    </w:p>
  </w:footnote>
  <w:footnote w:type="continuationSeparator" w:id="0">
    <w:p w14:paraId="09C4AB0D" w14:textId="77777777" w:rsidR="00177A8D" w:rsidRDefault="00177A8D" w:rsidP="00080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553F8C" w14:paraId="035F2857" w14:textId="77777777" w:rsidTr="00783104">
      <w:trPr>
        <w:trHeight w:val="624"/>
      </w:trPr>
      <w:tc>
        <w:tcPr>
          <w:tcW w:w="2268" w:type="dxa"/>
          <w:gridSpan w:val="3"/>
        </w:tcPr>
        <w:p w14:paraId="77F85BD1" w14:textId="77777777" w:rsidR="00553F8C" w:rsidRDefault="00553F8C" w:rsidP="00553F8C">
          <w:pPr>
            <w:pStyle w:val="Zhlav"/>
            <w:tabs>
              <w:tab w:val="clear" w:pos="4536"/>
              <w:tab w:val="clear" w:pos="9072"/>
            </w:tabs>
          </w:pPr>
          <w:r>
            <w:rPr>
              <w:noProof/>
              <w:lang w:eastAsia="cs-CZ"/>
            </w:rPr>
            <w:drawing>
              <wp:inline distT="0" distB="0" distL="0" distR="0" wp14:anchorId="7F59DA82" wp14:editId="3520BA2B">
                <wp:extent cx="1440000" cy="93600"/>
                <wp:effectExtent l="0" t="0" r="0" b="1905"/>
                <wp:docPr id="524790221"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669097"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0DE759A3" w14:textId="77777777" w:rsidR="00553F8C" w:rsidRDefault="00553F8C" w:rsidP="00553F8C">
          <w:pPr>
            <w:pStyle w:val="Zhlav"/>
            <w:tabs>
              <w:tab w:val="clear" w:pos="4536"/>
              <w:tab w:val="clear" w:pos="9072"/>
            </w:tabs>
          </w:pPr>
        </w:p>
      </w:tc>
      <w:tc>
        <w:tcPr>
          <w:tcW w:w="2835" w:type="dxa"/>
        </w:tcPr>
        <w:p w14:paraId="57659CC4" w14:textId="77777777" w:rsidR="00553F8C" w:rsidRPr="003B54DE" w:rsidRDefault="00553F8C" w:rsidP="00553F8C">
          <w:pPr>
            <w:pStyle w:val="Header2"/>
          </w:pPr>
          <w:r w:rsidRPr="003B54DE">
            <w:t>ARCHITEKTI  PROSTORU</w:t>
          </w:r>
        </w:p>
        <w:p w14:paraId="1C55AF97" w14:textId="703BFA52" w:rsidR="00553F8C" w:rsidRPr="00AD3F56" w:rsidRDefault="00000000" w:rsidP="00553F8C">
          <w:pPr>
            <w:pStyle w:val="Zhlav"/>
          </w:pPr>
          <w:hyperlink r:id="rId3" w:history="1">
            <w:r w:rsidR="00553F8C" w:rsidRPr="003B54DE">
              <w:rPr>
                <w:rStyle w:val="Hypertextovodkaz"/>
                <w:color w:val="auto"/>
                <w:u w:val="none"/>
              </w:rPr>
              <w:t>projekty@pestujprostor.cz</w:t>
            </w:r>
          </w:hyperlink>
        </w:p>
      </w:tc>
      <w:tc>
        <w:tcPr>
          <w:tcW w:w="4122" w:type="dxa"/>
        </w:tcPr>
        <w:p w14:paraId="1D46FA9C" w14:textId="77777777" w:rsidR="00553F8C" w:rsidRPr="00AD3F56" w:rsidRDefault="00553F8C" w:rsidP="00553F8C">
          <w:pPr>
            <w:pStyle w:val="Header2"/>
          </w:pPr>
          <w:r>
            <w:t>Marek Sivák, MArch</w:t>
          </w:r>
        </w:p>
        <w:p w14:paraId="4B6CD0AF" w14:textId="47090624" w:rsidR="00553F8C" w:rsidRPr="00AD3F56" w:rsidRDefault="00553F8C" w:rsidP="00553F8C">
          <w:pPr>
            <w:pStyle w:val="Zhlav"/>
          </w:pPr>
          <w:r>
            <w:t>Ing. Karla Kupilíková</w:t>
          </w:r>
        </w:p>
      </w:tc>
      <w:tc>
        <w:tcPr>
          <w:tcW w:w="981" w:type="dxa"/>
        </w:tcPr>
        <w:p w14:paraId="288EA510" w14:textId="229EA768" w:rsidR="00553F8C" w:rsidRPr="003113DB" w:rsidRDefault="00553F8C" w:rsidP="00553F8C">
          <w:pPr>
            <w:pStyle w:val="Zhlav"/>
            <w:tabs>
              <w:tab w:val="clear" w:pos="4536"/>
              <w:tab w:val="clear" w:pos="9072"/>
            </w:tabs>
            <w:jc w:val="right"/>
            <w:rPr>
              <w:rStyle w:val="slostrnky"/>
            </w:rPr>
          </w:pPr>
          <w:r w:rsidRPr="003113DB">
            <w:rPr>
              <w:rStyle w:val="slostrnky"/>
            </w:rPr>
            <w:fldChar w:fldCharType="begin"/>
          </w:r>
          <w:r w:rsidRPr="003113DB">
            <w:rPr>
              <w:rStyle w:val="slostrnky"/>
            </w:rPr>
            <w:instrText>PAGE   \* MERGEFORMAT</w:instrText>
          </w:r>
          <w:r w:rsidRPr="003113DB">
            <w:rPr>
              <w:rStyle w:val="slostrnky"/>
            </w:rPr>
            <w:fldChar w:fldCharType="separate"/>
          </w:r>
          <w:r w:rsidR="00280798">
            <w:rPr>
              <w:rStyle w:val="slostrnky"/>
              <w:noProof/>
            </w:rPr>
            <w:t>2</w:t>
          </w:r>
          <w:r w:rsidRPr="003113DB">
            <w:rPr>
              <w:rStyle w:val="slostrnky"/>
            </w:rPr>
            <w:fldChar w:fldCharType="end"/>
          </w:r>
        </w:p>
      </w:tc>
    </w:tr>
    <w:tr w:rsidR="00D842BD" w14:paraId="7A2516BA" w14:textId="77777777" w:rsidTr="00783104">
      <w:trPr>
        <w:trHeight w:val="227"/>
      </w:trPr>
      <w:tc>
        <w:tcPr>
          <w:tcW w:w="981" w:type="dxa"/>
          <w:tcBorders>
            <w:bottom w:val="single" w:sz="4" w:space="0" w:color="auto"/>
          </w:tcBorders>
        </w:tcPr>
        <w:p w14:paraId="749B36B1" w14:textId="77777777" w:rsidR="00D842BD" w:rsidRDefault="00D842BD" w:rsidP="00D842BD">
          <w:pPr>
            <w:pStyle w:val="Zhlav"/>
            <w:tabs>
              <w:tab w:val="clear" w:pos="4536"/>
              <w:tab w:val="clear" w:pos="9072"/>
            </w:tabs>
          </w:pPr>
        </w:p>
      </w:tc>
      <w:tc>
        <w:tcPr>
          <w:tcW w:w="306" w:type="dxa"/>
        </w:tcPr>
        <w:p w14:paraId="018E2123" w14:textId="77777777" w:rsidR="00D842BD" w:rsidRDefault="00D842BD" w:rsidP="00D842BD">
          <w:pPr>
            <w:pStyle w:val="Zhlav"/>
            <w:tabs>
              <w:tab w:val="clear" w:pos="4536"/>
              <w:tab w:val="clear" w:pos="9072"/>
            </w:tabs>
          </w:pPr>
        </w:p>
      </w:tc>
      <w:tc>
        <w:tcPr>
          <w:tcW w:w="981" w:type="dxa"/>
          <w:tcBorders>
            <w:bottom w:val="single" w:sz="4" w:space="0" w:color="auto"/>
          </w:tcBorders>
        </w:tcPr>
        <w:p w14:paraId="4499E081" w14:textId="77777777" w:rsidR="00D842BD" w:rsidRDefault="00D842BD" w:rsidP="00D842BD">
          <w:pPr>
            <w:pStyle w:val="Zhlav"/>
            <w:tabs>
              <w:tab w:val="clear" w:pos="4536"/>
              <w:tab w:val="clear" w:pos="9072"/>
            </w:tabs>
          </w:pPr>
        </w:p>
      </w:tc>
      <w:tc>
        <w:tcPr>
          <w:tcW w:w="567" w:type="dxa"/>
        </w:tcPr>
        <w:p w14:paraId="5E4695D2" w14:textId="77777777" w:rsidR="00D842BD" w:rsidRDefault="00D842BD" w:rsidP="00D842BD">
          <w:pPr>
            <w:pStyle w:val="Zhlav"/>
            <w:tabs>
              <w:tab w:val="clear" w:pos="4536"/>
              <w:tab w:val="clear" w:pos="9072"/>
            </w:tabs>
          </w:pPr>
        </w:p>
      </w:tc>
      <w:tc>
        <w:tcPr>
          <w:tcW w:w="2835" w:type="dxa"/>
          <w:tcBorders>
            <w:bottom w:val="single" w:sz="4" w:space="0" w:color="auto"/>
          </w:tcBorders>
        </w:tcPr>
        <w:p w14:paraId="54EE803D" w14:textId="77777777" w:rsidR="00D842BD" w:rsidRDefault="00D842BD" w:rsidP="00D842BD">
          <w:pPr>
            <w:pStyle w:val="Zhlav"/>
            <w:tabs>
              <w:tab w:val="clear" w:pos="4536"/>
              <w:tab w:val="clear" w:pos="9072"/>
            </w:tabs>
          </w:pPr>
        </w:p>
      </w:tc>
      <w:tc>
        <w:tcPr>
          <w:tcW w:w="4122" w:type="dxa"/>
          <w:tcBorders>
            <w:bottom w:val="single" w:sz="4" w:space="0" w:color="auto"/>
          </w:tcBorders>
        </w:tcPr>
        <w:p w14:paraId="5CBA9407" w14:textId="77777777" w:rsidR="00D842BD" w:rsidRDefault="00D842BD" w:rsidP="00D842BD">
          <w:pPr>
            <w:pStyle w:val="Zhlav"/>
            <w:tabs>
              <w:tab w:val="clear" w:pos="4536"/>
              <w:tab w:val="clear" w:pos="9072"/>
            </w:tabs>
          </w:pPr>
        </w:p>
      </w:tc>
      <w:tc>
        <w:tcPr>
          <w:tcW w:w="981" w:type="dxa"/>
          <w:tcBorders>
            <w:bottom w:val="single" w:sz="4" w:space="0" w:color="auto"/>
          </w:tcBorders>
        </w:tcPr>
        <w:p w14:paraId="7CCDB1A6" w14:textId="77777777" w:rsidR="00D842BD" w:rsidRDefault="00D842BD" w:rsidP="00D842BD">
          <w:pPr>
            <w:pStyle w:val="Zhlav"/>
            <w:tabs>
              <w:tab w:val="clear" w:pos="4536"/>
              <w:tab w:val="clear" w:pos="9072"/>
            </w:tabs>
          </w:pPr>
        </w:p>
      </w:tc>
    </w:tr>
  </w:tbl>
  <w:p w14:paraId="7BE5CD49" w14:textId="77777777" w:rsidR="0008525C" w:rsidRPr="00D842BD" w:rsidRDefault="0008525C" w:rsidP="00D842BD">
    <w:pPr>
      <w:pStyle w:val="Zhlav"/>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773"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81"/>
      <w:gridCol w:w="306"/>
      <w:gridCol w:w="981"/>
      <w:gridCol w:w="567"/>
      <w:gridCol w:w="2835"/>
      <w:gridCol w:w="4122"/>
      <w:gridCol w:w="981"/>
    </w:tblGrid>
    <w:tr w:rsidR="000557FF" w14:paraId="004492CD" w14:textId="77777777" w:rsidTr="00AD3F56">
      <w:trPr>
        <w:trHeight w:val="624"/>
      </w:trPr>
      <w:tc>
        <w:tcPr>
          <w:tcW w:w="2268" w:type="dxa"/>
          <w:gridSpan w:val="3"/>
        </w:tcPr>
        <w:p w14:paraId="2E52AC43" w14:textId="77777777" w:rsidR="000557FF" w:rsidRDefault="000557FF" w:rsidP="000557FF">
          <w:pPr>
            <w:pStyle w:val="Zhlav"/>
            <w:tabs>
              <w:tab w:val="clear" w:pos="4536"/>
              <w:tab w:val="clear" w:pos="9072"/>
            </w:tabs>
          </w:pPr>
          <w:r>
            <w:rPr>
              <w:noProof/>
              <w:lang w:eastAsia="cs-CZ"/>
            </w:rPr>
            <w:drawing>
              <wp:inline distT="0" distB="0" distL="0" distR="0" wp14:anchorId="4392D0B9" wp14:editId="725E1F86">
                <wp:extent cx="1440000" cy="93600"/>
                <wp:effectExtent l="0" t="0" r="0" b="1905"/>
                <wp:docPr id="878378059" name="Logo ARCHITEKTI PROSTORU 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982941" name="Logo ARCHITEKTI PROSTORU 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1743" r="1732"/>
                        <a:stretch/>
                      </pic:blipFill>
                      <pic:spPr bwMode="auto">
                        <a:xfrm>
                          <a:off x="0" y="0"/>
                          <a:ext cx="1440000" cy="93600"/>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Pr>
        <w:p w14:paraId="34A75578" w14:textId="77777777" w:rsidR="000557FF" w:rsidRPr="003B54DE" w:rsidRDefault="000557FF" w:rsidP="000557FF">
          <w:pPr>
            <w:pStyle w:val="Zhlav"/>
            <w:tabs>
              <w:tab w:val="clear" w:pos="4536"/>
              <w:tab w:val="clear" w:pos="9072"/>
            </w:tabs>
          </w:pPr>
        </w:p>
      </w:tc>
      <w:tc>
        <w:tcPr>
          <w:tcW w:w="2835" w:type="dxa"/>
        </w:tcPr>
        <w:p w14:paraId="3FF39B6F" w14:textId="77777777" w:rsidR="000557FF" w:rsidRPr="003B54DE" w:rsidRDefault="000557FF" w:rsidP="003B54DE">
          <w:pPr>
            <w:pStyle w:val="Header2"/>
          </w:pPr>
          <w:r w:rsidRPr="003B54DE">
            <w:t>ARCHITEKTI  PROSTORU</w:t>
          </w:r>
        </w:p>
        <w:p w14:paraId="51B058EC" w14:textId="7F9ED9B2" w:rsidR="000557FF" w:rsidRPr="003B54DE" w:rsidRDefault="00000000" w:rsidP="003B54DE">
          <w:pPr>
            <w:pStyle w:val="Header2"/>
          </w:pPr>
          <w:hyperlink r:id="rId3" w:history="1">
            <w:r w:rsidR="000557FF" w:rsidRPr="003B54DE">
              <w:rPr>
                <w:rStyle w:val="Hypertextovodkaz"/>
                <w:color w:val="auto"/>
                <w:u w:val="none"/>
              </w:rPr>
              <w:t>projekty@pestujprostor.cz</w:t>
            </w:r>
          </w:hyperlink>
        </w:p>
      </w:tc>
      <w:tc>
        <w:tcPr>
          <w:tcW w:w="4122" w:type="dxa"/>
        </w:tcPr>
        <w:p w14:paraId="3D3251A4" w14:textId="77777777" w:rsidR="000557FF" w:rsidRPr="00AD3F56" w:rsidRDefault="000557FF" w:rsidP="003B54DE">
          <w:pPr>
            <w:pStyle w:val="Header2"/>
          </w:pPr>
          <w:r>
            <w:t>Marek Sivák, MArch</w:t>
          </w:r>
        </w:p>
        <w:p w14:paraId="221836BD" w14:textId="4E72CAC2" w:rsidR="000557FF" w:rsidRPr="00AD3F56" w:rsidRDefault="000557FF" w:rsidP="003B54DE">
          <w:pPr>
            <w:pStyle w:val="Header2"/>
          </w:pPr>
          <w:r>
            <w:t>Ing. Karla Kupilíková</w:t>
          </w:r>
        </w:p>
      </w:tc>
      <w:tc>
        <w:tcPr>
          <w:tcW w:w="981" w:type="dxa"/>
        </w:tcPr>
        <w:p w14:paraId="15F8AE54" w14:textId="65431079" w:rsidR="000557FF" w:rsidRPr="003113DB" w:rsidRDefault="000557FF" w:rsidP="000557FF">
          <w:pPr>
            <w:pStyle w:val="Zhlav"/>
            <w:tabs>
              <w:tab w:val="clear" w:pos="4536"/>
              <w:tab w:val="clear" w:pos="9072"/>
            </w:tabs>
            <w:jc w:val="right"/>
            <w:rPr>
              <w:rStyle w:val="slostrnky"/>
            </w:rPr>
          </w:pPr>
          <w:r w:rsidRPr="003113DB">
            <w:rPr>
              <w:rStyle w:val="slostrnky"/>
            </w:rPr>
            <w:fldChar w:fldCharType="begin"/>
          </w:r>
          <w:r w:rsidRPr="003113DB">
            <w:rPr>
              <w:rStyle w:val="slostrnky"/>
            </w:rPr>
            <w:instrText>PAGE   \* MERGEFORMAT</w:instrText>
          </w:r>
          <w:r w:rsidRPr="003113DB">
            <w:rPr>
              <w:rStyle w:val="slostrnky"/>
            </w:rPr>
            <w:fldChar w:fldCharType="separate"/>
          </w:r>
          <w:r w:rsidR="00280798">
            <w:rPr>
              <w:rStyle w:val="slostrnky"/>
              <w:noProof/>
            </w:rPr>
            <w:t>1</w:t>
          </w:r>
          <w:r w:rsidRPr="003113DB">
            <w:rPr>
              <w:rStyle w:val="slostrnky"/>
            </w:rPr>
            <w:fldChar w:fldCharType="end"/>
          </w:r>
        </w:p>
      </w:tc>
    </w:tr>
    <w:tr w:rsidR="0034431A" w14:paraId="5CCBB0DD" w14:textId="77777777" w:rsidTr="00AD3F56">
      <w:trPr>
        <w:trHeight w:val="227"/>
      </w:trPr>
      <w:tc>
        <w:tcPr>
          <w:tcW w:w="981" w:type="dxa"/>
          <w:tcBorders>
            <w:bottom w:val="single" w:sz="4" w:space="0" w:color="auto"/>
          </w:tcBorders>
        </w:tcPr>
        <w:p w14:paraId="61C0847C" w14:textId="77777777" w:rsidR="0034431A" w:rsidRDefault="0034431A" w:rsidP="00F029C9">
          <w:pPr>
            <w:pStyle w:val="Zhlav"/>
            <w:tabs>
              <w:tab w:val="clear" w:pos="4536"/>
              <w:tab w:val="clear" w:pos="9072"/>
            </w:tabs>
          </w:pPr>
        </w:p>
      </w:tc>
      <w:tc>
        <w:tcPr>
          <w:tcW w:w="306" w:type="dxa"/>
        </w:tcPr>
        <w:p w14:paraId="31A763DD" w14:textId="77777777" w:rsidR="0034431A" w:rsidRDefault="0034431A" w:rsidP="00F029C9">
          <w:pPr>
            <w:pStyle w:val="Zhlav"/>
            <w:tabs>
              <w:tab w:val="clear" w:pos="4536"/>
              <w:tab w:val="clear" w:pos="9072"/>
            </w:tabs>
          </w:pPr>
        </w:p>
      </w:tc>
      <w:tc>
        <w:tcPr>
          <w:tcW w:w="981" w:type="dxa"/>
          <w:tcBorders>
            <w:bottom w:val="single" w:sz="4" w:space="0" w:color="auto"/>
          </w:tcBorders>
        </w:tcPr>
        <w:p w14:paraId="7DAEDCD7" w14:textId="77777777" w:rsidR="0034431A" w:rsidRDefault="0034431A" w:rsidP="00F029C9">
          <w:pPr>
            <w:pStyle w:val="Zhlav"/>
            <w:tabs>
              <w:tab w:val="clear" w:pos="4536"/>
              <w:tab w:val="clear" w:pos="9072"/>
            </w:tabs>
          </w:pPr>
        </w:p>
      </w:tc>
      <w:tc>
        <w:tcPr>
          <w:tcW w:w="567" w:type="dxa"/>
        </w:tcPr>
        <w:p w14:paraId="385B0FDA" w14:textId="77777777" w:rsidR="0034431A" w:rsidRDefault="0034431A" w:rsidP="00F029C9">
          <w:pPr>
            <w:pStyle w:val="Zhlav"/>
            <w:tabs>
              <w:tab w:val="clear" w:pos="4536"/>
              <w:tab w:val="clear" w:pos="9072"/>
            </w:tabs>
          </w:pPr>
        </w:p>
      </w:tc>
      <w:tc>
        <w:tcPr>
          <w:tcW w:w="2835" w:type="dxa"/>
          <w:tcBorders>
            <w:bottom w:val="single" w:sz="4" w:space="0" w:color="auto"/>
          </w:tcBorders>
        </w:tcPr>
        <w:p w14:paraId="187BFFD4" w14:textId="77777777" w:rsidR="0034431A" w:rsidRDefault="0034431A" w:rsidP="00F029C9">
          <w:pPr>
            <w:pStyle w:val="Zhlav"/>
            <w:tabs>
              <w:tab w:val="clear" w:pos="4536"/>
              <w:tab w:val="clear" w:pos="9072"/>
            </w:tabs>
          </w:pPr>
        </w:p>
      </w:tc>
      <w:tc>
        <w:tcPr>
          <w:tcW w:w="4122" w:type="dxa"/>
          <w:tcBorders>
            <w:bottom w:val="single" w:sz="4" w:space="0" w:color="auto"/>
          </w:tcBorders>
        </w:tcPr>
        <w:p w14:paraId="6812357D" w14:textId="77777777" w:rsidR="0034431A" w:rsidRDefault="0034431A" w:rsidP="00F029C9">
          <w:pPr>
            <w:pStyle w:val="Zhlav"/>
            <w:tabs>
              <w:tab w:val="clear" w:pos="4536"/>
              <w:tab w:val="clear" w:pos="9072"/>
            </w:tabs>
          </w:pPr>
        </w:p>
      </w:tc>
      <w:tc>
        <w:tcPr>
          <w:tcW w:w="981" w:type="dxa"/>
          <w:tcBorders>
            <w:bottom w:val="single" w:sz="4" w:space="0" w:color="auto"/>
          </w:tcBorders>
        </w:tcPr>
        <w:p w14:paraId="1D9AF592" w14:textId="77777777" w:rsidR="0034431A" w:rsidRDefault="0034431A" w:rsidP="00F029C9">
          <w:pPr>
            <w:pStyle w:val="Zhlav"/>
            <w:tabs>
              <w:tab w:val="clear" w:pos="4536"/>
              <w:tab w:val="clear" w:pos="9072"/>
            </w:tabs>
          </w:pPr>
        </w:p>
      </w:tc>
    </w:tr>
  </w:tbl>
  <w:p w14:paraId="0D4CEB6D" w14:textId="77777777" w:rsidR="00F029C9" w:rsidRDefault="00ED474A" w:rsidP="00F029C9">
    <w:pPr>
      <w:pStyle w:val="Zhlav"/>
      <w:tabs>
        <w:tab w:val="clear" w:pos="4536"/>
        <w:tab w:val="clear" w:pos="9072"/>
      </w:tabs>
    </w:pPr>
    <w:r>
      <w:rPr>
        <w:noProof/>
        <w:lang w:eastAsia="cs-CZ"/>
      </w:rPr>
      <mc:AlternateContent>
        <mc:Choice Requires="wps">
          <w:drawing>
            <wp:anchor distT="0" distB="0" distL="114300" distR="114300" simplePos="0" relativeHeight="251659264" behindDoc="1" locked="0" layoutInCell="1" allowOverlap="1" wp14:anchorId="1FEC3B1D" wp14:editId="742EFB15">
              <wp:simplePos x="0" y="0"/>
              <wp:positionH relativeFrom="page">
                <wp:posOffset>-66675</wp:posOffset>
              </wp:positionH>
              <wp:positionV relativeFrom="page">
                <wp:posOffset>-504825</wp:posOffset>
              </wp:positionV>
              <wp:extent cx="7560000" cy="10692000"/>
              <wp:effectExtent l="0" t="0" r="3175" b="0"/>
              <wp:wrapNone/>
              <wp:docPr id="452688494" name="Obdélník tyrkysový"/>
              <wp:cNvGraphicFramePr/>
              <a:graphic xmlns:a="http://schemas.openxmlformats.org/drawingml/2006/main">
                <a:graphicData uri="http://schemas.microsoft.com/office/word/2010/wordprocessingShape">
                  <wps:wsp>
                    <wps:cNvSpPr/>
                    <wps:spPr>
                      <a:xfrm>
                        <a:off x="0" y="0"/>
                        <a:ext cx="7560000" cy="10692000"/>
                      </a:xfrm>
                      <a:prstGeom prst="rect">
                        <a:avLst/>
                      </a:prstGeom>
                      <a:solidFill>
                        <a:schemeClr val="tx2"/>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DCF93" id="Obdélník tyrkysový" o:spid="_x0000_s1026" style="position:absolute;margin-left:-5.25pt;margin-top:-39.75pt;width:595.3pt;height:84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" fillcolor="white [3215]" stroked="f" strokeweight="1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8288B"/>
    <w:multiLevelType w:val="multilevel"/>
    <w:tmpl w:val="642C4024"/>
    <w:lvl w:ilvl="0">
      <w:start w:val="1"/>
      <w:numFmt w:val="decimal"/>
      <w:pStyle w:val="lnek1"/>
      <w:lvlText w:val="%1."/>
      <w:lvlJc w:val="left"/>
      <w:pPr>
        <w:tabs>
          <w:tab w:val="num" w:pos="0"/>
        </w:tabs>
        <w:ind w:left="0" w:hanging="2835"/>
      </w:pPr>
      <w:rPr>
        <w:rFonts w:hint="default"/>
      </w:rPr>
    </w:lvl>
    <w:lvl w:ilvl="1">
      <w:start w:val="1"/>
      <w:numFmt w:val="decimal"/>
      <w:pStyle w:val="lnek2"/>
      <w:lvlText w:val="%1.%2."/>
      <w:lvlJc w:val="left"/>
      <w:pPr>
        <w:tabs>
          <w:tab w:val="num" w:pos="0"/>
        </w:tabs>
        <w:ind w:left="0" w:hanging="2835"/>
      </w:pPr>
      <w:rPr>
        <w:rFonts w:hint="default"/>
      </w:rPr>
    </w:lvl>
    <w:lvl w:ilvl="2">
      <w:start w:val="1"/>
      <w:numFmt w:val="decimal"/>
      <w:pStyle w:val="lnek3"/>
      <w:lvlText w:val="%1.%2.%3."/>
      <w:lvlJc w:val="left"/>
      <w:pPr>
        <w:tabs>
          <w:tab w:val="num" w:pos="0"/>
        </w:tabs>
        <w:ind w:left="0" w:hanging="2835"/>
      </w:pPr>
      <w:rPr>
        <w:rFonts w:hint="default"/>
      </w:rPr>
    </w:lvl>
    <w:lvl w:ilvl="3">
      <w:start w:val="1"/>
      <w:numFmt w:val="lowerLetter"/>
      <w:pStyle w:val="lnek4"/>
      <w:lvlText w:val="%4)"/>
      <w:lvlJc w:val="left"/>
      <w:pPr>
        <w:tabs>
          <w:tab w:val="num" w:pos="425"/>
        </w:tabs>
        <w:ind w:left="425" w:hanging="425"/>
      </w:pPr>
      <w:rPr>
        <w:rFonts w:hint="default"/>
      </w:rPr>
    </w:lvl>
    <w:lvl w:ilvl="4">
      <w:start w:val="1"/>
      <w:numFmt w:val="lowerRoman"/>
      <w:pStyle w:val="lnek5"/>
      <w:lvlText w:val="%5."/>
      <w:lvlJc w:val="left"/>
      <w:pPr>
        <w:tabs>
          <w:tab w:val="num" w:pos="851"/>
        </w:tabs>
        <w:ind w:left="851" w:hanging="426"/>
      </w:pPr>
      <w:rPr>
        <w:rFonts w:hint="default"/>
      </w:rPr>
    </w:lvl>
    <w:lvl w:ilvl="5">
      <w:start w:val="1"/>
      <w:numFmt w:val="decimal"/>
      <w:lvlText w:val="%6."/>
      <w:lvlJc w:val="left"/>
      <w:pPr>
        <w:tabs>
          <w:tab w:val="num" w:pos="1276"/>
        </w:tabs>
        <w:ind w:left="1276" w:hanging="425"/>
      </w:pPr>
      <w:rPr>
        <w:rFonts w:hint="default"/>
      </w:r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1" w15:restartNumberingAfterBreak="0">
    <w:nsid w:val="184A09A7"/>
    <w:multiLevelType w:val="multilevel"/>
    <w:tmpl w:val="5BEAB380"/>
    <w:lvl w:ilvl="0">
      <w:start w:val="1"/>
      <w:numFmt w:val="decimal"/>
      <w:pStyle w:val="slovanseznam"/>
      <w:lvlText w:val="%1."/>
      <w:lvlJc w:val="left"/>
      <w:pPr>
        <w:tabs>
          <w:tab w:val="num" w:pos="425"/>
        </w:tabs>
        <w:ind w:left="425" w:hanging="425"/>
      </w:pPr>
      <w:rPr>
        <w:rFonts w:hint="default"/>
      </w:rPr>
    </w:lvl>
    <w:lvl w:ilvl="1">
      <w:start w:val="1"/>
      <w:numFmt w:val="upperLetter"/>
      <w:pStyle w:val="slovanseznam2"/>
      <w:lvlText w:val="%2."/>
      <w:lvlJc w:val="left"/>
      <w:pPr>
        <w:ind w:left="360" w:hanging="360"/>
      </w:pPr>
      <w:rPr>
        <w:b/>
        <w:bCs/>
      </w:rPr>
    </w:lvl>
    <w:lvl w:ilvl="2">
      <w:start w:val="1"/>
      <w:numFmt w:val="decimal"/>
      <w:pStyle w:val="slovanseznam3"/>
      <w:lvlText w:val="%3."/>
      <w:lvlJc w:val="left"/>
      <w:pPr>
        <w:tabs>
          <w:tab w:val="num" w:pos="850"/>
        </w:tabs>
        <w:ind w:left="850" w:hanging="425"/>
      </w:pPr>
      <w:rPr>
        <w:rFonts w:hint="default"/>
        <w:b w:val="0"/>
        <w:bCs w:val="0"/>
      </w:rPr>
    </w:lvl>
    <w:lvl w:ilvl="3">
      <w:start w:val="1"/>
      <w:numFmt w:val="decimal"/>
      <w:pStyle w:val="slovanseznam4"/>
      <w:lvlText w:val="%4."/>
      <w:lvlJc w:val="left"/>
      <w:pPr>
        <w:tabs>
          <w:tab w:val="num" w:pos="1700"/>
        </w:tabs>
        <w:ind w:left="1700" w:hanging="425"/>
      </w:pPr>
      <w:rPr>
        <w:rFonts w:hint="default"/>
      </w:rPr>
    </w:lvl>
    <w:lvl w:ilvl="4">
      <w:start w:val="1"/>
      <w:numFmt w:val="decimal"/>
      <w:pStyle w:val="slovanseznam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 w15:restartNumberingAfterBreak="0">
    <w:nsid w:val="27F06E2F"/>
    <w:multiLevelType w:val="multilevel"/>
    <w:tmpl w:val="79B6D56A"/>
    <w:lvl w:ilvl="0">
      <w:start w:val="1"/>
      <w:numFmt w:val="lowerLetter"/>
      <w:pStyle w:val="Seznam"/>
      <w:lvlText w:val="%1)"/>
      <w:lvlJc w:val="left"/>
      <w:pPr>
        <w:tabs>
          <w:tab w:val="num" w:pos="425"/>
        </w:tabs>
        <w:ind w:left="425" w:hanging="425"/>
      </w:pPr>
      <w:rPr>
        <w:rFonts w:hint="default"/>
      </w:rPr>
    </w:lvl>
    <w:lvl w:ilvl="1">
      <w:start w:val="1"/>
      <w:numFmt w:val="lowerLetter"/>
      <w:pStyle w:val="Seznam2"/>
      <w:lvlText w:val="%2)"/>
      <w:lvlJc w:val="left"/>
      <w:pPr>
        <w:tabs>
          <w:tab w:val="num" w:pos="850"/>
        </w:tabs>
        <w:ind w:left="850" w:hanging="425"/>
      </w:pPr>
      <w:rPr>
        <w:rFonts w:hint="default"/>
      </w:rPr>
    </w:lvl>
    <w:lvl w:ilvl="2">
      <w:start w:val="1"/>
      <w:numFmt w:val="lowerLetter"/>
      <w:pStyle w:val="Seznam3"/>
      <w:lvlText w:val="%3)"/>
      <w:lvlJc w:val="left"/>
      <w:pPr>
        <w:tabs>
          <w:tab w:val="num" w:pos="1275"/>
        </w:tabs>
        <w:ind w:left="1275" w:hanging="425"/>
      </w:pPr>
      <w:rPr>
        <w:rFonts w:hint="default"/>
      </w:rPr>
    </w:lvl>
    <w:lvl w:ilvl="3">
      <w:start w:val="1"/>
      <w:numFmt w:val="lowerLetter"/>
      <w:pStyle w:val="Seznam4"/>
      <w:lvlText w:val="%4)"/>
      <w:lvlJc w:val="left"/>
      <w:pPr>
        <w:tabs>
          <w:tab w:val="num" w:pos="1700"/>
        </w:tabs>
        <w:ind w:left="1700" w:hanging="425"/>
      </w:pPr>
      <w:rPr>
        <w:rFonts w:hint="default"/>
      </w:rPr>
    </w:lvl>
    <w:lvl w:ilvl="4">
      <w:start w:val="1"/>
      <w:numFmt w:val="lowerLetter"/>
      <w:pStyle w:val="Seznam5"/>
      <w:lvlText w:val="%5)"/>
      <w:lvlJc w:val="left"/>
      <w:pPr>
        <w:tabs>
          <w:tab w:val="num" w:pos="2125"/>
        </w:tabs>
        <w:ind w:left="2125" w:hanging="425"/>
      </w:pPr>
      <w:rPr>
        <w:rFonts w:hint="default"/>
      </w:rPr>
    </w:lvl>
    <w:lvl w:ilvl="5">
      <w:start w:val="1"/>
      <w:numFmt w:val="lowerLetter"/>
      <w:lvlText w:val="%6)"/>
      <w:lvlJc w:val="left"/>
      <w:pPr>
        <w:tabs>
          <w:tab w:val="num" w:pos="2550"/>
        </w:tabs>
        <w:ind w:left="2550" w:hanging="425"/>
      </w:pPr>
      <w:rPr>
        <w:rFonts w:hint="default"/>
      </w:rPr>
    </w:lvl>
    <w:lvl w:ilvl="6">
      <w:start w:val="1"/>
      <w:numFmt w:val="lowerLetter"/>
      <w:lvlText w:val="%7)"/>
      <w:lvlJc w:val="left"/>
      <w:pPr>
        <w:tabs>
          <w:tab w:val="num" w:pos="2975"/>
        </w:tabs>
        <w:ind w:left="2975" w:hanging="425"/>
      </w:pPr>
      <w:rPr>
        <w:rFonts w:hint="default"/>
      </w:rPr>
    </w:lvl>
    <w:lvl w:ilvl="7">
      <w:start w:val="1"/>
      <w:numFmt w:val="lowerLetter"/>
      <w:lvlText w:val="%8)"/>
      <w:lvlJc w:val="left"/>
      <w:pPr>
        <w:tabs>
          <w:tab w:val="num" w:pos="3400"/>
        </w:tabs>
        <w:ind w:left="3400" w:hanging="425"/>
      </w:pPr>
      <w:rPr>
        <w:rFonts w:hint="default"/>
      </w:rPr>
    </w:lvl>
    <w:lvl w:ilvl="8">
      <w:start w:val="1"/>
      <w:numFmt w:val="lowerLetter"/>
      <w:lvlText w:val="%9)"/>
      <w:lvlJc w:val="left"/>
      <w:pPr>
        <w:tabs>
          <w:tab w:val="num" w:pos="3825"/>
        </w:tabs>
        <w:ind w:left="3825" w:hanging="425"/>
      </w:pPr>
      <w:rPr>
        <w:rFonts w:hint="default"/>
      </w:rPr>
    </w:lvl>
  </w:abstractNum>
  <w:abstractNum w:abstractNumId="3" w15:restartNumberingAfterBreak="0">
    <w:nsid w:val="32AA66B3"/>
    <w:multiLevelType w:val="multilevel"/>
    <w:tmpl w:val="7228E21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4" w15:restartNumberingAfterBreak="0">
    <w:nsid w:val="46376F03"/>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5" w15:restartNumberingAfterBreak="0">
    <w:nsid w:val="4D6B3533"/>
    <w:multiLevelType w:val="multilevel"/>
    <w:tmpl w:val="57828E42"/>
    <w:lvl w:ilvl="0">
      <w:start w:val="1"/>
      <w:numFmt w:val="upperLetter"/>
      <w:lvlText w:val="%1)"/>
      <w:lvlJc w:val="left"/>
      <w:pPr>
        <w:ind w:left="720" w:hanging="360"/>
      </w:pPr>
      <w:rPr>
        <w:b/>
      </w:r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3C44044"/>
    <w:multiLevelType w:val="hybridMultilevel"/>
    <w:tmpl w:val="8876969E"/>
    <w:lvl w:ilvl="0" w:tplc="48C4010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A2164B2"/>
    <w:multiLevelType w:val="multilevel"/>
    <w:tmpl w:val="1554AFD4"/>
    <w:lvl w:ilvl="0">
      <w:start w:val="1"/>
      <w:numFmt w:val="decimal"/>
      <w:lvlText w:val="%1."/>
      <w:lvlJc w:val="left"/>
      <w:pPr>
        <w:tabs>
          <w:tab w:val="num" w:pos="0"/>
        </w:tabs>
        <w:ind w:left="0" w:hanging="2835"/>
      </w:pPr>
      <w:rPr>
        <w:rFonts w:hint="default"/>
      </w:rPr>
    </w:lvl>
    <w:lvl w:ilvl="1">
      <w:start w:val="1"/>
      <w:numFmt w:val="decimal"/>
      <w:lvlText w:val="%1.%2."/>
      <w:lvlJc w:val="left"/>
      <w:pPr>
        <w:tabs>
          <w:tab w:val="num" w:pos="0"/>
        </w:tabs>
        <w:ind w:left="0" w:hanging="2835"/>
      </w:pPr>
      <w:rPr>
        <w:rFonts w:hint="default"/>
      </w:rPr>
    </w:lvl>
    <w:lvl w:ilvl="2">
      <w:start w:val="1"/>
      <w:numFmt w:val="decimal"/>
      <w:lvlText w:val="%1.%2.%3."/>
      <w:lvlJc w:val="left"/>
      <w:pPr>
        <w:tabs>
          <w:tab w:val="num" w:pos="0"/>
        </w:tabs>
        <w:ind w:left="0" w:hanging="2835"/>
      </w:pPr>
      <w:rPr>
        <w:rFonts w:hint="default"/>
      </w:rPr>
    </w:lvl>
    <w:lvl w:ilvl="3">
      <w:start w:val="1"/>
      <w:numFmt w:val="lowerLetter"/>
      <w:lvlText w:val="%4)"/>
      <w:lvlJc w:val="left"/>
      <w:pPr>
        <w:tabs>
          <w:tab w:val="num" w:pos="425"/>
        </w:tabs>
        <w:ind w:left="425" w:hanging="425"/>
      </w:pPr>
      <w:rPr>
        <w:rFonts w:hint="default"/>
      </w:rPr>
    </w:lvl>
    <w:lvl w:ilvl="4">
      <w:start w:val="1"/>
      <w:numFmt w:val="lowerRoman"/>
      <w:lvlText w:val="%5."/>
      <w:lvlJc w:val="left"/>
      <w:pPr>
        <w:tabs>
          <w:tab w:val="num" w:pos="851"/>
        </w:tabs>
        <w:ind w:left="851" w:hanging="426"/>
      </w:pPr>
      <w:rPr>
        <w:rFonts w:hint="default"/>
      </w:rPr>
    </w:lvl>
    <w:lvl w:ilvl="5">
      <w:start w:val="1"/>
      <w:numFmt w:val="lowerRoman"/>
      <w:lvlText w:val="%6."/>
      <w:lvlJc w:val="right"/>
      <w:pPr>
        <w:ind w:left="1211" w:hanging="360"/>
      </w:pPr>
    </w:lvl>
    <w:lvl w:ilvl="6">
      <w:start w:val="1"/>
      <w:numFmt w:val="lowerLetter"/>
      <w:lvlText w:val="%7."/>
      <w:lvlJc w:val="left"/>
      <w:pPr>
        <w:tabs>
          <w:tab w:val="num" w:pos="1701"/>
        </w:tabs>
        <w:ind w:left="1701" w:hanging="425"/>
      </w:pPr>
      <w:rPr>
        <w:rFonts w:hint="default"/>
      </w:rPr>
    </w:lvl>
    <w:lvl w:ilvl="7">
      <w:start w:val="1"/>
      <w:numFmt w:val="lowerRoman"/>
      <w:lvlText w:val="%8."/>
      <w:lvlJc w:val="left"/>
      <w:pPr>
        <w:tabs>
          <w:tab w:val="num" w:pos="2126"/>
        </w:tabs>
        <w:ind w:left="2126" w:hanging="425"/>
      </w:pPr>
      <w:rPr>
        <w:rFonts w:hint="default"/>
      </w:rPr>
    </w:lvl>
    <w:lvl w:ilvl="8">
      <w:start w:val="1"/>
      <w:numFmt w:val="decimal"/>
      <w:lvlText w:val="%9."/>
      <w:lvlJc w:val="left"/>
      <w:pPr>
        <w:tabs>
          <w:tab w:val="num" w:pos="2552"/>
        </w:tabs>
        <w:ind w:left="2552" w:hanging="426"/>
      </w:pPr>
      <w:rPr>
        <w:rFonts w:hint="default"/>
      </w:rPr>
    </w:lvl>
  </w:abstractNum>
  <w:abstractNum w:abstractNumId="8" w15:restartNumberingAfterBreak="0">
    <w:nsid w:val="5B435329"/>
    <w:multiLevelType w:val="hybridMultilevel"/>
    <w:tmpl w:val="A4280128"/>
    <w:lvl w:ilvl="0" w:tplc="A0AA1E1E">
      <w:start w:val="1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DE37C2"/>
    <w:multiLevelType w:val="multilevel"/>
    <w:tmpl w:val="D4D81628"/>
    <w:lvl w:ilvl="0">
      <w:start w:val="1"/>
      <w:numFmt w:val="bullet"/>
      <w:pStyle w:val="Seznamsodrkami"/>
      <w:lvlText w:val="–"/>
      <w:lvlJc w:val="left"/>
      <w:pPr>
        <w:tabs>
          <w:tab w:val="num" w:pos="425"/>
        </w:tabs>
        <w:ind w:left="425" w:hanging="425"/>
      </w:pPr>
      <w:rPr>
        <w:rFonts w:ascii="Pepi Regular" w:hAnsi="Pepi Regular" w:hint="default"/>
      </w:rPr>
    </w:lvl>
    <w:lvl w:ilvl="1">
      <w:start w:val="1"/>
      <w:numFmt w:val="bullet"/>
      <w:pStyle w:val="Seznamsodrkami2"/>
      <w:lvlText w:val="–"/>
      <w:lvlJc w:val="left"/>
      <w:pPr>
        <w:tabs>
          <w:tab w:val="num" w:pos="850"/>
        </w:tabs>
        <w:ind w:left="850" w:hanging="425"/>
      </w:pPr>
      <w:rPr>
        <w:rFonts w:ascii="Pepi Regular" w:hAnsi="Pepi Regular" w:hint="default"/>
      </w:rPr>
    </w:lvl>
    <w:lvl w:ilvl="2">
      <w:start w:val="1"/>
      <w:numFmt w:val="bullet"/>
      <w:pStyle w:val="Seznamsodrkami3"/>
      <w:lvlText w:val="–"/>
      <w:lvlJc w:val="left"/>
      <w:pPr>
        <w:tabs>
          <w:tab w:val="num" w:pos="1275"/>
        </w:tabs>
        <w:ind w:left="1275" w:hanging="425"/>
      </w:pPr>
      <w:rPr>
        <w:rFonts w:ascii="Pepi Regular" w:hAnsi="Pepi Regular" w:hint="default"/>
      </w:rPr>
    </w:lvl>
    <w:lvl w:ilvl="3">
      <w:start w:val="1"/>
      <w:numFmt w:val="bullet"/>
      <w:pStyle w:val="Seznamsodrkami4"/>
      <w:lvlText w:val="–"/>
      <w:lvlJc w:val="left"/>
      <w:pPr>
        <w:tabs>
          <w:tab w:val="num" w:pos="1700"/>
        </w:tabs>
        <w:ind w:left="1700" w:hanging="425"/>
      </w:pPr>
      <w:rPr>
        <w:rFonts w:ascii="Pepi Regular" w:hAnsi="Pepi Regular" w:hint="default"/>
      </w:rPr>
    </w:lvl>
    <w:lvl w:ilvl="4">
      <w:start w:val="1"/>
      <w:numFmt w:val="bullet"/>
      <w:pStyle w:val="Seznamsodrkami5"/>
      <w:lvlText w:val="–"/>
      <w:lvlJc w:val="left"/>
      <w:pPr>
        <w:tabs>
          <w:tab w:val="num" w:pos="2125"/>
        </w:tabs>
        <w:ind w:left="2125" w:hanging="425"/>
      </w:pPr>
      <w:rPr>
        <w:rFonts w:ascii="Pepi Regular" w:hAnsi="Pepi Regular" w:hint="default"/>
      </w:rPr>
    </w:lvl>
    <w:lvl w:ilvl="5">
      <w:start w:val="1"/>
      <w:numFmt w:val="bullet"/>
      <w:lvlText w:val="–"/>
      <w:lvlJc w:val="left"/>
      <w:pPr>
        <w:tabs>
          <w:tab w:val="num" w:pos="2550"/>
        </w:tabs>
        <w:ind w:left="2550" w:hanging="425"/>
      </w:pPr>
      <w:rPr>
        <w:rFonts w:ascii="Pepi Regular" w:hAnsi="Pepi Regular" w:hint="default"/>
      </w:rPr>
    </w:lvl>
    <w:lvl w:ilvl="6">
      <w:start w:val="1"/>
      <w:numFmt w:val="bullet"/>
      <w:lvlText w:val="–"/>
      <w:lvlJc w:val="left"/>
      <w:pPr>
        <w:tabs>
          <w:tab w:val="num" w:pos="2975"/>
        </w:tabs>
        <w:ind w:left="2975" w:hanging="425"/>
      </w:pPr>
      <w:rPr>
        <w:rFonts w:ascii="Pepi Regular" w:hAnsi="Pepi Regular" w:hint="default"/>
      </w:rPr>
    </w:lvl>
    <w:lvl w:ilvl="7">
      <w:start w:val="1"/>
      <w:numFmt w:val="bullet"/>
      <w:lvlText w:val="–"/>
      <w:lvlJc w:val="left"/>
      <w:pPr>
        <w:tabs>
          <w:tab w:val="num" w:pos="3400"/>
        </w:tabs>
        <w:ind w:left="3400" w:hanging="425"/>
      </w:pPr>
      <w:rPr>
        <w:rFonts w:ascii="Pepi Regular" w:hAnsi="Pepi Regular" w:hint="default"/>
      </w:rPr>
    </w:lvl>
    <w:lvl w:ilvl="8">
      <w:start w:val="1"/>
      <w:numFmt w:val="bullet"/>
      <w:lvlText w:val="–"/>
      <w:lvlJc w:val="left"/>
      <w:pPr>
        <w:tabs>
          <w:tab w:val="num" w:pos="3825"/>
        </w:tabs>
        <w:ind w:left="3825" w:hanging="425"/>
      </w:pPr>
      <w:rPr>
        <w:rFonts w:ascii="Pepi Regular" w:hAnsi="Pepi Regular" w:hint="default"/>
      </w:rPr>
    </w:lvl>
  </w:abstractNum>
  <w:abstractNum w:abstractNumId="10" w15:restartNumberingAfterBreak="0">
    <w:nsid w:val="757C72B4"/>
    <w:multiLevelType w:val="multilevel"/>
    <w:tmpl w:val="FA72B052"/>
    <w:lvl w:ilvl="0">
      <w:start w:val="1"/>
      <w:numFmt w:val="decimal"/>
      <w:pStyle w:val="Nadpis1"/>
      <w:lvlText w:val="%1."/>
      <w:lvlJc w:val="left"/>
      <w:pPr>
        <w:tabs>
          <w:tab w:val="num" w:pos="0"/>
        </w:tabs>
        <w:ind w:left="0" w:hanging="2835"/>
      </w:pPr>
      <w:rPr>
        <w:rFonts w:hint="default"/>
      </w:rPr>
    </w:lvl>
    <w:lvl w:ilvl="1">
      <w:start w:val="1"/>
      <w:numFmt w:val="decimal"/>
      <w:pStyle w:val="Nadpis2"/>
      <w:lvlText w:val="%1.%2."/>
      <w:lvlJc w:val="left"/>
      <w:pPr>
        <w:tabs>
          <w:tab w:val="num" w:pos="0"/>
        </w:tabs>
        <w:ind w:left="0" w:hanging="2835"/>
      </w:pPr>
      <w:rPr>
        <w:rFonts w:hint="default"/>
      </w:rPr>
    </w:lvl>
    <w:lvl w:ilvl="2">
      <w:start w:val="1"/>
      <w:numFmt w:val="decimal"/>
      <w:pStyle w:val="Nadpis3"/>
      <w:lvlText w:val="%1.%2.%3."/>
      <w:lvlJc w:val="left"/>
      <w:pPr>
        <w:tabs>
          <w:tab w:val="num" w:pos="0"/>
        </w:tabs>
        <w:ind w:left="0" w:hanging="2835"/>
      </w:pPr>
      <w:rPr>
        <w:rFonts w:hint="default"/>
      </w:rPr>
    </w:lvl>
    <w:lvl w:ilvl="3">
      <w:start w:val="1"/>
      <w:numFmt w:val="decimal"/>
      <w:pStyle w:val="Nadpis4"/>
      <w:lvlText w:val="%1.%2.%3.%4."/>
      <w:lvlJc w:val="left"/>
      <w:pPr>
        <w:tabs>
          <w:tab w:val="num" w:pos="0"/>
        </w:tabs>
        <w:ind w:left="0" w:hanging="2835"/>
      </w:pPr>
      <w:rPr>
        <w:rFonts w:hint="default"/>
      </w:rPr>
    </w:lvl>
    <w:lvl w:ilvl="4">
      <w:start w:val="1"/>
      <w:numFmt w:val="decimal"/>
      <w:pStyle w:val="Nadpis5"/>
      <w:lvlText w:val="%1.%2.%3.%4.%5."/>
      <w:lvlJc w:val="left"/>
      <w:pPr>
        <w:tabs>
          <w:tab w:val="num" w:pos="0"/>
        </w:tabs>
        <w:ind w:left="0" w:hanging="2835"/>
      </w:pPr>
      <w:rPr>
        <w:rFonts w:hint="default"/>
      </w:rPr>
    </w:lvl>
    <w:lvl w:ilvl="5">
      <w:start w:val="1"/>
      <w:numFmt w:val="decimal"/>
      <w:pStyle w:val="Nadpis6"/>
      <w:lvlText w:val="%1.%2.%3.%4.%5.%6."/>
      <w:lvlJc w:val="left"/>
      <w:pPr>
        <w:tabs>
          <w:tab w:val="num" w:pos="0"/>
        </w:tabs>
        <w:ind w:left="0" w:hanging="2835"/>
      </w:pPr>
      <w:rPr>
        <w:rFonts w:hint="default"/>
      </w:rPr>
    </w:lvl>
    <w:lvl w:ilvl="6">
      <w:start w:val="1"/>
      <w:numFmt w:val="decimal"/>
      <w:pStyle w:val="Nadpis7"/>
      <w:lvlText w:val="%1.%2.%3.%4.%5.%6.%7."/>
      <w:lvlJc w:val="left"/>
      <w:pPr>
        <w:tabs>
          <w:tab w:val="num" w:pos="0"/>
        </w:tabs>
        <w:ind w:left="0" w:hanging="2835"/>
      </w:pPr>
      <w:rPr>
        <w:rFonts w:hint="default"/>
      </w:rPr>
    </w:lvl>
    <w:lvl w:ilvl="7">
      <w:start w:val="1"/>
      <w:numFmt w:val="decimal"/>
      <w:pStyle w:val="Nadpis8"/>
      <w:lvlText w:val="%1.%2.%3.%4.%5.%6.%7.%8."/>
      <w:lvlJc w:val="left"/>
      <w:pPr>
        <w:tabs>
          <w:tab w:val="num" w:pos="0"/>
        </w:tabs>
        <w:ind w:left="0" w:hanging="2835"/>
      </w:pPr>
      <w:rPr>
        <w:rFonts w:hint="default"/>
      </w:rPr>
    </w:lvl>
    <w:lvl w:ilvl="8">
      <w:start w:val="1"/>
      <w:numFmt w:val="decimal"/>
      <w:pStyle w:val="Nadpis9"/>
      <w:lvlText w:val="%1.%2.%3.%4.%5.%6.%7.%8.%9."/>
      <w:lvlJc w:val="left"/>
      <w:pPr>
        <w:tabs>
          <w:tab w:val="num" w:pos="0"/>
        </w:tabs>
        <w:ind w:left="0" w:hanging="2835"/>
      </w:pPr>
      <w:rPr>
        <w:rFonts w:hint="default"/>
      </w:rPr>
    </w:lvl>
  </w:abstractNum>
  <w:num w:numId="1" w16cid:durableId="1152912928">
    <w:abstractNumId w:val="1"/>
  </w:num>
  <w:num w:numId="2" w16cid:durableId="656301121">
    <w:abstractNumId w:val="10"/>
  </w:num>
  <w:num w:numId="3" w16cid:durableId="1706296842">
    <w:abstractNumId w:val="9"/>
  </w:num>
  <w:num w:numId="4" w16cid:durableId="1286888773">
    <w:abstractNumId w:val="2"/>
  </w:num>
  <w:num w:numId="5" w16cid:durableId="677658570">
    <w:abstractNumId w:val="0"/>
  </w:num>
  <w:num w:numId="6" w16cid:durableId="1642224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654289">
    <w:abstractNumId w:val="8"/>
  </w:num>
  <w:num w:numId="8" w16cid:durableId="612908114">
    <w:abstractNumId w:val="6"/>
  </w:num>
  <w:num w:numId="9" w16cid:durableId="1807119355">
    <w:abstractNumId w:val="3"/>
  </w:num>
  <w:num w:numId="10" w16cid:durableId="1200244841">
    <w:abstractNumId w:val="5"/>
  </w:num>
  <w:num w:numId="11" w16cid:durableId="1520854132">
    <w:abstractNumId w:val="7"/>
  </w:num>
  <w:num w:numId="12" w16cid:durableId="1037391938">
    <w:abstractNumId w:val="0"/>
  </w:num>
  <w:num w:numId="13" w16cid:durableId="1206454934">
    <w:abstractNumId w:val="0"/>
  </w:num>
  <w:num w:numId="14" w16cid:durableId="8317960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933852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3C"/>
    <w:rsid w:val="00002776"/>
    <w:rsid w:val="000225CE"/>
    <w:rsid w:val="00031074"/>
    <w:rsid w:val="00031CE6"/>
    <w:rsid w:val="000542AE"/>
    <w:rsid w:val="000557FF"/>
    <w:rsid w:val="00070059"/>
    <w:rsid w:val="00076136"/>
    <w:rsid w:val="000809E0"/>
    <w:rsid w:val="0008525C"/>
    <w:rsid w:val="0008574E"/>
    <w:rsid w:val="00094454"/>
    <w:rsid w:val="00095997"/>
    <w:rsid w:val="000A645F"/>
    <w:rsid w:val="000B0222"/>
    <w:rsid w:val="000B6C64"/>
    <w:rsid w:val="000E7C37"/>
    <w:rsid w:val="000F2D1A"/>
    <w:rsid w:val="0010603D"/>
    <w:rsid w:val="001061EC"/>
    <w:rsid w:val="00107D98"/>
    <w:rsid w:val="001216F9"/>
    <w:rsid w:val="00133A08"/>
    <w:rsid w:val="001525A4"/>
    <w:rsid w:val="00161641"/>
    <w:rsid w:val="00164166"/>
    <w:rsid w:val="00175F01"/>
    <w:rsid w:val="00176BE5"/>
    <w:rsid w:val="00177A8D"/>
    <w:rsid w:val="00186CFC"/>
    <w:rsid w:val="0019382E"/>
    <w:rsid w:val="00195ACD"/>
    <w:rsid w:val="00197A11"/>
    <w:rsid w:val="001C3FC8"/>
    <w:rsid w:val="001D2CFA"/>
    <w:rsid w:val="001E2AFB"/>
    <w:rsid w:val="001E3070"/>
    <w:rsid w:val="001E39FD"/>
    <w:rsid w:val="001E50A8"/>
    <w:rsid w:val="001E7E76"/>
    <w:rsid w:val="001F55C1"/>
    <w:rsid w:val="001F6F0D"/>
    <w:rsid w:val="0020430F"/>
    <w:rsid w:val="002046F1"/>
    <w:rsid w:val="00225319"/>
    <w:rsid w:val="002352B6"/>
    <w:rsid w:val="00235513"/>
    <w:rsid w:val="002368EE"/>
    <w:rsid w:val="00242733"/>
    <w:rsid w:val="00244736"/>
    <w:rsid w:val="00253D83"/>
    <w:rsid w:val="00266C84"/>
    <w:rsid w:val="00280798"/>
    <w:rsid w:val="0028369F"/>
    <w:rsid w:val="002849BD"/>
    <w:rsid w:val="002A7FDC"/>
    <w:rsid w:val="002B6975"/>
    <w:rsid w:val="002B6D78"/>
    <w:rsid w:val="002B7217"/>
    <w:rsid w:val="002C2DA5"/>
    <w:rsid w:val="002C3E87"/>
    <w:rsid w:val="002C5F26"/>
    <w:rsid w:val="002F5D45"/>
    <w:rsid w:val="00300F4E"/>
    <w:rsid w:val="003113DB"/>
    <w:rsid w:val="00312680"/>
    <w:rsid w:val="003346F1"/>
    <w:rsid w:val="0034431A"/>
    <w:rsid w:val="00350DC3"/>
    <w:rsid w:val="00356CCB"/>
    <w:rsid w:val="003627F5"/>
    <w:rsid w:val="0038075D"/>
    <w:rsid w:val="003A59DA"/>
    <w:rsid w:val="003A620B"/>
    <w:rsid w:val="003B54DE"/>
    <w:rsid w:val="003C664D"/>
    <w:rsid w:val="0040273B"/>
    <w:rsid w:val="004047F4"/>
    <w:rsid w:val="00412B13"/>
    <w:rsid w:val="00414FEF"/>
    <w:rsid w:val="00416153"/>
    <w:rsid w:val="00416B3B"/>
    <w:rsid w:val="00421D27"/>
    <w:rsid w:val="004543A9"/>
    <w:rsid w:val="00467DC5"/>
    <w:rsid w:val="004801D5"/>
    <w:rsid w:val="00481C80"/>
    <w:rsid w:val="0048453B"/>
    <w:rsid w:val="0049247C"/>
    <w:rsid w:val="00494CF2"/>
    <w:rsid w:val="004959DF"/>
    <w:rsid w:val="00495E9A"/>
    <w:rsid w:val="004B09FF"/>
    <w:rsid w:val="004C1711"/>
    <w:rsid w:val="004C4F11"/>
    <w:rsid w:val="004C7FF1"/>
    <w:rsid w:val="004F1E12"/>
    <w:rsid w:val="0050084A"/>
    <w:rsid w:val="00505C48"/>
    <w:rsid w:val="00521BE1"/>
    <w:rsid w:val="00527967"/>
    <w:rsid w:val="00532187"/>
    <w:rsid w:val="00553F8C"/>
    <w:rsid w:val="00561CB5"/>
    <w:rsid w:val="00561D4F"/>
    <w:rsid w:val="00564836"/>
    <w:rsid w:val="00587511"/>
    <w:rsid w:val="00596E0E"/>
    <w:rsid w:val="005A3639"/>
    <w:rsid w:val="005A49D2"/>
    <w:rsid w:val="005B2788"/>
    <w:rsid w:val="005B4D2E"/>
    <w:rsid w:val="005B50D3"/>
    <w:rsid w:val="005C3370"/>
    <w:rsid w:val="005C38DD"/>
    <w:rsid w:val="005D02C1"/>
    <w:rsid w:val="005E29CC"/>
    <w:rsid w:val="005E6A17"/>
    <w:rsid w:val="005E6FD7"/>
    <w:rsid w:val="005E7FAC"/>
    <w:rsid w:val="005F722E"/>
    <w:rsid w:val="00602028"/>
    <w:rsid w:val="00602D14"/>
    <w:rsid w:val="006149F1"/>
    <w:rsid w:val="00620D3F"/>
    <w:rsid w:val="0063478F"/>
    <w:rsid w:val="006517EA"/>
    <w:rsid w:val="00662175"/>
    <w:rsid w:val="0066273C"/>
    <w:rsid w:val="00666131"/>
    <w:rsid w:val="00674328"/>
    <w:rsid w:val="006B03E5"/>
    <w:rsid w:val="006B477E"/>
    <w:rsid w:val="006B6B9B"/>
    <w:rsid w:val="006B77B8"/>
    <w:rsid w:val="006C0805"/>
    <w:rsid w:val="006E734B"/>
    <w:rsid w:val="006F3791"/>
    <w:rsid w:val="006F45D2"/>
    <w:rsid w:val="007212D9"/>
    <w:rsid w:val="00735EE7"/>
    <w:rsid w:val="00743FDC"/>
    <w:rsid w:val="00750460"/>
    <w:rsid w:val="00752DBF"/>
    <w:rsid w:val="00760E91"/>
    <w:rsid w:val="007741FC"/>
    <w:rsid w:val="0079468F"/>
    <w:rsid w:val="007A08D8"/>
    <w:rsid w:val="007A1EDE"/>
    <w:rsid w:val="007C022F"/>
    <w:rsid w:val="007C1609"/>
    <w:rsid w:val="007C4A9C"/>
    <w:rsid w:val="007C5275"/>
    <w:rsid w:val="007C6512"/>
    <w:rsid w:val="007C71CF"/>
    <w:rsid w:val="007D2395"/>
    <w:rsid w:val="007D4502"/>
    <w:rsid w:val="007E06FB"/>
    <w:rsid w:val="00801024"/>
    <w:rsid w:val="00803370"/>
    <w:rsid w:val="008066D9"/>
    <w:rsid w:val="0082452F"/>
    <w:rsid w:val="00836DA2"/>
    <w:rsid w:val="00843E56"/>
    <w:rsid w:val="00853011"/>
    <w:rsid w:val="00853FCA"/>
    <w:rsid w:val="00854BFA"/>
    <w:rsid w:val="0088134F"/>
    <w:rsid w:val="00883BF1"/>
    <w:rsid w:val="0089049E"/>
    <w:rsid w:val="008D5D36"/>
    <w:rsid w:val="008D7DDC"/>
    <w:rsid w:val="008F0E4E"/>
    <w:rsid w:val="00901313"/>
    <w:rsid w:val="009061FF"/>
    <w:rsid w:val="00913CEA"/>
    <w:rsid w:val="0091772B"/>
    <w:rsid w:val="009440D2"/>
    <w:rsid w:val="00946023"/>
    <w:rsid w:val="00947EDF"/>
    <w:rsid w:val="009506BF"/>
    <w:rsid w:val="00962D62"/>
    <w:rsid w:val="00971462"/>
    <w:rsid w:val="0097605C"/>
    <w:rsid w:val="009A5362"/>
    <w:rsid w:val="009A5621"/>
    <w:rsid w:val="009D6996"/>
    <w:rsid w:val="009E552E"/>
    <w:rsid w:val="009F441A"/>
    <w:rsid w:val="009F7972"/>
    <w:rsid w:val="00A15F14"/>
    <w:rsid w:val="00A24417"/>
    <w:rsid w:val="00A36A5C"/>
    <w:rsid w:val="00A44540"/>
    <w:rsid w:val="00A765DC"/>
    <w:rsid w:val="00AA3E77"/>
    <w:rsid w:val="00AB0D96"/>
    <w:rsid w:val="00AC4910"/>
    <w:rsid w:val="00AD08A4"/>
    <w:rsid w:val="00AD3F56"/>
    <w:rsid w:val="00AD5E4A"/>
    <w:rsid w:val="00AE08E1"/>
    <w:rsid w:val="00AF402A"/>
    <w:rsid w:val="00AF4763"/>
    <w:rsid w:val="00B013B0"/>
    <w:rsid w:val="00B12AF2"/>
    <w:rsid w:val="00B12CDE"/>
    <w:rsid w:val="00B16F50"/>
    <w:rsid w:val="00B230D8"/>
    <w:rsid w:val="00B27452"/>
    <w:rsid w:val="00B32026"/>
    <w:rsid w:val="00B43D02"/>
    <w:rsid w:val="00B523CA"/>
    <w:rsid w:val="00B54EA9"/>
    <w:rsid w:val="00B66F7B"/>
    <w:rsid w:val="00B7448E"/>
    <w:rsid w:val="00B76721"/>
    <w:rsid w:val="00B971A9"/>
    <w:rsid w:val="00BA05D8"/>
    <w:rsid w:val="00BA1E27"/>
    <w:rsid w:val="00BC060E"/>
    <w:rsid w:val="00BC2B13"/>
    <w:rsid w:val="00BC3FC2"/>
    <w:rsid w:val="00BC6EA8"/>
    <w:rsid w:val="00BE09BB"/>
    <w:rsid w:val="00BF07B1"/>
    <w:rsid w:val="00C0436A"/>
    <w:rsid w:val="00C06185"/>
    <w:rsid w:val="00C07814"/>
    <w:rsid w:val="00C2432F"/>
    <w:rsid w:val="00C251E4"/>
    <w:rsid w:val="00C30410"/>
    <w:rsid w:val="00C327A3"/>
    <w:rsid w:val="00C343B7"/>
    <w:rsid w:val="00C4741C"/>
    <w:rsid w:val="00C70138"/>
    <w:rsid w:val="00C7499C"/>
    <w:rsid w:val="00C76019"/>
    <w:rsid w:val="00C96B29"/>
    <w:rsid w:val="00CA4E04"/>
    <w:rsid w:val="00CA5BE7"/>
    <w:rsid w:val="00CB18A4"/>
    <w:rsid w:val="00CB26F8"/>
    <w:rsid w:val="00CC2D2D"/>
    <w:rsid w:val="00CD4F0A"/>
    <w:rsid w:val="00CD51E9"/>
    <w:rsid w:val="00CE3C57"/>
    <w:rsid w:val="00CE6C76"/>
    <w:rsid w:val="00CF0723"/>
    <w:rsid w:val="00CF377F"/>
    <w:rsid w:val="00D05185"/>
    <w:rsid w:val="00D112DC"/>
    <w:rsid w:val="00D203D6"/>
    <w:rsid w:val="00D24F8F"/>
    <w:rsid w:val="00D34C9C"/>
    <w:rsid w:val="00D5583C"/>
    <w:rsid w:val="00D614A6"/>
    <w:rsid w:val="00D614B3"/>
    <w:rsid w:val="00D61960"/>
    <w:rsid w:val="00D624C9"/>
    <w:rsid w:val="00D676DF"/>
    <w:rsid w:val="00D842BD"/>
    <w:rsid w:val="00D84F57"/>
    <w:rsid w:val="00DA4C18"/>
    <w:rsid w:val="00DA7854"/>
    <w:rsid w:val="00DB7848"/>
    <w:rsid w:val="00DC1D1B"/>
    <w:rsid w:val="00DD6D86"/>
    <w:rsid w:val="00DE0A3A"/>
    <w:rsid w:val="00DE0EB6"/>
    <w:rsid w:val="00DE3FA3"/>
    <w:rsid w:val="00DE471E"/>
    <w:rsid w:val="00DE575B"/>
    <w:rsid w:val="00E10C82"/>
    <w:rsid w:val="00E26D37"/>
    <w:rsid w:val="00E351C5"/>
    <w:rsid w:val="00E35828"/>
    <w:rsid w:val="00E402E4"/>
    <w:rsid w:val="00E4128E"/>
    <w:rsid w:val="00E60305"/>
    <w:rsid w:val="00E63D6C"/>
    <w:rsid w:val="00E66638"/>
    <w:rsid w:val="00E7026E"/>
    <w:rsid w:val="00E91DF9"/>
    <w:rsid w:val="00E962E5"/>
    <w:rsid w:val="00EB2C70"/>
    <w:rsid w:val="00EC3786"/>
    <w:rsid w:val="00ED474A"/>
    <w:rsid w:val="00EE2D85"/>
    <w:rsid w:val="00EF6FB2"/>
    <w:rsid w:val="00F029C9"/>
    <w:rsid w:val="00F07945"/>
    <w:rsid w:val="00F111E6"/>
    <w:rsid w:val="00F130ED"/>
    <w:rsid w:val="00F15AB7"/>
    <w:rsid w:val="00F179DE"/>
    <w:rsid w:val="00F3213C"/>
    <w:rsid w:val="00F32F49"/>
    <w:rsid w:val="00F37195"/>
    <w:rsid w:val="00F430D9"/>
    <w:rsid w:val="00F4466F"/>
    <w:rsid w:val="00F45237"/>
    <w:rsid w:val="00F54E56"/>
    <w:rsid w:val="00F6689A"/>
    <w:rsid w:val="00F859AC"/>
    <w:rsid w:val="00F862CA"/>
    <w:rsid w:val="00F929B3"/>
    <w:rsid w:val="00F96D99"/>
    <w:rsid w:val="00FA0853"/>
    <w:rsid w:val="00FA2F13"/>
    <w:rsid w:val="00FA4D97"/>
    <w:rsid w:val="00FA5B81"/>
    <w:rsid w:val="00FB472F"/>
    <w:rsid w:val="00FD43A9"/>
    <w:rsid w:val="00FE54FE"/>
    <w:rsid w:val="00FF2B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79F0C"/>
  <w15:chartTrackingRefBased/>
  <w15:docId w15:val="{AB79E106-F7C1-4A77-B690-B1360189C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29" w:qFormat="1"/>
    <w:lsdException w:name="table of figures" w:semiHidden="1" w:unhideWhenUsed="1"/>
    <w:lsdException w:name="envelope address" w:uiPriority="38"/>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16" w:qFormat="1"/>
    <w:lsdException w:name="List Bullet" w:uiPriority="10" w:qFormat="1"/>
    <w:lsdException w:name="List Number" w:uiPriority="12" w:qFormat="1"/>
    <w:lsdException w:name="List 2" w:uiPriority="17" w:qFormat="1"/>
    <w:lsdException w:name="List 3" w:uiPriority="17" w:qFormat="1"/>
    <w:lsdException w:name="List 4" w:uiPriority="17" w:qFormat="1"/>
    <w:lsdException w:name="List 5" w:uiPriority="17" w:qFormat="1"/>
    <w:lsdException w:name="List Bullet 2" w:uiPriority="11" w:qFormat="1"/>
    <w:lsdException w:name="List Bullet 3" w:uiPriority="11" w:qFormat="1"/>
    <w:lsdException w:name="List Bullet 4" w:uiPriority="11" w:qFormat="1"/>
    <w:lsdException w:name="List Bullet 5" w:uiPriority="11" w:qFormat="1"/>
    <w:lsdException w:name="List Number 2" w:uiPriority="13" w:qFormat="1"/>
    <w:lsdException w:name="List Number 3" w:uiPriority="13" w:qFormat="1"/>
    <w:lsdException w:name="List Number 4" w:uiPriority="13" w:qFormat="1"/>
    <w:lsdException w:name="List Number 5" w:uiPriority="13" w:qFormat="1"/>
    <w:lsdException w:name="Title" w:uiPriority="10" w:qFormat="1"/>
    <w:lsdException w:name="Closing" w:uiPriority="27"/>
    <w:lsdException w:name="Signature" w:uiPriority="28"/>
    <w:lsdException w:name="Default Paragraph Font" w:semiHidden="1" w:uiPriority="1" w:unhideWhenUsed="1"/>
    <w:lsdException w:name="Body Text" w:semiHidden="1" w:unhideWhenUsed="1"/>
    <w:lsdException w:name="Body Text Indent" w:semiHidden="1" w:unhideWhenUsed="1"/>
    <w:lsdException w:name="List Continue" w:uiPriority="14" w:qFormat="1"/>
    <w:lsdException w:name="List Continue 2" w:uiPriority="15" w:qFormat="1"/>
    <w:lsdException w:name="List Continue 3" w:uiPriority="15" w:qFormat="1"/>
    <w:lsdException w:name="List Continue 4" w:uiPriority="15" w:qFormat="1"/>
    <w:lsdException w:name="List Continue 5" w:uiPriority="15" w:qFormat="1"/>
    <w:lsdException w:name="Message Header" w:semiHidden="1" w:unhideWhenUsed="1"/>
    <w:lsdException w:name="Subtitle" w:uiPriority="11" w:qFormat="1"/>
    <w:lsdException w:name="Salutation" w:semiHidden="1" w:uiPriority="26" w:unhideWhenUsed="1"/>
    <w:lsdException w:name="Date" w:uiPriority="38"/>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0" w:qFormat="1"/>
    <w:lsdException w:name="Emphasis" w:uiPriority="2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7"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6" w:unhideWhenUsed="1"/>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24C9"/>
    <w:pPr>
      <w:spacing w:after="120" w:line="280" w:lineRule="atLeast"/>
    </w:pPr>
    <w:rPr>
      <w:sz w:val="18"/>
    </w:rPr>
  </w:style>
  <w:style w:type="paragraph" w:styleId="Nadpis1">
    <w:name w:val="heading 1"/>
    <w:basedOn w:val="Normln"/>
    <w:next w:val="Normln"/>
    <w:link w:val="Nadpis1Char"/>
    <w:uiPriority w:val="9"/>
    <w:qFormat/>
    <w:rsid w:val="00D24F8F"/>
    <w:pPr>
      <w:keepNext/>
      <w:keepLines/>
      <w:pageBreakBefore/>
      <w:numPr>
        <w:numId w:val="2"/>
      </w:numPr>
      <w:spacing w:after="360"/>
      <w:outlineLvl w:val="0"/>
    </w:pPr>
    <w:rPr>
      <w:rFonts w:asciiTheme="majorHAnsi" w:eastAsiaTheme="majorEastAsia" w:hAnsiTheme="majorHAnsi" w:cstheme="majorBidi"/>
      <w:b/>
      <w:sz w:val="42"/>
      <w:szCs w:val="32"/>
    </w:rPr>
  </w:style>
  <w:style w:type="paragraph" w:styleId="Nadpis2">
    <w:name w:val="heading 2"/>
    <w:basedOn w:val="Normln"/>
    <w:next w:val="Normln"/>
    <w:link w:val="Nadpis2Char"/>
    <w:uiPriority w:val="9"/>
    <w:qFormat/>
    <w:rsid w:val="00D24F8F"/>
    <w:pPr>
      <w:keepNext/>
      <w:keepLines/>
      <w:numPr>
        <w:ilvl w:val="1"/>
        <w:numId w:val="2"/>
      </w:numPr>
      <w:spacing w:before="360"/>
      <w:outlineLvl w:val="1"/>
    </w:pPr>
    <w:rPr>
      <w:rFonts w:asciiTheme="majorHAnsi" w:eastAsiaTheme="majorEastAsia" w:hAnsiTheme="majorHAnsi" w:cstheme="majorBidi"/>
      <w:b/>
      <w:sz w:val="32"/>
      <w:szCs w:val="26"/>
    </w:rPr>
  </w:style>
  <w:style w:type="paragraph" w:styleId="Nadpis3">
    <w:name w:val="heading 3"/>
    <w:basedOn w:val="Normln"/>
    <w:next w:val="Normln"/>
    <w:link w:val="Nadpis3Char"/>
    <w:uiPriority w:val="4"/>
    <w:qFormat/>
    <w:rsid w:val="00D24F8F"/>
    <w:pPr>
      <w:keepNext/>
      <w:keepLines/>
      <w:numPr>
        <w:ilvl w:val="2"/>
        <w:numId w:val="2"/>
      </w:numPr>
      <w:spacing w:before="3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4"/>
    <w:qFormat/>
    <w:rsid w:val="00750460"/>
    <w:pPr>
      <w:keepNext/>
      <w:keepLines/>
      <w:numPr>
        <w:ilvl w:val="3"/>
        <w:numId w:val="2"/>
      </w:numPr>
      <w:spacing w:before="240" w:after="0"/>
      <w:outlineLvl w:val="3"/>
    </w:pPr>
    <w:rPr>
      <w:rFonts w:asciiTheme="majorHAnsi" w:eastAsiaTheme="majorEastAsia" w:hAnsiTheme="majorHAnsi" w:cstheme="majorBidi"/>
      <w:b/>
      <w:iCs/>
      <w:sz w:val="20"/>
    </w:rPr>
  </w:style>
  <w:style w:type="paragraph" w:styleId="Nadpis5">
    <w:name w:val="heading 5"/>
    <w:basedOn w:val="Normln"/>
    <w:next w:val="Normln"/>
    <w:link w:val="Nadpis5Char"/>
    <w:uiPriority w:val="4"/>
    <w:qFormat/>
    <w:rsid w:val="005B50D3"/>
    <w:pPr>
      <w:keepNext/>
      <w:keepLines/>
      <w:numPr>
        <w:ilvl w:val="4"/>
        <w:numId w:val="2"/>
      </w:numPr>
      <w:spacing w:before="2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4"/>
    <w:rsid w:val="005B50D3"/>
    <w:pPr>
      <w:keepNext/>
      <w:keepLines/>
      <w:numPr>
        <w:ilvl w:val="5"/>
        <w:numId w:val="2"/>
      </w:numPr>
      <w:spacing w:before="240" w:after="0"/>
      <w:outlineLvl w:val="5"/>
    </w:pPr>
    <w:rPr>
      <w:rFonts w:asciiTheme="majorHAnsi" w:eastAsiaTheme="majorEastAsia" w:hAnsiTheme="majorHAnsi" w:cstheme="majorBidi"/>
      <w:b/>
    </w:rPr>
  </w:style>
  <w:style w:type="paragraph" w:styleId="Nadpis7">
    <w:name w:val="heading 7"/>
    <w:basedOn w:val="Normln"/>
    <w:next w:val="Normln"/>
    <w:link w:val="Nadpis7Char"/>
    <w:uiPriority w:val="4"/>
    <w:rsid w:val="005B50D3"/>
    <w:pPr>
      <w:keepNext/>
      <w:keepLines/>
      <w:numPr>
        <w:ilvl w:val="6"/>
        <w:numId w:val="2"/>
      </w:numPr>
      <w:spacing w:before="240" w:after="0"/>
      <w:outlineLvl w:val="6"/>
    </w:pPr>
    <w:rPr>
      <w:rFonts w:asciiTheme="majorHAnsi" w:eastAsiaTheme="majorEastAsia" w:hAnsiTheme="majorHAnsi" w:cstheme="majorBidi"/>
      <w:b/>
      <w:iCs/>
    </w:rPr>
  </w:style>
  <w:style w:type="paragraph" w:styleId="Nadpis8">
    <w:name w:val="heading 8"/>
    <w:basedOn w:val="Normln"/>
    <w:next w:val="Normln"/>
    <w:link w:val="Nadpis8Char"/>
    <w:uiPriority w:val="4"/>
    <w:rsid w:val="005B50D3"/>
    <w:pPr>
      <w:keepNext/>
      <w:keepLines/>
      <w:numPr>
        <w:ilvl w:val="7"/>
        <w:numId w:val="2"/>
      </w:numPr>
      <w:spacing w:before="240" w:after="0"/>
      <w:outlineLvl w:val="7"/>
    </w:pPr>
    <w:rPr>
      <w:rFonts w:asciiTheme="majorHAnsi" w:eastAsiaTheme="majorEastAsia" w:hAnsiTheme="majorHAnsi" w:cstheme="majorBidi"/>
      <w:b/>
      <w:szCs w:val="21"/>
    </w:rPr>
  </w:style>
  <w:style w:type="paragraph" w:styleId="Nadpis9">
    <w:name w:val="heading 9"/>
    <w:basedOn w:val="Normln"/>
    <w:next w:val="Normln"/>
    <w:link w:val="Nadpis9Char"/>
    <w:uiPriority w:val="4"/>
    <w:rsid w:val="005B50D3"/>
    <w:pPr>
      <w:keepNext/>
      <w:keepLines/>
      <w:numPr>
        <w:ilvl w:val="8"/>
        <w:numId w:val="2"/>
      </w:numPr>
      <w:spacing w:before="240" w:after="0"/>
      <w:outlineLvl w:val="8"/>
    </w:pPr>
    <w:rPr>
      <w:rFonts w:asciiTheme="majorHAnsi" w:eastAsiaTheme="majorEastAsia" w:hAnsiTheme="majorHAnsi" w:cstheme="majorBidi"/>
      <w:b/>
      <w:iCs/>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E2D85"/>
    <w:pPr>
      <w:spacing w:after="0" w:line="280" w:lineRule="atLeast"/>
    </w:pPr>
    <w:rPr>
      <w:sz w:val="18"/>
    </w:rPr>
  </w:style>
  <w:style w:type="character" w:customStyle="1" w:styleId="Nadpis1Char">
    <w:name w:val="Nadpis 1 Char"/>
    <w:basedOn w:val="Standardnpsmoodstavce"/>
    <w:link w:val="Nadpis1"/>
    <w:uiPriority w:val="9"/>
    <w:rsid w:val="00D24F8F"/>
    <w:rPr>
      <w:rFonts w:asciiTheme="majorHAnsi" w:eastAsiaTheme="majorEastAsia" w:hAnsiTheme="majorHAnsi" w:cstheme="majorBidi"/>
      <w:b/>
      <w:sz w:val="42"/>
      <w:szCs w:val="32"/>
    </w:rPr>
  </w:style>
  <w:style w:type="character" w:customStyle="1" w:styleId="Nadpis2Char">
    <w:name w:val="Nadpis 2 Char"/>
    <w:basedOn w:val="Standardnpsmoodstavce"/>
    <w:link w:val="Nadpis2"/>
    <w:uiPriority w:val="9"/>
    <w:rsid w:val="00D24F8F"/>
    <w:rPr>
      <w:rFonts w:asciiTheme="majorHAnsi" w:eastAsiaTheme="majorEastAsia" w:hAnsiTheme="majorHAnsi" w:cstheme="majorBidi"/>
      <w:b/>
      <w:sz w:val="32"/>
      <w:szCs w:val="26"/>
    </w:rPr>
  </w:style>
  <w:style w:type="paragraph" w:styleId="Nzev">
    <w:name w:val="Title"/>
    <w:basedOn w:val="Normln"/>
    <w:next w:val="Normln"/>
    <w:link w:val="NzevChar"/>
    <w:uiPriority w:val="17"/>
    <w:qFormat/>
    <w:rsid w:val="00666131"/>
    <w:pPr>
      <w:spacing w:after="1680" w:line="240" w:lineRule="auto"/>
      <w:contextualSpacing/>
    </w:pPr>
    <w:rPr>
      <w:rFonts w:ascii="Vegan Sans Premium SemiBold" w:eastAsiaTheme="majorEastAsia" w:hAnsi="Vegan Sans Premium SemiBold" w:cstheme="majorBidi"/>
      <w:spacing w:val="-14"/>
      <w:kern w:val="28"/>
      <w:sz w:val="92"/>
      <w:szCs w:val="56"/>
    </w:rPr>
  </w:style>
  <w:style w:type="character" w:customStyle="1" w:styleId="NzevChar">
    <w:name w:val="Název Char"/>
    <w:basedOn w:val="Standardnpsmoodstavce"/>
    <w:link w:val="Nzev"/>
    <w:uiPriority w:val="17"/>
    <w:rsid w:val="00666131"/>
    <w:rPr>
      <w:rFonts w:ascii="Vegan Sans Premium SemiBold" w:eastAsiaTheme="majorEastAsia" w:hAnsi="Vegan Sans Premium SemiBold" w:cstheme="majorBidi"/>
      <w:spacing w:val="-14"/>
      <w:kern w:val="28"/>
      <w:sz w:val="92"/>
      <w:szCs w:val="56"/>
    </w:rPr>
  </w:style>
  <w:style w:type="paragraph" w:styleId="Podnadpis">
    <w:name w:val="Subtitle"/>
    <w:basedOn w:val="Normln"/>
    <w:next w:val="Normln"/>
    <w:link w:val="PodnadpisChar"/>
    <w:uiPriority w:val="18"/>
    <w:qFormat/>
    <w:rsid w:val="0008574E"/>
    <w:pPr>
      <w:numPr>
        <w:ilvl w:val="1"/>
      </w:numPr>
      <w:spacing w:before="240" w:after="440"/>
    </w:pPr>
    <w:rPr>
      <w:rFonts w:asciiTheme="majorHAnsi" w:eastAsiaTheme="minorEastAsia" w:hAnsiTheme="majorHAnsi"/>
      <w:b/>
      <w:sz w:val="32"/>
    </w:rPr>
  </w:style>
  <w:style w:type="character" w:customStyle="1" w:styleId="PodnadpisChar">
    <w:name w:val="Podnadpis Char"/>
    <w:basedOn w:val="Standardnpsmoodstavce"/>
    <w:link w:val="Podnadpis"/>
    <w:uiPriority w:val="18"/>
    <w:rsid w:val="0008574E"/>
    <w:rPr>
      <w:rFonts w:asciiTheme="majorHAnsi" w:eastAsiaTheme="minorEastAsia" w:hAnsiTheme="majorHAnsi"/>
      <w:b/>
      <w:sz w:val="32"/>
    </w:rPr>
  </w:style>
  <w:style w:type="character" w:customStyle="1" w:styleId="Nadpis3Char">
    <w:name w:val="Nadpis 3 Char"/>
    <w:basedOn w:val="Standardnpsmoodstavce"/>
    <w:link w:val="Nadpis3"/>
    <w:uiPriority w:val="4"/>
    <w:rsid w:val="00D24F8F"/>
    <w:rPr>
      <w:rFonts w:asciiTheme="majorHAnsi" w:eastAsiaTheme="majorEastAsia" w:hAnsiTheme="majorHAnsi" w:cstheme="majorBidi"/>
      <w:b/>
      <w:sz w:val="24"/>
      <w:szCs w:val="24"/>
    </w:rPr>
  </w:style>
  <w:style w:type="paragraph" w:styleId="Zhlav">
    <w:name w:val="header"/>
    <w:basedOn w:val="Normln"/>
    <w:link w:val="ZhlavChar"/>
    <w:uiPriority w:val="37"/>
    <w:unhideWhenUsed/>
    <w:rsid w:val="00AD3F56"/>
    <w:pPr>
      <w:tabs>
        <w:tab w:val="center" w:pos="4536"/>
        <w:tab w:val="right" w:pos="9072"/>
      </w:tabs>
      <w:spacing w:after="0" w:line="200" w:lineRule="atLeast"/>
    </w:pPr>
    <w:rPr>
      <w:sz w:val="15"/>
    </w:rPr>
  </w:style>
  <w:style w:type="character" w:customStyle="1" w:styleId="ZhlavChar">
    <w:name w:val="Záhlaví Char"/>
    <w:basedOn w:val="Standardnpsmoodstavce"/>
    <w:link w:val="Zhlav"/>
    <w:uiPriority w:val="37"/>
    <w:rsid w:val="00AD3F56"/>
    <w:rPr>
      <w:spacing w:val="-1"/>
      <w:sz w:val="15"/>
    </w:rPr>
  </w:style>
  <w:style w:type="paragraph" w:styleId="Zpat">
    <w:name w:val="footer"/>
    <w:basedOn w:val="Normln"/>
    <w:link w:val="ZpatChar"/>
    <w:uiPriority w:val="37"/>
    <w:unhideWhenUsed/>
    <w:rsid w:val="00854BFA"/>
    <w:pPr>
      <w:tabs>
        <w:tab w:val="center" w:pos="4536"/>
        <w:tab w:val="right" w:pos="9072"/>
      </w:tabs>
      <w:spacing w:after="0" w:line="200" w:lineRule="atLeast"/>
    </w:pPr>
    <w:rPr>
      <w:color w:val="DDDDDD" w:themeColor="accent1"/>
      <w:sz w:val="14"/>
    </w:rPr>
  </w:style>
  <w:style w:type="character" w:customStyle="1" w:styleId="ZpatChar">
    <w:name w:val="Zápatí Char"/>
    <w:basedOn w:val="Standardnpsmoodstavce"/>
    <w:link w:val="Zpat"/>
    <w:uiPriority w:val="37"/>
    <w:rsid w:val="00854BFA"/>
    <w:rPr>
      <w:color w:val="DDDDDD" w:themeColor="accent1"/>
      <w:spacing w:val="-1"/>
      <w:sz w:val="14"/>
    </w:rPr>
  </w:style>
  <w:style w:type="character" w:customStyle="1" w:styleId="Nadpis4Char">
    <w:name w:val="Nadpis 4 Char"/>
    <w:basedOn w:val="Standardnpsmoodstavce"/>
    <w:link w:val="Nadpis4"/>
    <w:uiPriority w:val="4"/>
    <w:rsid w:val="00750460"/>
    <w:rPr>
      <w:rFonts w:asciiTheme="majorHAnsi" w:eastAsiaTheme="majorEastAsia" w:hAnsiTheme="majorHAnsi" w:cstheme="majorBidi"/>
      <w:b/>
      <w:iCs/>
      <w:sz w:val="20"/>
    </w:rPr>
  </w:style>
  <w:style w:type="paragraph" w:styleId="Adresanaoblku">
    <w:name w:val="envelope address"/>
    <w:basedOn w:val="Normln"/>
    <w:uiPriority w:val="31"/>
    <w:rsid w:val="00DE0A3A"/>
    <w:pPr>
      <w:spacing w:after="0"/>
      <w:contextualSpacing/>
    </w:pPr>
    <w:rPr>
      <w:rFonts w:eastAsiaTheme="majorEastAsia" w:cstheme="majorBidi"/>
      <w:szCs w:val="24"/>
    </w:rPr>
  </w:style>
  <w:style w:type="paragraph" w:styleId="Datum">
    <w:name w:val="Date"/>
    <w:basedOn w:val="Normln"/>
    <w:next w:val="Normln"/>
    <w:link w:val="DatumChar"/>
    <w:uiPriority w:val="32"/>
    <w:rsid w:val="001F6F0D"/>
    <w:pPr>
      <w:spacing w:before="240" w:after="240"/>
      <w:jc w:val="right"/>
    </w:pPr>
  </w:style>
  <w:style w:type="character" w:customStyle="1" w:styleId="DatumChar">
    <w:name w:val="Datum Char"/>
    <w:basedOn w:val="Standardnpsmoodstavce"/>
    <w:link w:val="Datum"/>
    <w:uiPriority w:val="32"/>
    <w:rsid w:val="00D112DC"/>
    <w:rPr>
      <w:sz w:val="19"/>
    </w:rPr>
  </w:style>
  <w:style w:type="paragraph" w:styleId="Seznamsodrkami">
    <w:name w:val="List Bullet"/>
    <w:basedOn w:val="Normln"/>
    <w:uiPriority w:val="5"/>
    <w:qFormat/>
    <w:rsid w:val="0089049E"/>
    <w:pPr>
      <w:numPr>
        <w:numId w:val="3"/>
      </w:numPr>
    </w:pPr>
  </w:style>
  <w:style w:type="paragraph" w:styleId="Seznamsodrkami2">
    <w:name w:val="List Bullet 2"/>
    <w:basedOn w:val="Normln"/>
    <w:uiPriority w:val="6"/>
    <w:qFormat/>
    <w:rsid w:val="0089049E"/>
    <w:pPr>
      <w:numPr>
        <w:ilvl w:val="1"/>
        <w:numId w:val="3"/>
      </w:numPr>
    </w:pPr>
    <w:rPr>
      <w:noProof/>
    </w:rPr>
  </w:style>
  <w:style w:type="paragraph" w:styleId="Seznamsodrkami3">
    <w:name w:val="List Bullet 3"/>
    <w:basedOn w:val="Normln"/>
    <w:uiPriority w:val="6"/>
    <w:qFormat/>
    <w:rsid w:val="0089049E"/>
    <w:pPr>
      <w:numPr>
        <w:ilvl w:val="2"/>
        <w:numId w:val="3"/>
      </w:numPr>
    </w:pPr>
  </w:style>
  <w:style w:type="paragraph" w:styleId="slovanseznam">
    <w:name w:val="List Number"/>
    <w:basedOn w:val="Normln"/>
    <w:uiPriority w:val="7"/>
    <w:qFormat/>
    <w:rsid w:val="0089049E"/>
    <w:pPr>
      <w:numPr>
        <w:numId w:val="1"/>
      </w:numPr>
    </w:pPr>
  </w:style>
  <w:style w:type="paragraph" w:styleId="slovanseznam2">
    <w:name w:val="List Number 2"/>
    <w:basedOn w:val="Normln"/>
    <w:uiPriority w:val="8"/>
    <w:qFormat/>
    <w:rsid w:val="0089049E"/>
    <w:pPr>
      <w:numPr>
        <w:ilvl w:val="1"/>
        <w:numId w:val="1"/>
      </w:numPr>
    </w:pPr>
  </w:style>
  <w:style w:type="paragraph" w:styleId="slovanseznam3">
    <w:name w:val="List Number 3"/>
    <w:basedOn w:val="Normln"/>
    <w:uiPriority w:val="8"/>
    <w:qFormat/>
    <w:rsid w:val="0089049E"/>
    <w:pPr>
      <w:numPr>
        <w:ilvl w:val="2"/>
        <w:numId w:val="1"/>
      </w:numPr>
    </w:pPr>
  </w:style>
  <w:style w:type="paragraph" w:styleId="Pokraovnseznamu">
    <w:name w:val="List Continue"/>
    <w:basedOn w:val="Normln"/>
    <w:uiPriority w:val="11"/>
    <w:qFormat/>
    <w:rsid w:val="006F3791"/>
  </w:style>
  <w:style w:type="paragraph" w:styleId="Pokraovnseznamu2">
    <w:name w:val="List Continue 2"/>
    <w:basedOn w:val="Normln"/>
    <w:uiPriority w:val="12"/>
    <w:qFormat/>
    <w:rsid w:val="005B2788"/>
    <w:pPr>
      <w:ind w:left="425"/>
    </w:pPr>
  </w:style>
  <w:style w:type="paragraph" w:styleId="Pokraovnseznamu3">
    <w:name w:val="List Continue 3"/>
    <w:basedOn w:val="Normln"/>
    <w:uiPriority w:val="12"/>
    <w:qFormat/>
    <w:rsid w:val="005B2788"/>
    <w:pPr>
      <w:ind w:left="851"/>
    </w:pPr>
  </w:style>
  <w:style w:type="paragraph" w:styleId="Obsah1">
    <w:name w:val="toc 1"/>
    <w:basedOn w:val="Normln"/>
    <w:next w:val="Normln"/>
    <w:uiPriority w:val="39"/>
    <w:unhideWhenUsed/>
    <w:rsid w:val="00D61960"/>
    <w:pPr>
      <w:tabs>
        <w:tab w:val="left" w:pos="567"/>
        <w:tab w:val="right" w:leader="dot" w:pos="9062"/>
      </w:tabs>
      <w:spacing w:before="120"/>
      <w:ind w:left="567" w:hanging="567"/>
    </w:pPr>
    <w:rPr>
      <w:rFonts w:asciiTheme="majorHAnsi" w:hAnsiTheme="majorHAnsi"/>
      <w:b/>
      <w:noProof/>
      <w:sz w:val="32"/>
    </w:rPr>
  </w:style>
  <w:style w:type="paragraph" w:styleId="Obsah2">
    <w:name w:val="toc 2"/>
    <w:basedOn w:val="Normln"/>
    <w:next w:val="Normln"/>
    <w:uiPriority w:val="39"/>
    <w:unhideWhenUsed/>
    <w:rsid w:val="00D61960"/>
    <w:pPr>
      <w:tabs>
        <w:tab w:val="left" w:pos="567"/>
        <w:tab w:val="right" w:leader="dot" w:pos="9062"/>
      </w:tabs>
      <w:spacing w:after="0"/>
      <w:ind w:left="567" w:hanging="567"/>
    </w:pPr>
    <w:rPr>
      <w:b/>
      <w:noProof/>
      <w:sz w:val="24"/>
    </w:rPr>
  </w:style>
  <w:style w:type="paragraph" w:styleId="Obsah3">
    <w:name w:val="toc 3"/>
    <w:basedOn w:val="Normln"/>
    <w:next w:val="Normln"/>
    <w:uiPriority w:val="39"/>
    <w:unhideWhenUsed/>
    <w:rsid w:val="0089049E"/>
    <w:pPr>
      <w:tabs>
        <w:tab w:val="left" w:pos="1276"/>
        <w:tab w:val="right" w:leader="dot" w:pos="9062"/>
      </w:tabs>
      <w:spacing w:after="0"/>
      <w:ind w:left="1276" w:hanging="709"/>
    </w:pPr>
    <w:rPr>
      <w:noProof/>
    </w:rPr>
  </w:style>
  <w:style w:type="paragraph" w:styleId="Obsah4">
    <w:name w:val="toc 4"/>
    <w:basedOn w:val="Normln"/>
    <w:next w:val="Normln"/>
    <w:uiPriority w:val="39"/>
    <w:semiHidden/>
    <w:unhideWhenUsed/>
    <w:rsid w:val="005E29CC"/>
    <w:pPr>
      <w:spacing w:after="100"/>
      <w:ind w:left="600"/>
    </w:pPr>
  </w:style>
  <w:style w:type="paragraph" w:styleId="Obsah5">
    <w:name w:val="toc 5"/>
    <w:basedOn w:val="Normln"/>
    <w:next w:val="Normln"/>
    <w:uiPriority w:val="39"/>
    <w:semiHidden/>
    <w:unhideWhenUsed/>
    <w:rsid w:val="005E29CC"/>
    <w:pPr>
      <w:spacing w:after="100"/>
      <w:ind w:left="800"/>
    </w:pPr>
  </w:style>
  <w:style w:type="paragraph" w:styleId="Obsah6">
    <w:name w:val="toc 6"/>
    <w:basedOn w:val="Normln"/>
    <w:next w:val="Normln"/>
    <w:uiPriority w:val="39"/>
    <w:semiHidden/>
    <w:unhideWhenUsed/>
    <w:rsid w:val="005E29CC"/>
    <w:pPr>
      <w:spacing w:after="100"/>
      <w:ind w:left="1000"/>
    </w:pPr>
  </w:style>
  <w:style w:type="paragraph" w:styleId="Obsah7">
    <w:name w:val="toc 7"/>
    <w:basedOn w:val="Normln"/>
    <w:next w:val="Normln"/>
    <w:uiPriority w:val="39"/>
    <w:semiHidden/>
    <w:unhideWhenUsed/>
    <w:rsid w:val="005E29CC"/>
    <w:pPr>
      <w:spacing w:after="100"/>
      <w:ind w:left="1200"/>
    </w:pPr>
  </w:style>
  <w:style w:type="paragraph" w:styleId="Obsah8">
    <w:name w:val="toc 8"/>
    <w:basedOn w:val="Normln"/>
    <w:next w:val="Normln"/>
    <w:uiPriority w:val="39"/>
    <w:semiHidden/>
    <w:unhideWhenUsed/>
    <w:rsid w:val="005E29CC"/>
    <w:pPr>
      <w:spacing w:after="100"/>
      <w:ind w:left="1400"/>
    </w:pPr>
  </w:style>
  <w:style w:type="paragraph" w:styleId="Obsah9">
    <w:name w:val="toc 9"/>
    <w:basedOn w:val="Normln"/>
    <w:next w:val="Normln"/>
    <w:uiPriority w:val="39"/>
    <w:semiHidden/>
    <w:unhideWhenUsed/>
    <w:rsid w:val="005E29CC"/>
    <w:pPr>
      <w:spacing w:after="100"/>
      <w:ind w:left="1600"/>
    </w:pPr>
  </w:style>
  <w:style w:type="character" w:customStyle="1" w:styleId="Nadpis5Char">
    <w:name w:val="Nadpis 5 Char"/>
    <w:basedOn w:val="Standardnpsmoodstavce"/>
    <w:link w:val="Nadpis5"/>
    <w:uiPriority w:val="4"/>
    <w:rsid w:val="00C343B7"/>
    <w:rPr>
      <w:rFonts w:asciiTheme="majorHAnsi" w:eastAsiaTheme="majorEastAsia" w:hAnsiTheme="majorHAnsi" w:cstheme="majorBidi"/>
      <w:b/>
      <w:sz w:val="18"/>
    </w:rPr>
  </w:style>
  <w:style w:type="character" w:customStyle="1" w:styleId="Nadpis6Char">
    <w:name w:val="Nadpis 6 Char"/>
    <w:basedOn w:val="Standardnpsmoodstavce"/>
    <w:link w:val="Nadpis6"/>
    <w:uiPriority w:val="4"/>
    <w:rsid w:val="00C343B7"/>
    <w:rPr>
      <w:rFonts w:asciiTheme="majorHAnsi" w:eastAsiaTheme="majorEastAsia" w:hAnsiTheme="majorHAnsi" w:cstheme="majorBidi"/>
      <w:b/>
      <w:sz w:val="18"/>
    </w:rPr>
  </w:style>
  <w:style w:type="character" w:customStyle="1" w:styleId="Nadpis7Char">
    <w:name w:val="Nadpis 7 Char"/>
    <w:basedOn w:val="Standardnpsmoodstavce"/>
    <w:link w:val="Nadpis7"/>
    <w:uiPriority w:val="4"/>
    <w:rsid w:val="00C343B7"/>
    <w:rPr>
      <w:rFonts w:asciiTheme="majorHAnsi" w:eastAsiaTheme="majorEastAsia" w:hAnsiTheme="majorHAnsi" w:cstheme="majorBidi"/>
      <w:b/>
      <w:iCs/>
      <w:sz w:val="18"/>
    </w:rPr>
  </w:style>
  <w:style w:type="character" w:customStyle="1" w:styleId="Nadpis8Char">
    <w:name w:val="Nadpis 8 Char"/>
    <w:basedOn w:val="Standardnpsmoodstavce"/>
    <w:link w:val="Nadpis8"/>
    <w:uiPriority w:val="4"/>
    <w:rsid w:val="00C343B7"/>
    <w:rPr>
      <w:rFonts w:asciiTheme="majorHAnsi" w:eastAsiaTheme="majorEastAsia" w:hAnsiTheme="majorHAnsi" w:cstheme="majorBidi"/>
      <w:b/>
      <w:sz w:val="18"/>
      <w:szCs w:val="21"/>
    </w:rPr>
  </w:style>
  <w:style w:type="character" w:customStyle="1" w:styleId="Nadpis9Char">
    <w:name w:val="Nadpis 9 Char"/>
    <w:basedOn w:val="Standardnpsmoodstavce"/>
    <w:link w:val="Nadpis9"/>
    <w:uiPriority w:val="4"/>
    <w:rsid w:val="00C343B7"/>
    <w:rPr>
      <w:rFonts w:asciiTheme="majorHAnsi" w:eastAsiaTheme="majorEastAsia" w:hAnsiTheme="majorHAnsi" w:cstheme="majorBidi"/>
      <w:b/>
      <w:iCs/>
      <w:sz w:val="18"/>
      <w:szCs w:val="21"/>
    </w:rPr>
  </w:style>
  <w:style w:type="paragraph" w:customStyle="1" w:styleId="Nadpis1neslovan">
    <w:name w:val="Nadpis 1 nečíslovaný"/>
    <w:basedOn w:val="Nadpis1"/>
    <w:next w:val="Normln"/>
    <w:link w:val="Nadpis1neslovanChar"/>
    <w:uiPriority w:val="14"/>
    <w:qFormat/>
    <w:rsid w:val="00350DC3"/>
    <w:pPr>
      <w:numPr>
        <w:numId w:val="0"/>
      </w:numPr>
    </w:pPr>
  </w:style>
  <w:style w:type="paragraph" w:customStyle="1" w:styleId="Nadpis2neslovan">
    <w:name w:val="Nadpis 2 nečíslovaný"/>
    <w:basedOn w:val="Nadpis2"/>
    <w:next w:val="Normln"/>
    <w:link w:val="Nadpis2neslovanChar"/>
    <w:uiPriority w:val="14"/>
    <w:qFormat/>
    <w:rsid w:val="00350DC3"/>
    <w:pPr>
      <w:numPr>
        <w:ilvl w:val="0"/>
        <w:numId w:val="0"/>
      </w:numPr>
    </w:pPr>
  </w:style>
  <w:style w:type="character" w:customStyle="1" w:styleId="Nadpis1neslovanChar">
    <w:name w:val="Nadpis 1 nečíslovaný Char"/>
    <w:basedOn w:val="Nadpis1Char"/>
    <w:link w:val="Nadpis1neslovan"/>
    <w:uiPriority w:val="14"/>
    <w:rsid w:val="00C343B7"/>
    <w:rPr>
      <w:rFonts w:asciiTheme="majorHAnsi" w:eastAsiaTheme="majorEastAsia" w:hAnsiTheme="majorHAnsi" w:cstheme="majorBidi"/>
      <w:b/>
      <w:sz w:val="32"/>
      <w:szCs w:val="32"/>
      <w:lang w:val="cs-CZ"/>
    </w:rPr>
  </w:style>
  <w:style w:type="paragraph" w:customStyle="1" w:styleId="Nadpis3neslovan">
    <w:name w:val="Nadpis 3 nečíslovaný"/>
    <w:basedOn w:val="Nadpis3"/>
    <w:next w:val="Normln"/>
    <w:link w:val="Nadpis3neslovanChar"/>
    <w:uiPriority w:val="14"/>
    <w:qFormat/>
    <w:rsid w:val="00350DC3"/>
    <w:pPr>
      <w:numPr>
        <w:ilvl w:val="0"/>
        <w:numId w:val="0"/>
      </w:numPr>
    </w:pPr>
  </w:style>
  <w:style w:type="character" w:customStyle="1" w:styleId="Nadpis2neslovanChar">
    <w:name w:val="Nadpis 2 nečíslovaný Char"/>
    <w:basedOn w:val="Nadpis2Char"/>
    <w:link w:val="Nadpis2neslovan"/>
    <w:uiPriority w:val="14"/>
    <w:rsid w:val="00C343B7"/>
    <w:rPr>
      <w:rFonts w:asciiTheme="majorHAnsi" w:eastAsiaTheme="majorEastAsia" w:hAnsiTheme="majorHAnsi" w:cstheme="majorBidi"/>
      <w:b/>
      <w:sz w:val="28"/>
      <w:szCs w:val="26"/>
      <w:lang w:val="cs-CZ"/>
    </w:rPr>
  </w:style>
  <w:style w:type="paragraph" w:customStyle="1" w:styleId="Nadpis4neslovan">
    <w:name w:val="Nadpis 4 nečíslovaný"/>
    <w:basedOn w:val="Nadpis4"/>
    <w:next w:val="Normln"/>
    <w:link w:val="Nadpis4neslovanChar"/>
    <w:uiPriority w:val="14"/>
    <w:qFormat/>
    <w:rsid w:val="00350DC3"/>
    <w:pPr>
      <w:numPr>
        <w:ilvl w:val="0"/>
        <w:numId w:val="0"/>
      </w:numPr>
    </w:pPr>
  </w:style>
  <w:style w:type="character" w:customStyle="1" w:styleId="Nadpis3neslovanChar">
    <w:name w:val="Nadpis 3 nečíslovaný Char"/>
    <w:basedOn w:val="Nadpis3Char"/>
    <w:link w:val="Nadpis3neslovan"/>
    <w:uiPriority w:val="14"/>
    <w:rsid w:val="00C343B7"/>
    <w:rPr>
      <w:rFonts w:asciiTheme="majorHAnsi" w:eastAsiaTheme="majorEastAsia" w:hAnsiTheme="majorHAnsi" w:cstheme="majorBidi"/>
      <w:b/>
      <w:sz w:val="24"/>
      <w:szCs w:val="24"/>
      <w:lang w:val="cs-CZ"/>
    </w:rPr>
  </w:style>
  <w:style w:type="paragraph" w:customStyle="1" w:styleId="Nadpis5neslovan">
    <w:name w:val="Nadpis 5 nečíslovaný"/>
    <w:basedOn w:val="Nadpis5"/>
    <w:next w:val="Normln"/>
    <w:link w:val="Nadpis5neslovanChar"/>
    <w:uiPriority w:val="14"/>
    <w:qFormat/>
    <w:rsid w:val="00350DC3"/>
    <w:pPr>
      <w:numPr>
        <w:ilvl w:val="0"/>
        <w:numId w:val="0"/>
      </w:numPr>
    </w:pPr>
  </w:style>
  <w:style w:type="character" w:customStyle="1" w:styleId="Nadpis4neslovanChar">
    <w:name w:val="Nadpis 4 nečíslovaný Char"/>
    <w:basedOn w:val="Nadpis4Char"/>
    <w:link w:val="Nadpis4neslovan"/>
    <w:uiPriority w:val="14"/>
    <w:rsid w:val="00C343B7"/>
    <w:rPr>
      <w:rFonts w:asciiTheme="majorHAnsi" w:eastAsiaTheme="majorEastAsia" w:hAnsiTheme="majorHAnsi" w:cstheme="majorBidi"/>
      <w:b/>
      <w:iCs/>
      <w:spacing w:val="-1"/>
      <w:sz w:val="20"/>
      <w:lang w:val="cs-CZ"/>
    </w:rPr>
  </w:style>
  <w:style w:type="paragraph" w:customStyle="1" w:styleId="Nadpis1neslovannenvobsahu">
    <w:name w:val="Nadpis 1 nečíslovaný (není v obsahu)"/>
    <w:basedOn w:val="Nadpis1neslovan"/>
    <w:next w:val="Normln"/>
    <w:link w:val="Nadpis1neslovannenvobsahuChar"/>
    <w:uiPriority w:val="15"/>
    <w:qFormat/>
    <w:rsid w:val="00EF6FB2"/>
    <w:pPr>
      <w:outlineLvl w:val="9"/>
    </w:pPr>
  </w:style>
  <w:style w:type="character" w:customStyle="1" w:styleId="Nadpis5neslovanChar">
    <w:name w:val="Nadpis 5 nečíslovaný Char"/>
    <w:basedOn w:val="Nadpis5Char"/>
    <w:link w:val="Nadpis5neslovan"/>
    <w:uiPriority w:val="14"/>
    <w:rsid w:val="00C343B7"/>
    <w:rPr>
      <w:rFonts w:asciiTheme="majorHAnsi" w:eastAsiaTheme="majorEastAsia" w:hAnsiTheme="majorHAnsi" w:cstheme="majorBidi"/>
      <w:b/>
      <w:sz w:val="20"/>
      <w:lang w:val="cs-CZ"/>
    </w:rPr>
  </w:style>
  <w:style w:type="paragraph" w:customStyle="1" w:styleId="Nadpis2neslovannenvobsahu">
    <w:name w:val="Nadpis 2 nečíslovaný (není v obsahu)"/>
    <w:basedOn w:val="Nadpis2neslovan"/>
    <w:next w:val="Normln"/>
    <w:link w:val="Nadpis2neslovannenvobsahuChar"/>
    <w:uiPriority w:val="15"/>
    <w:qFormat/>
    <w:rsid w:val="00EF6FB2"/>
    <w:pPr>
      <w:outlineLvl w:val="9"/>
    </w:pPr>
  </w:style>
  <w:style w:type="character" w:customStyle="1" w:styleId="Nadpis1neslovannenvobsahuChar">
    <w:name w:val="Nadpis 1 nečíslovaný (není v obsahu) Char"/>
    <w:basedOn w:val="Nadpis1neslovanChar"/>
    <w:link w:val="Nadpis1neslovannenvobsahu"/>
    <w:uiPriority w:val="15"/>
    <w:rsid w:val="00C343B7"/>
    <w:rPr>
      <w:rFonts w:asciiTheme="majorHAnsi" w:eastAsiaTheme="majorEastAsia" w:hAnsiTheme="majorHAnsi" w:cstheme="majorBidi"/>
      <w:b/>
      <w:sz w:val="32"/>
      <w:szCs w:val="32"/>
      <w:lang w:val="cs-CZ"/>
    </w:rPr>
  </w:style>
  <w:style w:type="paragraph" w:customStyle="1" w:styleId="Nadpis3neslovannenvobsahu">
    <w:name w:val="Nadpis 3 nečíslovaný (není v obsahu)"/>
    <w:basedOn w:val="Nadpis3neslovan"/>
    <w:next w:val="Normln"/>
    <w:link w:val="Nadpis3neslovannenvobsahuChar"/>
    <w:uiPriority w:val="15"/>
    <w:qFormat/>
    <w:rsid w:val="00EF6FB2"/>
    <w:pPr>
      <w:outlineLvl w:val="9"/>
    </w:pPr>
  </w:style>
  <w:style w:type="character" w:customStyle="1" w:styleId="Nadpis2neslovannenvobsahuChar">
    <w:name w:val="Nadpis 2 nečíslovaný (není v obsahu) Char"/>
    <w:basedOn w:val="Nadpis2neslovanChar"/>
    <w:link w:val="Nadpis2neslovannenvobsahu"/>
    <w:uiPriority w:val="15"/>
    <w:rsid w:val="00C343B7"/>
    <w:rPr>
      <w:rFonts w:asciiTheme="majorHAnsi" w:eastAsiaTheme="majorEastAsia" w:hAnsiTheme="majorHAnsi" w:cstheme="majorBidi"/>
      <w:b/>
      <w:sz w:val="28"/>
      <w:szCs w:val="26"/>
      <w:lang w:val="cs-CZ"/>
    </w:rPr>
  </w:style>
  <w:style w:type="paragraph" w:customStyle="1" w:styleId="Nadpis4neslovannenvobsahu">
    <w:name w:val="Nadpis 4 nečíslovaný (není v obsahu)"/>
    <w:basedOn w:val="Nadpis4neslovan"/>
    <w:next w:val="Normln"/>
    <w:link w:val="Nadpis4neslovannenvobsahuChar"/>
    <w:uiPriority w:val="15"/>
    <w:qFormat/>
    <w:rsid w:val="00EF6FB2"/>
    <w:pPr>
      <w:outlineLvl w:val="9"/>
    </w:pPr>
  </w:style>
  <w:style w:type="character" w:customStyle="1" w:styleId="Nadpis3neslovannenvobsahuChar">
    <w:name w:val="Nadpis 3 nečíslovaný (není v obsahu) Char"/>
    <w:basedOn w:val="Nadpis3neslovanChar"/>
    <w:link w:val="Nadpis3neslovannenvobsahu"/>
    <w:uiPriority w:val="15"/>
    <w:rsid w:val="00C343B7"/>
    <w:rPr>
      <w:rFonts w:asciiTheme="majorHAnsi" w:eastAsiaTheme="majorEastAsia" w:hAnsiTheme="majorHAnsi" w:cstheme="majorBidi"/>
      <w:b/>
      <w:sz w:val="24"/>
      <w:szCs w:val="24"/>
      <w:lang w:val="cs-CZ"/>
    </w:rPr>
  </w:style>
  <w:style w:type="paragraph" w:customStyle="1" w:styleId="Nadpis5neslovannenvobsahu">
    <w:name w:val="Nadpis 5 nečíslovaný (není v obsahu)"/>
    <w:basedOn w:val="Nadpis5neslovan"/>
    <w:next w:val="Normln"/>
    <w:link w:val="Nadpis5neslovannenvobsahuChar"/>
    <w:uiPriority w:val="15"/>
    <w:qFormat/>
    <w:rsid w:val="00EF6FB2"/>
    <w:pPr>
      <w:outlineLvl w:val="9"/>
    </w:pPr>
  </w:style>
  <w:style w:type="character" w:customStyle="1" w:styleId="Nadpis4neslovannenvobsahuChar">
    <w:name w:val="Nadpis 4 nečíslovaný (není v obsahu) Char"/>
    <w:basedOn w:val="Nadpis4neslovanChar"/>
    <w:link w:val="Nadpis4neslovannenvobsahu"/>
    <w:uiPriority w:val="15"/>
    <w:rsid w:val="00C343B7"/>
    <w:rPr>
      <w:rFonts w:asciiTheme="majorHAnsi" w:eastAsiaTheme="majorEastAsia" w:hAnsiTheme="majorHAnsi" w:cstheme="majorBidi"/>
      <w:b/>
      <w:iCs/>
      <w:spacing w:val="-1"/>
      <w:sz w:val="20"/>
      <w:lang w:val="cs-CZ"/>
    </w:rPr>
  </w:style>
  <w:style w:type="character" w:customStyle="1" w:styleId="Nadpis5neslovannenvobsahuChar">
    <w:name w:val="Nadpis 5 nečíslovaný (není v obsahu) Char"/>
    <w:basedOn w:val="Nadpis5neslovanChar"/>
    <w:link w:val="Nadpis5neslovannenvobsahu"/>
    <w:uiPriority w:val="15"/>
    <w:rsid w:val="00C343B7"/>
    <w:rPr>
      <w:rFonts w:asciiTheme="majorHAnsi" w:eastAsiaTheme="majorEastAsia" w:hAnsiTheme="majorHAnsi" w:cstheme="majorBidi"/>
      <w:b/>
      <w:sz w:val="20"/>
      <w:lang w:val="cs-CZ"/>
    </w:rPr>
  </w:style>
  <w:style w:type="paragraph" w:styleId="Seznamsodrkami4">
    <w:name w:val="List Bullet 4"/>
    <w:basedOn w:val="Normln"/>
    <w:uiPriority w:val="6"/>
    <w:qFormat/>
    <w:rsid w:val="0089049E"/>
    <w:pPr>
      <w:numPr>
        <w:ilvl w:val="3"/>
        <w:numId w:val="3"/>
      </w:numPr>
    </w:pPr>
  </w:style>
  <w:style w:type="paragraph" w:styleId="Seznamsodrkami5">
    <w:name w:val="List Bullet 5"/>
    <w:basedOn w:val="Normln"/>
    <w:uiPriority w:val="6"/>
    <w:qFormat/>
    <w:rsid w:val="0089049E"/>
    <w:pPr>
      <w:numPr>
        <w:ilvl w:val="4"/>
        <w:numId w:val="3"/>
      </w:numPr>
    </w:pPr>
  </w:style>
  <w:style w:type="paragraph" w:styleId="Pokraovnseznamu4">
    <w:name w:val="List Continue 4"/>
    <w:basedOn w:val="Normln"/>
    <w:uiPriority w:val="12"/>
    <w:qFormat/>
    <w:rsid w:val="005B2788"/>
    <w:pPr>
      <w:ind w:left="1276"/>
    </w:pPr>
  </w:style>
  <w:style w:type="paragraph" w:styleId="Pokraovnseznamu5">
    <w:name w:val="List Continue 5"/>
    <w:basedOn w:val="Normln"/>
    <w:uiPriority w:val="12"/>
    <w:qFormat/>
    <w:rsid w:val="005B2788"/>
    <w:pPr>
      <w:ind w:left="1701"/>
    </w:pPr>
  </w:style>
  <w:style w:type="paragraph" w:styleId="slovanseznam4">
    <w:name w:val="List Number 4"/>
    <w:basedOn w:val="Normln"/>
    <w:uiPriority w:val="8"/>
    <w:qFormat/>
    <w:rsid w:val="0089049E"/>
    <w:pPr>
      <w:numPr>
        <w:ilvl w:val="3"/>
        <w:numId w:val="1"/>
      </w:numPr>
    </w:pPr>
  </w:style>
  <w:style w:type="paragraph" w:styleId="slovanseznam5">
    <w:name w:val="List Number 5"/>
    <w:basedOn w:val="Normln"/>
    <w:uiPriority w:val="8"/>
    <w:qFormat/>
    <w:rsid w:val="0089049E"/>
    <w:pPr>
      <w:numPr>
        <w:ilvl w:val="4"/>
        <w:numId w:val="1"/>
      </w:numPr>
    </w:pPr>
  </w:style>
  <w:style w:type="character" w:styleId="Zdraznnintenzivn">
    <w:name w:val="Intense Emphasis"/>
    <w:basedOn w:val="Standardnpsmoodstavce"/>
    <w:uiPriority w:val="22"/>
    <w:qFormat/>
    <w:rsid w:val="00DE575B"/>
    <w:rPr>
      <w:rFonts w:asciiTheme="majorHAnsi" w:hAnsiTheme="majorHAnsi"/>
      <w:b/>
      <w:i w:val="0"/>
      <w:iCs/>
      <w:color w:val="808080" w:themeColor="accent4"/>
      <w:lang w:val="cs-CZ"/>
    </w:rPr>
  </w:style>
  <w:style w:type="paragraph" w:styleId="Seznam">
    <w:name w:val="List"/>
    <w:basedOn w:val="Normln"/>
    <w:uiPriority w:val="9"/>
    <w:qFormat/>
    <w:rsid w:val="0089049E"/>
    <w:pPr>
      <w:numPr>
        <w:numId w:val="4"/>
      </w:numPr>
    </w:pPr>
  </w:style>
  <w:style w:type="paragraph" w:styleId="Seznam2">
    <w:name w:val="List 2"/>
    <w:basedOn w:val="Normln"/>
    <w:uiPriority w:val="10"/>
    <w:qFormat/>
    <w:rsid w:val="0089049E"/>
    <w:pPr>
      <w:numPr>
        <w:ilvl w:val="1"/>
        <w:numId w:val="4"/>
      </w:numPr>
    </w:pPr>
  </w:style>
  <w:style w:type="paragraph" w:styleId="Seznam3">
    <w:name w:val="List 3"/>
    <w:basedOn w:val="Normln"/>
    <w:uiPriority w:val="10"/>
    <w:qFormat/>
    <w:rsid w:val="0089049E"/>
    <w:pPr>
      <w:numPr>
        <w:ilvl w:val="2"/>
        <w:numId w:val="4"/>
      </w:numPr>
    </w:pPr>
  </w:style>
  <w:style w:type="paragraph" w:styleId="Seznam4">
    <w:name w:val="List 4"/>
    <w:basedOn w:val="Normln"/>
    <w:uiPriority w:val="10"/>
    <w:qFormat/>
    <w:rsid w:val="0089049E"/>
    <w:pPr>
      <w:numPr>
        <w:ilvl w:val="3"/>
        <w:numId w:val="4"/>
      </w:numPr>
    </w:pPr>
  </w:style>
  <w:style w:type="paragraph" w:styleId="Seznam5">
    <w:name w:val="List 5"/>
    <w:basedOn w:val="Normln"/>
    <w:uiPriority w:val="10"/>
    <w:qFormat/>
    <w:rsid w:val="0089049E"/>
    <w:pPr>
      <w:numPr>
        <w:ilvl w:val="4"/>
        <w:numId w:val="4"/>
      </w:numPr>
    </w:pPr>
  </w:style>
  <w:style w:type="paragraph" w:styleId="Zvr">
    <w:name w:val="Closing"/>
    <w:basedOn w:val="Normln"/>
    <w:link w:val="ZvrChar"/>
    <w:uiPriority w:val="34"/>
    <w:rsid w:val="00760E91"/>
    <w:pPr>
      <w:spacing w:before="260" w:after="780" w:line="240" w:lineRule="auto"/>
    </w:pPr>
  </w:style>
  <w:style w:type="character" w:customStyle="1" w:styleId="ZvrChar">
    <w:name w:val="Závěr Char"/>
    <w:basedOn w:val="Standardnpsmoodstavce"/>
    <w:link w:val="Zvr"/>
    <w:uiPriority w:val="34"/>
    <w:rsid w:val="00760E91"/>
    <w:rPr>
      <w:spacing w:val="-1"/>
      <w:sz w:val="19"/>
    </w:rPr>
  </w:style>
  <w:style w:type="paragraph" w:styleId="Podpis">
    <w:name w:val="Signature"/>
    <w:basedOn w:val="Normln"/>
    <w:link w:val="PodpisChar"/>
    <w:uiPriority w:val="35"/>
    <w:rsid w:val="00760E91"/>
    <w:pPr>
      <w:spacing w:before="260" w:after="0"/>
      <w:contextualSpacing/>
    </w:pPr>
  </w:style>
  <w:style w:type="character" w:customStyle="1" w:styleId="PodpisChar">
    <w:name w:val="Podpis Char"/>
    <w:basedOn w:val="Standardnpsmoodstavce"/>
    <w:link w:val="Podpis"/>
    <w:uiPriority w:val="35"/>
    <w:rsid w:val="00760E91"/>
    <w:rPr>
      <w:spacing w:val="-1"/>
      <w:sz w:val="19"/>
    </w:rPr>
  </w:style>
  <w:style w:type="table" w:styleId="Mkatabulky">
    <w:name w:val="Table Grid"/>
    <w:basedOn w:val="Normlntabulka"/>
    <w:uiPriority w:val="39"/>
    <w:rsid w:val="007C022F"/>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ulek">
    <w:name w:val="caption"/>
    <w:basedOn w:val="Normln"/>
    <w:next w:val="Normln"/>
    <w:link w:val="TitulekChar"/>
    <w:uiPriority w:val="29"/>
    <w:qFormat/>
    <w:rsid w:val="00750460"/>
    <w:pPr>
      <w:spacing w:before="240" w:line="240" w:lineRule="auto"/>
    </w:pPr>
    <w:rPr>
      <w:rFonts w:asciiTheme="majorHAnsi" w:hAnsiTheme="majorHAnsi"/>
      <w:iCs/>
      <w:sz w:val="16"/>
      <w:szCs w:val="18"/>
    </w:rPr>
  </w:style>
  <w:style w:type="table" w:customStyle="1" w:styleId="TabulkaRokytnicenadJizerou">
    <w:name w:val="Tabulka Rokytnice nad Jizerou"/>
    <w:basedOn w:val="Normlntabulka"/>
    <w:uiPriority w:val="99"/>
    <w:rsid w:val="00E4128E"/>
    <w:pPr>
      <w:spacing w:after="0" w:line="240" w:lineRule="auto"/>
      <w:contextualSpacing/>
    </w:pPr>
    <w:tblPr>
      <w:tblStyleRow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113" w:type="dxa"/>
        <w:bottom w:w="57" w:type="dxa"/>
        <w:right w:w="113" w:type="dxa"/>
      </w:tblCellMar>
    </w:tblPr>
    <w:tblStylePr w:type="firstRow">
      <w:rPr>
        <w:rFonts w:asciiTheme="majorHAnsi" w:hAnsiTheme="majorHAnsi"/>
        <w:color w:val="FFFFFF" w:themeColor="background1"/>
      </w:rPr>
      <w:tblPr/>
      <w:tcPr>
        <w:shd w:val="clear" w:color="auto" w:fill="DDDDDD" w:themeFill="accent1"/>
      </w:tcPr>
    </w:tblStylePr>
    <w:tblStylePr w:type="lastRow">
      <w:rPr>
        <w:rFonts w:asciiTheme="majorHAnsi" w:hAnsiTheme="majorHAnsi"/>
        <w:b w:val="0"/>
      </w:rPr>
      <w:tblPr/>
      <w:tcPr>
        <w:shd w:val="clear" w:color="auto" w:fill="DFDFDF" w:themeFill="background2" w:themeFillShade="E6"/>
      </w:tcPr>
    </w:tblStylePr>
    <w:tblStylePr w:type="firstCol">
      <w:pPr>
        <w:wordWrap/>
        <w:spacing w:beforeLines="0" w:before="0" w:beforeAutospacing="0" w:afterLines="0" w:after="0" w:afterAutospacing="0" w:line="240" w:lineRule="auto"/>
        <w:ind w:leftChars="0" w:left="0" w:rightChars="0" w:right="0" w:firstLineChars="0" w:firstLine="0"/>
        <w:contextualSpacing/>
        <w:mirrorIndents w:val="0"/>
        <w:jc w:val="left"/>
        <w:outlineLvl w:val="9"/>
      </w:pPr>
      <w:rPr>
        <w:b w:val="0"/>
      </w:rPr>
    </w:tblStylePr>
    <w:tblStylePr w:type="band2Horz">
      <w:tblPr/>
      <w:tcPr>
        <w:shd w:val="clear" w:color="auto" w:fill="F8F8F8" w:themeFill="background2"/>
      </w:tcPr>
    </w:tblStylePr>
  </w:style>
  <w:style w:type="character" w:styleId="Hypertextovodkaz">
    <w:name w:val="Hyperlink"/>
    <w:basedOn w:val="Standardnpsmoodstavce"/>
    <w:uiPriority w:val="99"/>
    <w:unhideWhenUsed/>
    <w:rsid w:val="00BC6EA8"/>
    <w:rPr>
      <w:color w:val="5F5F5F" w:themeColor="hyperlink"/>
      <w:u w:val="single"/>
      <w:lang w:val="cs-CZ"/>
    </w:rPr>
  </w:style>
  <w:style w:type="paragraph" w:styleId="Nadpisobsahu">
    <w:name w:val="TOC Heading"/>
    <w:basedOn w:val="Nadpis1"/>
    <w:next w:val="Normln"/>
    <w:uiPriority w:val="39"/>
    <w:rsid w:val="00D61960"/>
    <w:pPr>
      <w:numPr>
        <w:numId w:val="0"/>
      </w:numPr>
      <w:ind w:left="-2835"/>
      <w:outlineLvl w:val="9"/>
    </w:pPr>
  </w:style>
  <w:style w:type="character" w:customStyle="1" w:styleId="TitulekChar">
    <w:name w:val="Titulek Char"/>
    <w:basedOn w:val="Standardnpsmoodstavce"/>
    <w:link w:val="Titulek"/>
    <w:uiPriority w:val="29"/>
    <w:rsid w:val="00750460"/>
    <w:rPr>
      <w:rFonts w:asciiTheme="majorHAnsi" w:hAnsiTheme="majorHAnsi"/>
      <w:iCs/>
      <w:spacing w:val="-1"/>
      <w:sz w:val="16"/>
      <w:szCs w:val="18"/>
    </w:rPr>
  </w:style>
  <w:style w:type="character" w:styleId="Zdraznnjemn">
    <w:name w:val="Subtle Emphasis"/>
    <w:basedOn w:val="Standardnpsmoodstavce"/>
    <w:uiPriority w:val="23"/>
    <w:qFormat/>
    <w:rsid w:val="00DE575B"/>
    <w:rPr>
      <w:i w:val="0"/>
      <w:iCs/>
      <w:color w:val="FFFFFF" w:themeColor="text2"/>
      <w:lang w:val="cs-CZ"/>
    </w:rPr>
  </w:style>
  <w:style w:type="paragraph" w:styleId="AdresaHTML">
    <w:name w:val="HTML Address"/>
    <w:basedOn w:val="Normln"/>
    <w:link w:val="AdresaHTMLChar"/>
    <w:uiPriority w:val="99"/>
    <w:semiHidden/>
    <w:unhideWhenUsed/>
    <w:rsid w:val="00561CB5"/>
    <w:pPr>
      <w:spacing w:after="0" w:line="240" w:lineRule="auto"/>
    </w:pPr>
    <w:rPr>
      <w:i/>
      <w:iCs/>
    </w:rPr>
  </w:style>
  <w:style w:type="character" w:customStyle="1" w:styleId="AdresaHTMLChar">
    <w:name w:val="Adresa HTML Char"/>
    <w:basedOn w:val="Standardnpsmoodstavce"/>
    <w:link w:val="AdresaHTML"/>
    <w:uiPriority w:val="99"/>
    <w:semiHidden/>
    <w:rsid w:val="00561CB5"/>
    <w:rPr>
      <w:i/>
      <w:iCs/>
      <w:sz w:val="20"/>
      <w:lang w:val="cs-CZ"/>
    </w:rPr>
  </w:style>
  <w:style w:type="character" w:styleId="AkronymHTML">
    <w:name w:val="HTML Acronym"/>
    <w:basedOn w:val="Standardnpsmoodstavce"/>
    <w:uiPriority w:val="99"/>
    <w:semiHidden/>
    <w:unhideWhenUsed/>
    <w:rsid w:val="00561CB5"/>
    <w:rPr>
      <w:lang w:val="cs-CZ"/>
    </w:rPr>
  </w:style>
  <w:style w:type="table" w:styleId="Barevnmka">
    <w:name w:val="Colorful Grid"/>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FFFFF" w:themeFill="text1" w:themeFillTint="33"/>
    </w:tcPr>
    <w:tblStylePr w:type="firstRow">
      <w:rPr>
        <w:b/>
        <w:bCs/>
      </w:rPr>
      <w:tblPr/>
      <w:tcPr>
        <w:shd w:val="clear" w:color="auto" w:fill="FFFFFF" w:themeFill="text1" w:themeFillTint="66"/>
      </w:tcPr>
    </w:tblStylePr>
    <w:tblStylePr w:type="lastRow">
      <w:rPr>
        <w:b/>
        <w:bCs/>
        <w:color w:val="FFFFFF" w:themeColor="text1"/>
      </w:rPr>
      <w:tblPr/>
      <w:tcPr>
        <w:shd w:val="clear" w:color="auto" w:fill="FFFFFF" w:themeFill="text1" w:themeFillTint="66"/>
      </w:tcPr>
    </w:tblStylePr>
    <w:tblStylePr w:type="firstCol">
      <w:rPr>
        <w:color w:val="FFFFFF" w:themeColor="background1"/>
      </w:rPr>
      <w:tblPr/>
      <w:tcPr>
        <w:shd w:val="clear" w:color="auto" w:fill="BFBFBF" w:themeFill="text1" w:themeFillShade="BF"/>
      </w:tcPr>
    </w:tblStylePr>
    <w:tblStylePr w:type="lastCol">
      <w:rPr>
        <w:color w:val="FFFFFF" w:themeColor="background1"/>
      </w:rPr>
      <w:tblPr/>
      <w:tcPr>
        <w:shd w:val="clear" w:color="auto" w:fill="BFBFBF" w:themeFill="text1" w:themeFillShade="BF"/>
      </w:tc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Barevnmkazvraznn1">
    <w:name w:val="Colorful Grid Accent 1"/>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F8F8F8" w:themeFill="accent1" w:themeFillTint="33"/>
    </w:tcPr>
    <w:tblStylePr w:type="firstRow">
      <w:rPr>
        <w:b/>
        <w:bCs/>
      </w:rPr>
      <w:tblPr/>
      <w:tcPr>
        <w:shd w:val="clear" w:color="auto" w:fill="F1F1F1" w:themeFill="accent1" w:themeFillTint="66"/>
      </w:tcPr>
    </w:tblStylePr>
    <w:tblStylePr w:type="lastRow">
      <w:rPr>
        <w:b/>
        <w:bCs/>
        <w:color w:val="FFFFFF" w:themeColor="text1"/>
      </w:rPr>
      <w:tblPr/>
      <w:tcPr>
        <w:shd w:val="clear" w:color="auto" w:fill="F1F1F1" w:themeFill="accent1" w:themeFillTint="66"/>
      </w:tcPr>
    </w:tblStylePr>
    <w:tblStylePr w:type="firstCol">
      <w:rPr>
        <w:color w:val="FFFFFF" w:themeColor="background1"/>
      </w:rPr>
      <w:tblPr/>
      <w:tcPr>
        <w:shd w:val="clear" w:color="auto" w:fill="A5A5A5" w:themeFill="accent1" w:themeFillShade="BF"/>
      </w:tcPr>
    </w:tblStylePr>
    <w:tblStylePr w:type="lastCol">
      <w:rPr>
        <w:color w:val="FFFFFF" w:themeColor="background1"/>
      </w:rPr>
      <w:tblPr/>
      <w:tcPr>
        <w:shd w:val="clear" w:color="auto" w:fill="A5A5A5" w:themeFill="accent1" w:themeFillShade="BF"/>
      </w:tc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Barevnmkazvraznn2">
    <w:name w:val="Colorful Grid Accent 2"/>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FFFFFF"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Barevnmkazvraznn3">
    <w:name w:val="Colorful Grid Accent 3"/>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FFFFFF"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Barevnmkazvraznn4">
    <w:name w:val="Colorful Grid Accent 4"/>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FFFFFF"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Barevnmkazvraznn5">
    <w:name w:val="Colorful Grid Accent 5"/>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FFFFFF"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Barevnmkazvraznn6">
    <w:name w:val="Colorful Grid Accent 6"/>
    <w:basedOn w:val="Normlntabulka"/>
    <w:uiPriority w:val="73"/>
    <w:semiHidden/>
    <w:unhideWhenUsed/>
    <w:rsid w:val="00561CB5"/>
    <w:pPr>
      <w:spacing w:after="0" w:line="240" w:lineRule="auto"/>
    </w:pPr>
    <w:rPr>
      <w:color w:val="FFFFFF"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FFFFFF"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Barevntabulka1">
    <w:name w:val="Table Colorful 1"/>
    <w:basedOn w:val="Normlntabulka"/>
    <w:uiPriority w:val="99"/>
    <w:semiHidden/>
    <w:unhideWhenUsed/>
    <w:rsid w:val="00561CB5"/>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561CB5"/>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561CB5"/>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revntabulkasmkou6">
    <w:name w:val="Grid Table 6 Colorful"/>
    <w:basedOn w:val="Normlntabulka"/>
    <w:uiPriority w:val="51"/>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bottom w:val="single" w:sz="12" w:space="0" w:color="FFFFFF" w:themeColor="text1" w:themeTint="99"/>
        </w:tcBorders>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Barevntabulkasmkou6zvraznn1">
    <w:name w:val="Grid Table 6 Colorful Accent 1"/>
    <w:basedOn w:val="Normlntabulka"/>
    <w:uiPriority w:val="51"/>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Barevntabulkasmkou6zvraznn2">
    <w:name w:val="Grid Table 6 Colorful Accent 2"/>
    <w:basedOn w:val="Normlntabulka"/>
    <w:uiPriority w:val="51"/>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Barevntabulkasmkou6zvraznn3">
    <w:name w:val="Grid Table 6 Colorful Accent 3"/>
    <w:basedOn w:val="Normlntabulka"/>
    <w:uiPriority w:val="51"/>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Barevntabulkasmkou6zvraznn4">
    <w:name w:val="Grid Table 6 Colorful Accent 4"/>
    <w:basedOn w:val="Normlntabulka"/>
    <w:uiPriority w:val="51"/>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Barevntabulkasmkou6zvraznn5">
    <w:name w:val="Grid Table 6 Colorful Accent 5"/>
    <w:basedOn w:val="Normlntabulka"/>
    <w:uiPriority w:val="51"/>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Barevntabulkasmkou6zvraznn6">
    <w:name w:val="Grid Table 6 Colorful Accent 6"/>
    <w:basedOn w:val="Normlntabulka"/>
    <w:uiPriority w:val="51"/>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Barevntabulkasmkou7">
    <w:name w:val="Grid Table 7 Colorful"/>
    <w:basedOn w:val="Normlntabulka"/>
    <w:uiPriority w:val="52"/>
    <w:rsid w:val="00561CB5"/>
    <w:pPr>
      <w:spacing w:after="0" w:line="240" w:lineRule="auto"/>
    </w:pPr>
    <w:rPr>
      <w:color w:val="FFFFFF" w:themeColor="text1"/>
    </w:r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Barevntabulkasmkou7zvraznn1">
    <w:name w:val="Grid Table 7 Colorful Accent 1"/>
    <w:basedOn w:val="Normlntabulka"/>
    <w:uiPriority w:val="52"/>
    <w:rsid w:val="00561CB5"/>
    <w:pPr>
      <w:spacing w:after="0" w:line="240" w:lineRule="auto"/>
    </w:pPr>
    <w:rPr>
      <w:color w:val="A5A5A5" w:themeColor="accent1" w:themeShade="BF"/>
    </w:r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Barevntabulkasmkou7zvraznn2">
    <w:name w:val="Grid Table 7 Colorful Accent 2"/>
    <w:basedOn w:val="Normlntabulka"/>
    <w:uiPriority w:val="52"/>
    <w:rsid w:val="00561CB5"/>
    <w:pPr>
      <w:spacing w:after="0"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Barevntabulkasmkou7zvraznn3">
    <w:name w:val="Grid Table 7 Colorful Accent 3"/>
    <w:basedOn w:val="Normlntabulka"/>
    <w:uiPriority w:val="52"/>
    <w:rsid w:val="00561CB5"/>
    <w:pPr>
      <w:spacing w:after="0"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Barevntabulkasmkou7zvraznn4">
    <w:name w:val="Grid Table 7 Colorful Accent 4"/>
    <w:basedOn w:val="Normlntabulka"/>
    <w:uiPriority w:val="52"/>
    <w:rsid w:val="00561CB5"/>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Barevntabulkasmkou7zvraznn5">
    <w:name w:val="Grid Table 7 Colorful Accent 5"/>
    <w:basedOn w:val="Normlntabulka"/>
    <w:uiPriority w:val="52"/>
    <w:rsid w:val="00561CB5"/>
    <w:pPr>
      <w:spacing w:after="0"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Barevntabulkasmkou7zvraznn6">
    <w:name w:val="Grid Table 7 Colorful Accent 6"/>
    <w:basedOn w:val="Normlntabulka"/>
    <w:uiPriority w:val="52"/>
    <w:rsid w:val="00561CB5"/>
    <w:pPr>
      <w:spacing w:after="0"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Barevntabulkaseznamu6">
    <w:name w:val="List Table 6 Colorful"/>
    <w:basedOn w:val="Normlntabulka"/>
    <w:uiPriority w:val="51"/>
    <w:rsid w:val="00561CB5"/>
    <w:pPr>
      <w:spacing w:after="0" w:line="240" w:lineRule="auto"/>
    </w:pPr>
    <w:rPr>
      <w:color w:val="FFFFFF" w:themeColor="text1"/>
    </w:rPr>
    <w:tblPr>
      <w:tblStyleRowBandSize w:val="1"/>
      <w:tblStyleColBandSize w:val="1"/>
      <w:tblBorders>
        <w:top w:val="single" w:sz="4" w:space="0" w:color="FFFFFF" w:themeColor="text1"/>
        <w:bottom w:val="single" w:sz="4" w:space="0" w:color="FFFFFF" w:themeColor="text1"/>
      </w:tblBorders>
    </w:tblPr>
    <w:tblStylePr w:type="firstRow">
      <w:rPr>
        <w:b/>
        <w:bCs/>
      </w:rPr>
      <w:tblPr/>
      <w:tcPr>
        <w:tcBorders>
          <w:bottom w:val="single" w:sz="4" w:space="0" w:color="FFFFFF" w:themeColor="text1"/>
        </w:tcBorders>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Barevntabulkaseznamu6zvraznn1">
    <w:name w:val="List Table 6 Colorful Accent 1"/>
    <w:basedOn w:val="Normlntabulka"/>
    <w:uiPriority w:val="51"/>
    <w:rsid w:val="00561CB5"/>
    <w:pPr>
      <w:spacing w:after="0" w:line="240" w:lineRule="auto"/>
    </w:pPr>
    <w:rPr>
      <w:color w:val="A5A5A5" w:themeColor="accent1" w:themeShade="BF"/>
    </w:rPr>
    <w:tblPr>
      <w:tblStyleRowBandSize w:val="1"/>
      <w:tblStyleColBandSize w:val="1"/>
      <w:tblBorders>
        <w:top w:val="single" w:sz="4" w:space="0" w:color="DDDDDD" w:themeColor="accent1"/>
        <w:bottom w:val="single" w:sz="4" w:space="0" w:color="DDDDDD" w:themeColor="accent1"/>
      </w:tblBorders>
    </w:tblPr>
    <w:tblStylePr w:type="firstRow">
      <w:rPr>
        <w:b/>
        <w:bCs/>
      </w:rPr>
      <w:tblPr/>
      <w:tcPr>
        <w:tcBorders>
          <w:bottom w:val="single" w:sz="4" w:space="0" w:color="DDDDDD" w:themeColor="accent1"/>
        </w:tcBorders>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Barevntabulkaseznamu6zvraznn2">
    <w:name w:val="List Table 6 Colorful Accent 2"/>
    <w:basedOn w:val="Normlntabulka"/>
    <w:uiPriority w:val="51"/>
    <w:rsid w:val="00561CB5"/>
    <w:pPr>
      <w:spacing w:after="0"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Barevntabulkaseznamu6zvraznn3">
    <w:name w:val="List Table 6 Colorful Accent 3"/>
    <w:basedOn w:val="Normlntabulka"/>
    <w:uiPriority w:val="51"/>
    <w:rsid w:val="00561CB5"/>
    <w:pPr>
      <w:spacing w:after="0"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Barevntabulkaseznamu6zvraznn4">
    <w:name w:val="List Table 6 Colorful Accent 4"/>
    <w:basedOn w:val="Normlntabulka"/>
    <w:uiPriority w:val="51"/>
    <w:rsid w:val="00561CB5"/>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Barevntabulkaseznamu6zvraznn5">
    <w:name w:val="List Table 6 Colorful Accent 5"/>
    <w:basedOn w:val="Normlntabulka"/>
    <w:uiPriority w:val="51"/>
    <w:rsid w:val="00561CB5"/>
    <w:pPr>
      <w:spacing w:after="0"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Barevntabulkaseznamu6zvraznn6">
    <w:name w:val="List Table 6 Colorful Accent 6"/>
    <w:basedOn w:val="Normlntabulka"/>
    <w:uiPriority w:val="51"/>
    <w:rsid w:val="00561CB5"/>
    <w:pPr>
      <w:spacing w:after="0"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Barevntabulkaseznamu7">
    <w:name w:val="List Table 7 Colorful"/>
    <w:basedOn w:val="Normlntabulka"/>
    <w:uiPriority w:val="52"/>
    <w:rsid w:val="00561CB5"/>
    <w:pPr>
      <w:spacing w:after="0" w:line="240" w:lineRule="auto"/>
    </w:pPr>
    <w:rPr>
      <w:color w:val="FFFFFF"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561CB5"/>
    <w:pPr>
      <w:spacing w:after="0" w:line="240" w:lineRule="auto"/>
    </w:pPr>
    <w:rPr>
      <w:color w:val="A5A5A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DDDD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DDDD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DDDD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DDDDD" w:themeColor="accent1"/>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561CB5"/>
    <w:pPr>
      <w:spacing w:after="0"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561CB5"/>
    <w:pPr>
      <w:spacing w:after="0"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561CB5"/>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561CB5"/>
    <w:pPr>
      <w:spacing w:after="0"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561CB5"/>
    <w:pPr>
      <w:spacing w:after="0"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stnovn">
    <w:name w:val="Colorful Shading"/>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FFFFFF" w:themeColor="text1"/>
        <w:bottom w:val="single" w:sz="4" w:space="0" w:color="FFFFFF" w:themeColor="text1"/>
        <w:right w:val="single" w:sz="4" w:space="0" w:color="FFFFFF" w:themeColor="text1"/>
        <w:insideH w:val="single" w:sz="4" w:space="0" w:color="FFFFFF" w:themeColor="background1"/>
        <w:insideV w:val="single" w:sz="4" w:space="0" w:color="FFFFFF" w:themeColor="background1"/>
      </w:tblBorders>
    </w:tblPr>
    <w:tcPr>
      <w:shd w:val="clear" w:color="auto" w:fill="FFFFFF"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text1" w:themeFillShade="99"/>
      </w:tcPr>
    </w:tblStylePr>
    <w:tblStylePr w:type="firstCol">
      <w:rPr>
        <w:color w:val="FFFFFF" w:themeColor="background1"/>
      </w:rPr>
      <w:tblPr/>
      <w:tcPr>
        <w:tcBorders>
          <w:top w:val="nil"/>
          <w:left w:val="nil"/>
          <w:bottom w:val="nil"/>
          <w:right w:val="nil"/>
          <w:insideH w:val="single" w:sz="4" w:space="0" w:color="999999" w:themeColor="text1" w:themeShade="99"/>
          <w:insideV w:val="nil"/>
        </w:tcBorders>
        <w:shd w:val="clear" w:color="auto" w:fill="999999"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BFBFBF" w:themeFill="text1" w:themeFillShade="BF"/>
      </w:tcPr>
    </w:tblStylePr>
    <w:tblStylePr w:type="band1Vert">
      <w:tblPr/>
      <w:tcPr>
        <w:shd w:val="clear" w:color="auto" w:fill="FFFFFF" w:themeFill="text1" w:themeFillTint="66"/>
      </w:tcPr>
    </w:tblStylePr>
    <w:tblStylePr w:type="band1Horz">
      <w:tblPr/>
      <w:tcPr>
        <w:shd w:val="clear" w:color="auto" w:fill="FFFFFF" w:themeFill="text1" w:themeFillTint="7F"/>
      </w:tcPr>
    </w:tblStylePr>
    <w:tblStylePr w:type="neCell">
      <w:rPr>
        <w:color w:val="FFFFFF" w:themeColor="text1"/>
      </w:rPr>
    </w:tblStylePr>
    <w:tblStylePr w:type="nwCell">
      <w:rPr>
        <w:color w:val="FFFFFF" w:themeColor="text1"/>
      </w:rPr>
    </w:tblStylePr>
  </w:style>
  <w:style w:type="table" w:styleId="Barevnstnovnzvraznn1">
    <w:name w:val="Colorful Shading Accent 1"/>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DDDDDD" w:themeColor="accent1"/>
        <w:bottom w:val="single" w:sz="4" w:space="0" w:color="DDDDDD" w:themeColor="accent1"/>
        <w:right w:val="single" w:sz="4" w:space="0" w:color="DDDDDD" w:themeColor="accent1"/>
        <w:insideH w:val="single" w:sz="4" w:space="0" w:color="FFFFFF" w:themeColor="background1"/>
        <w:insideV w:val="single" w:sz="4" w:space="0" w:color="FFFFFF" w:themeColor="background1"/>
      </w:tblBorders>
    </w:tblPr>
    <w:tcPr>
      <w:shd w:val="clear" w:color="auto" w:fill="FBFBFB"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48484" w:themeFill="accent1" w:themeFillShade="99"/>
      </w:tcPr>
    </w:tblStylePr>
    <w:tblStylePr w:type="firstCol">
      <w:rPr>
        <w:color w:val="FFFFFF" w:themeColor="background1"/>
      </w:rPr>
      <w:tblPr/>
      <w:tcPr>
        <w:tcBorders>
          <w:top w:val="nil"/>
          <w:left w:val="nil"/>
          <w:bottom w:val="nil"/>
          <w:right w:val="nil"/>
          <w:insideH w:val="single" w:sz="4" w:space="0" w:color="848484" w:themeColor="accent1" w:themeShade="99"/>
          <w:insideV w:val="nil"/>
        </w:tcBorders>
        <w:shd w:val="clear" w:color="auto" w:fill="84848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48484" w:themeFill="accent1" w:themeFillShade="99"/>
      </w:tcPr>
    </w:tblStylePr>
    <w:tblStylePr w:type="band1Vert">
      <w:tblPr/>
      <w:tcPr>
        <w:shd w:val="clear" w:color="auto" w:fill="F1F1F1" w:themeFill="accent1" w:themeFillTint="66"/>
      </w:tcPr>
    </w:tblStylePr>
    <w:tblStylePr w:type="band1Horz">
      <w:tblPr/>
      <w:tcPr>
        <w:shd w:val="clear" w:color="auto" w:fill="EEEEEE" w:themeFill="accent1" w:themeFillTint="7F"/>
      </w:tcPr>
    </w:tblStylePr>
    <w:tblStylePr w:type="neCell">
      <w:rPr>
        <w:color w:val="FFFFFF" w:themeColor="text1"/>
      </w:rPr>
    </w:tblStylePr>
    <w:tblStylePr w:type="nwCell">
      <w:rPr>
        <w:color w:val="FFFFFF" w:themeColor="text1"/>
      </w:rPr>
    </w:tblStylePr>
  </w:style>
  <w:style w:type="table" w:styleId="Barevnstnovnzvraznn2">
    <w:name w:val="Colorful Shading Accent 2"/>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FFFFFF" w:themeColor="text1"/>
      </w:rPr>
    </w:tblStylePr>
    <w:tblStylePr w:type="nwCell">
      <w:rPr>
        <w:color w:val="FFFFFF" w:themeColor="text1"/>
      </w:rPr>
    </w:tblStylePr>
  </w:style>
  <w:style w:type="table" w:styleId="Barevnstnovnzvraznn3">
    <w:name w:val="Colorful Shading Accent 3"/>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Barevnstnovnzvraznn4">
    <w:name w:val="Colorful Shading Accent 4"/>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FFFFFF" w:themeColor="text1"/>
      </w:rPr>
    </w:tblStylePr>
    <w:tblStylePr w:type="nwCell">
      <w:rPr>
        <w:color w:val="FFFFFF" w:themeColor="text1"/>
      </w:rPr>
    </w:tblStylePr>
  </w:style>
  <w:style w:type="table" w:styleId="Barevnstnovnzvraznn5">
    <w:name w:val="Colorful Shading Accent 5"/>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FFFFFF" w:themeColor="text1"/>
      </w:rPr>
    </w:tblStylePr>
    <w:tblStylePr w:type="nwCell">
      <w:rPr>
        <w:color w:val="FFFFFF" w:themeColor="text1"/>
      </w:rPr>
    </w:tblStylePr>
  </w:style>
  <w:style w:type="table" w:styleId="Barevnstnovnzvraznn6">
    <w:name w:val="Colorful Shading Accent 6"/>
    <w:basedOn w:val="Normlntabulka"/>
    <w:uiPriority w:val="71"/>
    <w:semiHidden/>
    <w:unhideWhenUsed/>
    <w:rsid w:val="00561CB5"/>
    <w:pPr>
      <w:spacing w:after="0" w:line="240" w:lineRule="auto"/>
    </w:pPr>
    <w:rPr>
      <w:color w:val="FFFFFF"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FFFFFF" w:themeColor="text1"/>
      </w:rPr>
    </w:tblStylePr>
    <w:tblStylePr w:type="nwCell">
      <w:rPr>
        <w:color w:val="FFFFFF" w:themeColor="text1"/>
      </w:rPr>
    </w:tblStylePr>
  </w:style>
  <w:style w:type="table" w:styleId="Barevnseznam">
    <w:name w:val="Colorful List"/>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FFFFF"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text1" w:themeFillTint="3F"/>
      </w:tcPr>
    </w:tblStylePr>
    <w:tblStylePr w:type="band1Horz">
      <w:tblPr/>
      <w:tcPr>
        <w:shd w:val="clear" w:color="auto" w:fill="FFFFFF" w:themeFill="text1" w:themeFillTint="33"/>
      </w:tcPr>
    </w:tblStylePr>
  </w:style>
  <w:style w:type="table" w:styleId="Barevnseznamzvraznn1">
    <w:name w:val="Colorful List Accent 1"/>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BFBFB"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F6F6" w:themeFill="accent1" w:themeFillTint="3F"/>
      </w:tcPr>
    </w:tblStylePr>
    <w:tblStylePr w:type="band1Horz">
      <w:tblPr/>
      <w:tcPr>
        <w:shd w:val="clear" w:color="auto" w:fill="F8F8F8" w:themeFill="accent1" w:themeFillTint="33"/>
      </w:tcPr>
    </w:tblStylePr>
  </w:style>
  <w:style w:type="table" w:styleId="Barevnseznamzvraznn2">
    <w:name w:val="Colorful List Accent 2"/>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Barevnseznamzvraznn3">
    <w:name w:val="Colorful List Accent 3"/>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Barevnseznamzvraznn4">
    <w:name w:val="Colorful List Accent 4"/>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Barevnseznamzvraznn5">
    <w:name w:val="Colorful List Accent 5"/>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Barevnseznamzvraznn6">
    <w:name w:val="Colorful List Accent 6"/>
    <w:basedOn w:val="Normlntabulka"/>
    <w:uiPriority w:val="72"/>
    <w:semiHidden/>
    <w:unhideWhenUsed/>
    <w:rsid w:val="00561CB5"/>
    <w:pPr>
      <w:spacing w:after="0" w:line="240" w:lineRule="auto"/>
    </w:pPr>
    <w:rPr>
      <w:color w:val="FFFFFF"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FFFFFF"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paragraph" w:styleId="Bibliografie">
    <w:name w:val="Bibliography"/>
    <w:basedOn w:val="Normln"/>
    <w:next w:val="Normln"/>
    <w:uiPriority w:val="36"/>
    <w:semiHidden/>
    <w:unhideWhenUsed/>
    <w:rsid w:val="00561CB5"/>
  </w:style>
  <w:style w:type="paragraph" w:styleId="Citt">
    <w:name w:val="Quote"/>
    <w:basedOn w:val="Normln"/>
    <w:next w:val="Normln"/>
    <w:link w:val="CittChar"/>
    <w:uiPriority w:val="29"/>
    <w:semiHidden/>
    <w:unhideWhenUsed/>
    <w:qFormat/>
    <w:rsid w:val="00561CB5"/>
    <w:pPr>
      <w:spacing w:before="200" w:after="160"/>
      <w:ind w:left="864" w:right="864"/>
      <w:jc w:val="center"/>
    </w:pPr>
    <w:rPr>
      <w:i/>
      <w:iCs/>
      <w:color w:val="FFFFFF" w:themeColor="text1" w:themeTint="BF"/>
    </w:rPr>
  </w:style>
  <w:style w:type="character" w:customStyle="1" w:styleId="CittChar">
    <w:name w:val="Citát Char"/>
    <w:basedOn w:val="Standardnpsmoodstavce"/>
    <w:link w:val="Citt"/>
    <w:uiPriority w:val="29"/>
    <w:semiHidden/>
    <w:rsid w:val="00561CB5"/>
    <w:rPr>
      <w:i/>
      <w:iCs/>
      <w:color w:val="FFFFFF" w:themeColor="text1" w:themeTint="BF"/>
      <w:sz w:val="20"/>
      <w:lang w:val="cs-CZ"/>
    </w:rPr>
  </w:style>
  <w:style w:type="character" w:styleId="CittHTML">
    <w:name w:val="HTML Cite"/>
    <w:basedOn w:val="Standardnpsmoodstavce"/>
    <w:uiPriority w:val="99"/>
    <w:semiHidden/>
    <w:unhideWhenUsed/>
    <w:rsid w:val="00561CB5"/>
    <w:rPr>
      <w:i/>
      <w:iCs/>
      <w:lang w:val="cs-CZ"/>
    </w:rPr>
  </w:style>
  <w:style w:type="character" w:styleId="slodku">
    <w:name w:val="line number"/>
    <w:basedOn w:val="Standardnpsmoodstavce"/>
    <w:uiPriority w:val="99"/>
    <w:semiHidden/>
    <w:unhideWhenUsed/>
    <w:rsid w:val="00561CB5"/>
    <w:rPr>
      <w:lang w:val="cs-CZ"/>
    </w:rPr>
  </w:style>
  <w:style w:type="character" w:styleId="slostrnky">
    <w:name w:val="page number"/>
    <w:basedOn w:val="Standardnpsmoodstavce"/>
    <w:uiPriority w:val="99"/>
    <w:rsid w:val="003113DB"/>
    <w:rPr>
      <w:b/>
      <w:color w:val="auto"/>
      <w:sz w:val="18"/>
      <w:lang w:val="cs-CZ"/>
    </w:rPr>
  </w:style>
  <w:style w:type="character" w:styleId="DefiniceHTML">
    <w:name w:val="HTML Definition"/>
    <w:basedOn w:val="Standardnpsmoodstavce"/>
    <w:uiPriority w:val="99"/>
    <w:semiHidden/>
    <w:unhideWhenUsed/>
    <w:rsid w:val="00561CB5"/>
    <w:rPr>
      <w:i/>
      <w:iCs/>
      <w:lang w:val="cs-CZ"/>
    </w:rPr>
  </w:style>
  <w:style w:type="table" w:styleId="Elegantntabulka">
    <w:name w:val="Table Elegant"/>
    <w:basedOn w:val="Normlntabulka"/>
    <w:uiPriority w:val="99"/>
    <w:semiHidden/>
    <w:unhideWhenUsed/>
    <w:rsid w:val="00561CB5"/>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rmtovanvHTML">
    <w:name w:val="HTML Preformatted"/>
    <w:basedOn w:val="Normln"/>
    <w:link w:val="FormtovanvHTMLChar"/>
    <w:uiPriority w:val="99"/>
    <w:semiHidden/>
    <w:unhideWhenUsed/>
    <w:rsid w:val="00561CB5"/>
    <w:pPr>
      <w:spacing w:after="0" w:line="240" w:lineRule="auto"/>
    </w:pPr>
    <w:rPr>
      <w:rFonts w:ascii="Consolas" w:hAnsi="Consolas"/>
      <w:szCs w:val="20"/>
    </w:rPr>
  </w:style>
  <w:style w:type="character" w:customStyle="1" w:styleId="FormtovanvHTMLChar">
    <w:name w:val="Formátovaný v HTML Char"/>
    <w:basedOn w:val="Standardnpsmoodstavce"/>
    <w:link w:val="FormtovanvHTML"/>
    <w:uiPriority w:val="99"/>
    <w:semiHidden/>
    <w:rsid w:val="00561CB5"/>
    <w:rPr>
      <w:rFonts w:ascii="Consolas" w:hAnsi="Consolas"/>
      <w:sz w:val="20"/>
      <w:szCs w:val="20"/>
      <w:lang w:val="cs-CZ"/>
    </w:rPr>
  </w:style>
  <w:style w:type="character" w:customStyle="1" w:styleId="Hashtag1">
    <w:name w:val="Hashtag1"/>
    <w:basedOn w:val="Standardnpsmoodstavce"/>
    <w:uiPriority w:val="99"/>
    <w:semiHidden/>
    <w:unhideWhenUsed/>
    <w:rsid w:val="00561CB5"/>
    <w:rPr>
      <w:color w:val="2B579A"/>
      <w:shd w:val="clear" w:color="auto" w:fill="E1DFDD"/>
      <w:lang w:val="cs-CZ"/>
    </w:rPr>
  </w:style>
  <w:style w:type="paragraph" w:styleId="Hlavikaobsahu">
    <w:name w:val="toa heading"/>
    <w:basedOn w:val="Normln"/>
    <w:next w:val="Normln"/>
    <w:uiPriority w:val="99"/>
    <w:semiHidden/>
    <w:unhideWhenUsed/>
    <w:rsid w:val="00561CB5"/>
    <w:pPr>
      <w:spacing w:before="120"/>
    </w:pPr>
    <w:rPr>
      <w:rFonts w:asciiTheme="majorHAnsi" w:eastAsiaTheme="majorEastAsia" w:hAnsiTheme="majorHAnsi" w:cstheme="majorBidi"/>
      <w:b/>
      <w:bCs/>
      <w:sz w:val="24"/>
      <w:szCs w:val="24"/>
    </w:rPr>
  </w:style>
  <w:style w:type="paragraph" w:styleId="Rejstk1">
    <w:name w:val="index 1"/>
    <w:basedOn w:val="Normln"/>
    <w:next w:val="Normln"/>
    <w:autoRedefine/>
    <w:uiPriority w:val="99"/>
    <w:semiHidden/>
    <w:unhideWhenUsed/>
    <w:rsid w:val="00561CB5"/>
    <w:pPr>
      <w:spacing w:after="0" w:line="240" w:lineRule="auto"/>
      <w:ind w:left="200" w:hanging="200"/>
    </w:pPr>
  </w:style>
  <w:style w:type="paragraph" w:styleId="Hlavikarejstku">
    <w:name w:val="index heading"/>
    <w:basedOn w:val="Normln"/>
    <w:next w:val="Rejstk1"/>
    <w:uiPriority w:val="99"/>
    <w:semiHidden/>
    <w:unhideWhenUsed/>
    <w:rsid w:val="00561CB5"/>
    <w:rPr>
      <w:rFonts w:asciiTheme="majorHAnsi" w:eastAsiaTheme="majorEastAsia" w:hAnsiTheme="majorHAnsi" w:cstheme="majorBidi"/>
      <w:b/>
      <w:bCs/>
    </w:rPr>
  </w:style>
  <w:style w:type="character" w:customStyle="1" w:styleId="Inteligentnhypertextovodkaz1">
    <w:name w:val="Inteligentní hypertextový odkaz1"/>
    <w:basedOn w:val="Standardnpsmoodstavce"/>
    <w:uiPriority w:val="99"/>
    <w:semiHidden/>
    <w:unhideWhenUsed/>
    <w:rsid w:val="00561CB5"/>
    <w:rPr>
      <w:u w:val="dotted"/>
      <w:lang w:val="cs-CZ"/>
    </w:rPr>
  </w:style>
  <w:style w:type="character" w:customStyle="1" w:styleId="Inteligentnodkaz1">
    <w:name w:val="Inteligentní odkaz1"/>
    <w:basedOn w:val="Standardnpsmoodstavce"/>
    <w:uiPriority w:val="99"/>
    <w:semiHidden/>
    <w:unhideWhenUsed/>
    <w:rsid w:val="00561CB5"/>
    <w:rPr>
      <w:color w:val="0000FF"/>
      <w:u w:val="single"/>
      <w:shd w:val="clear" w:color="auto" w:fill="F3F2F1"/>
      <w:lang w:val="cs-CZ"/>
    </w:rPr>
  </w:style>
  <w:style w:type="table" w:styleId="Jednoduchtabulka1">
    <w:name w:val="Table Simple 1"/>
    <w:basedOn w:val="Normlntabulka"/>
    <w:uiPriority w:val="99"/>
    <w:semiHidden/>
    <w:unhideWhenUsed/>
    <w:rsid w:val="00561CB5"/>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561CB5"/>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lka1">
    <w:name w:val="Table Classic 1"/>
    <w:basedOn w:val="Normlntabulka"/>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561CB5"/>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561CB5"/>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561CB5"/>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eHTML">
    <w:name w:val="HTML Keyboard"/>
    <w:basedOn w:val="Standardnpsmoodstavce"/>
    <w:uiPriority w:val="99"/>
    <w:semiHidden/>
    <w:unhideWhenUsed/>
    <w:rsid w:val="00561CB5"/>
    <w:rPr>
      <w:rFonts w:ascii="Consolas" w:hAnsi="Consolas"/>
      <w:sz w:val="20"/>
      <w:szCs w:val="20"/>
      <w:lang w:val="cs-CZ"/>
    </w:rPr>
  </w:style>
  <w:style w:type="character" w:styleId="KdHTML">
    <w:name w:val="HTML Code"/>
    <w:basedOn w:val="Standardnpsmoodstavce"/>
    <w:uiPriority w:val="99"/>
    <w:semiHidden/>
    <w:unhideWhenUsed/>
    <w:rsid w:val="00561CB5"/>
    <w:rPr>
      <w:rFonts w:ascii="Consolas" w:hAnsi="Consolas"/>
      <w:sz w:val="20"/>
      <w:szCs w:val="20"/>
      <w:lang w:val="cs-CZ"/>
    </w:rPr>
  </w:style>
  <w:style w:type="table" w:styleId="Moderntabulka">
    <w:name w:val="Table Contemporary"/>
    <w:basedOn w:val="Normlntabulka"/>
    <w:uiPriority w:val="99"/>
    <w:semiHidden/>
    <w:unhideWhenUsed/>
    <w:rsid w:val="00561CB5"/>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ivtabulky">
    <w:name w:val="Table Theme"/>
    <w:basedOn w:val="Normlntabulka"/>
    <w:uiPriority w:val="99"/>
    <w:semiHidden/>
    <w:unhideWhenUsed/>
    <w:rsid w:val="00561CB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1">
    <w:name w:val="Table Grid 1"/>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561CB5"/>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561CB5"/>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561CB5"/>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561CB5"/>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561CB5"/>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
    <w:next w:val="Normln"/>
    <w:link w:val="NadpispoznmkyChar"/>
    <w:uiPriority w:val="99"/>
    <w:semiHidden/>
    <w:unhideWhenUsed/>
    <w:rsid w:val="00561CB5"/>
    <w:pPr>
      <w:spacing w:after="0" w:line="240" w:lineRule="auto"/>
    </w:pPr>
  </w:style>
  <w:style w:type="character" w:customStyle="1" w:styleId="NadpispoznmkyChar">
    <w:name w:val="Nadpis poznámky Char"/>
    <w:basedOn w:val="Standardnpsmoodstavce"/>
    <w:link w:val="Nadpispoznmky"/>
    <w:uiPriority w:val="99"/>
    <w:semiHidden/>
    <w:rsid w:val="00561CB5"/>
    <w:rPr>
      <w:sz w:val="20"/>
      <w:lang w:val="cs-CZ"/>
    </w:rPr>
  </w:style>
  <w:style w:type="character" w:styleId="Nzevknihy">
    <w:name w:val="Book Title"/>
    <w:basedOn w:val="Standardnpsmoodstavce"/>
    <w:uiPriority w:val="36"/>
    <w:semiHidden/>
    <w:unhideWhenUsed/>
    <w:qFormat/>
    <w:rsid w:val="00561CB5"/>
    <w:rPr>
      <w:b/>
      <w:bCs/>
      <w:i/>
      <w:iCs/>
      <w:spacing w:val="5"/>
      <w:lang w:val="cs-CZ"/>
    </w:rPr>
  </w:style>
  <w:style w:type="character" w:customStyle="1" w:styleId="Nevyeenzmnka1">
    <w:name w:val="Nevyřešená zmínka1"/>
    <w:basedOn w:val="Standardnpsmoodstavce"/>
    <w:uiPriority w:val="99"/>
    <w:semiHidden/>
    <w:unhideWhenUsed/>
    <w:rsid w:val="00561CB5"/>
    <w:rPr>
      <w:color w:val="605E5C"/>
      <w:shd w:val="clear" w:color="auto" w:fill="E1DFDD"/>
      <w:lang w:val="cs-CZ"/>
    </w:rPr>
  </w:style>
  <w:style w:type="paragraph" w:styleId="Normlnweb">
    <w:name w:val="Normal (Web)"/>
    <w:basedOn w:val="Normln"/>
    <w:uiPriority w:val="99"/>
    <w:semiHidden/>
    <w:unhideWhenUsed/>
    <w:rsid w:val="00561CB5"/>
    <w:rPr>
      <w:rFonts w:ascii="Times New Roman" w:hAnsi="Times New Roman" w:cs="Times New Roman"/>
      <w:sz w:val="24"/>
      <w:szCs w:val="24"/>
    </w:rPr>
  </w:style>
  <w:style w:type="paragraph" w:styleId="Normlnodsazen">
    <w:name w:val="Normal Indent"/>
    <w:basedOn w:val="Normln"/>
    <w:uiPriority w:val="99"/>
    <w:semiHidden/>
    <w:unhideWhenUsed/>
    <w:rsid w:val="00561CB5"/>
    <w:pPr>
      <w:ind w:left="708"/>
    </w:pPr>
  </w:style>
  <w:style w:type="character" w:styleId="Odkazintenzivn">
    <w:name w:val="Intense Reference"/>
    <w:basedOn w:val="Standardnpsmoodstavce"/>
    <w:uiPriority w:val="36"/>
    <w:semiHidden/>
    <w:unhideWhenUsed/>
    <w:qFormat/>
    <w:rsid w:val="00561CB5"/>
    <w:rPr>
      <w:b/>
      <w:bCs/>
      <w:smallCaps/>
      <w:color w:val="DDDDDD" w:themeColor="accent1"/>
      <w:spacing w:val="5"/>
      <w:lang w:val="cs-CZ"/>
    </w:rPr>
  </w:style>
  <w:style w:type="character" w:styleId="Odkazjemn">
    <w:name w:val="Subtle Reference"/>
    <w:basedOn w:val="Standardnpsmoodstavce"/>
    <w:uiPriority w:val="36"/>
    <w:semiHidden/>
    <w:unhideWhenUsed/>
    <w:qFormat/>
    <w:rsid w:val="00561CB5"/>
    <w:rPr>
      <w:smallCaps/>
      <w:color w:val="FFFFFF" w:themeColor="text1" w:themeTint="A5"/>
      <w:lang w:val="cs-CZ"/>
    </w:rPr>
  </w:style>
  <w:style w:type="character" w:styleId="Odkaznakoment">
    <w:name w:val="annotation reference"/>
    <w:basedOn w:val="Standardnpsmoodstavce"/>
    <w:uiPriority w:val="99"/>
    <w:semiHidden/>
    <w:unhideWhenUsed/>
    <w:rsid w:val="00561CB5"/>
    <w:rPr>
      <w:sz w:val="16"/>
      <w:szCs w:val="16"/>
      <w:lang w:val="cs-CZ"/>
    </w:rPr>
  </w:style>
  <w:style w:type="character" w:styleId="Odkaznavysvtlivky">
    <w:name w:val="endnote reference"/>
    <w:basedOn w:val="Standardnpsmoodstavce"/>
    <w:uiPriority w:val="99"/>
    <w:semiHidden/>
    <w:unhideWhenUsed/>
    <w:rsid w:val="00561CB5"/>
    <w:rPr>
      <w:vertAlign w:val="superscript"/>
      <w:lang w:val="cs-CZ"/>
    </w:rPr>
  </w:style>
  <w:style w:type="paragraph" w:styleId="Odstavecseseznamem">
    <w:name w:val="List Paragraph"/>
    <w:basedOn w:val="Normln"/>
    <w:uiPriority w:val="36"/>
    <w:unhideWhenUsed/>
    <w:qFormat/>
    <w:rsid w:val="00561CB5"/>
    <w:pPr>
      <w:ind w:left="720"/>
      <w:contextualSpacing/>
    </w:pPr>
  </w:style>
  <w:style w:type="paragraph" w:styleId="Osloven">
    <w:name w:val="Salutation"/>
    <w:basedOn w:val="Normln"/>
    <w:next w:val="Normln"/>
    <w:link w:val="OslovenChar"/>
    <w:uiPriority w:val="33"/>
    <w:rsid w:val="00760E91"/>
    <w:pPr>
      <w:spacing w:before="260"/>
    </w:pPr>
  </w:style>
  <w:style w:type="character" w:customStyle="1" w:styleId="OslovenChar">
    <w:name w:val="Oslovení Char"/>
    <w:basedOn w:val="Standardnpsmoodstavce"/>
    <w:link w:val="Osloven"/>
    <w:uiPriority w:val="33"/>
    <w:rsid w:val="00760E91"/>
    <w:rPr>
      <w:spacing w:val="-1"/>
      <w:sz w:val="19"/>
    </w:rPr>
  </w:style>
  <w:style w:type="paragraph" w:styleId="Podpise-mailu">
    <w:name w:val="E-mail Signature"/>
    <w:basedOn w:val="Normln"/>
    <w:link w:val="Podpise-mailuChar"/>
    <w:uiPriority w:val="99"/>
    <w:semiHidden/>
    <w:unhideWhenUsed/>
    <w:rsid w:val="00561CB5"/>
    <w:pPr>
      <w:spacing w:after="0" w:line="240" w:lineRule="auto"/>
    </w:pPr>
  </w:style>
  <w:style w:type="character" w:customStyle="1" w:styleId="Podpise-mailuChar">
    <w:name w:val="Podpis e-mailu Char"/>
    <w:basedOn w:val="Standardnpsmoodstavce"/>
    <w:link w:val="Podpise-mailu"/>
    <w:uiPriority w:val="99"/>
    <w:semiHidden/>
    <w:rsid w:val="00561CB5"/>
    <w:rPr>
      <w:sz w:val="20"/>
      <w:lang w:val="cs-CZ"/>
    </w:rPr>
  </w:style>
  <w:style w:type="table" w:styleId="Profesionlntabulka">
    <w:name w:val="Table Professional"/>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PromnnHTML">
    <w:name w:val="HTML Variable"/>
    <w:basedOn w:val="Standardnpsmoodstavce"/>
    <w:uiPriority w:val="99"/>
    <w:semiHidden/>
    <w:unhideWhenUsed/>
    <w:rsid w:val="00561CB5"/>
    <w:rPr>
      <w:i/>
      <w:iCs/>
      <w:lang w:val="cs-CZ"/>
    </w:rPr>
  </w:style>
  <w:style w:type="table" w:styleId="Prosttabulka1">
    <w:name w:val="Plain Table 1"/>
    <w:basedOn w:val="Normlntabulka"/>
    <w:uiPriority w:val="41"/>
    <w:rsid w:val="00561CB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561CB5"/>
    <w:pPr>
      <w:spacing w:after="0" w:line="240" w:lineRule="auto"/>
    </w:pPr>
    <w:tblPr>
      <w:tblStyleRowBandSize w:val="1"/>
      <w:tblStyleColBandSize w:val="1"/>
      <w:tblBorders>
        <w:top w:val="single" w:sz="4" w:space="0" w:color="FFFFFF" w:themeColor="text1" w:themeTint="80"/>
        <w:bottom w:val="single" w:sz="4" w:space="0" w:color="FFFFFF" w:themeColor="text1" w:themeTint="80"/>
      </w:tblBorders>
    </w:tblPr>
    <w:tblStylePr w:type="firstRow">
      <w:rPr>
        <w:b/>
        <w:bCs/>
      </w:rPr>
      <w:tblPr/>
      <w:tcPr>
        <w:tcBorders>
          <w:bottom w:val="single" w:sz="4" w:space="0" w:color="FFFFFF" w:themeColor="text1" w:themeTint="80"/>
        </w:tcBorders>
      </w:tcPr>
    </w:tblStylePr>
    <w:tblStylePr w:type="lastRow">
      <w:rPr>
        <w:b/>
        <w:bCs/>
      </w:rPr>
      <w:tblPr/>
      <w:tcPr>
        <w:tcBorders>
          <w:top w:val="single" w:sz="4" w:space="0" w:color="FFFFFF" w:themeColor="text1" w:themeTint="80"/>
        </w:tcBorders>
      </w:tcPr>
    </w:tblStylePr>
    <w:tblStylePr w:type="firstCol">
      <w:rPr>
        <w:b/>
        <w:bCs/>
      </w:rPr>
    </w:tblStylePr>
    <w:tblStylePr w:type="lastCol">
      <w:rPr>
        <w:b/>
        <w:bCs/>
      </w:rPr>
    </w:tblStylePr>
    <w:tblStylePr w:type="band1Vert">
      <w:tblPr/>
      <w:tcPr>
        <w:tcBorders>
          <w:left w:val="single" w:sz="4" w:space="0" w:color="FFFFFF" w:themeColor="text1" w:themeTint="80"/>
          <w:right w:val="single" w:sz="4" w:space="0" w:color="FFFFFF" w:themeColor="text1" w:themeTint="80"/>
        </w:tcBorders>
      </w:tcPr>
    </w:tblStylePr>
    <w:tblStylePr w:type="band2Vert">
      <w:tblPr/>
      <w:tcPr>
        <w:tcBorders>
          <w:left w:val="single" w:sz="4" w:space="0" w:color="FFFFFF" w:themeColor="text1" w:themeTint="80"/>
          <w:right w:val="single" w:sz="4" w:space="0" w:color="FFFFFF" w:themeColor="text1" w:themeTint="80"/>
        </w:tcBorders>
      </w:tcPr>
    </w:tblStylePr>
    <w:tblStylePr w:type="band1Horz">
      <w:tblPr/>
      <w:tcPr>
        <w:tcBorders>
          <w:top w:val="single" w:sz="4" w:space="0" w:color="FFFFFF" w:themeColor="text1" w:themeTint="80"/>
          <w:bottom w:val="single" w:sz="4" w:space="0" w:color="FFFFFF" w:themeColor="text1" w:themeTint="80"/>
        </w:tcBorders>
      </w:tcPr>
    </w:tblStylePr>
  </w:style>
  <w:style w:type="table" w:styleId="Prosttabulka3">
    <w:name w:val="Plain Table 3"/>
    <w:basedOn w:val="Normlntabulka"/>
    <w:uiPriority w:val="43"/>
    <w:rsid w:val="00561CB5"/>
    <w:pPr>
      <w:spacing w:after="0" w:line="240" w:lineRule="auto"/>
    </w:pPr>
    <w:tblPr>
      <w:tblStyleRowBandSize w:val="1"/>
      <w:tblStyleColBandSize w:val="1"/>
    </w:tblPr>
    <w:tblStylePr w:type="firstRow">
      <w:rPr>
        <w:b/>
        <w:bCs/>
        <w:caps/>
      </w:rPr>
      <w:tblPr/>
      <w:tcPr>
        <w:tcBorders>
          <w:bottom w:val="single" w:sz="4" w:space="0" w:color="FFFFF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FFFFF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561CB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561CB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unhideWhenUsed/>
    <w:rsid w:val="00561CB5"/>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561CB5"/>
    <w:rPr>
      <w:rFonts w:ascii="Consolas" w:hAnsi="Consolas"/>
      <w:sz w:val="21"/>
      <w:szCs w:val="21"/>
      <w:lang w:val="cs-CZ"/>
    </w:rPr>
  </w:style>
  <w:style w:type="paragraph" w:styleId="Textkomente">
    <w:name w:val="annotation text"/>
    <w:basedOn w:val="Normln"/>
    <w:link w:val="TextkomenteChar"/>
    <w:uiPriority w:val="99"/>
    <w:unhideWhenUsed/>
    <w:rsid w:val="00561CB5"/>
    <w:pPr>
      <w:spacing w:line="240" w:lineRule="auto"/>
    </w:pPr>
    <w:rPr>
      <w:szCs w:val="20"/>
    </w:rPr>
  </w:style>
  <w:style w:type="character" w:customStyle="1" w:styleId="TextkomenteChar">
    <w:name w:val="Text komentáře Char"/>
    <w:basedOn w:val="Standardnpsmoodstavce"/>
    <w:link w:val="Textkomente"/>
    <w:uiPriority w:val="99"/>
    <w:rsid w:val="00561CB5"/>
    <w:rPr>
      <w:sz w:val="20"/>
      <w:szCs w:val="20"/>
      <w:lang w:val="cs-CZ"/>
    </w:rPr>
  </w:style>
  <w:style w:type="paragraph" w:styleId="Pedmtkomente">
    <w:name w:val="annotation subject"/>
    <w:basedOn w:val="Textkomente"/>
    <w:next w:val="Textkomente"/>
    <w:link w:val="PedmtkomenteChar"/>
    <w:uiPriority w:val="99"/>
    <w:semiHidden/>
    <w:unhideWhenUsed/>
    <w:rsid w:val="00561CB5"/>
    <w:rPr>
      <w:b/>
      <w:bCs/>
    </w:rPr>
  </w:style>
  <w:style w:type="character" w:customStyle="1" w:styleId="PedmtkomenteChar">
    <w:name w:val="Předmět komentáře Char"/>
    <w:basedOn w:val="TextkomenteChar"/>
    <w:link w:val="Pedmtkomente"/>
    <w:uiPriority w:val="99"/>
    <w:semiHidden/>
    <w:rsid w:val="00561CB5"/>
    <w:rPr>
      <w:b/>
      <w:bCs/>
      <w:sz w:val="20"/>
      <w:szCs w:val="20"/>
      <w:lang w:val="cs-CZ"/>
    </w:rPr>
  </w:style>
  <w:style w:type="character" w:styleId="PsacstrojHTML">
    <w:name w:val="HTML Typewriter"/>
    <w:basedOn w:val="Standardnpsmoodstavce"/>
    <w:uiPriority w:val="99"/>
    <w:semiHidden/>
    <w:unhideWhenUsed/>
    <w:rsid w:val="00561CB5"/>
    <w:rPr>
      <w:rFonts w:ascii="Consolas" w:hAnsi="Consolas"/>
      <w:sz w:val="20"/>
      <w:szCs w:val="20"/>
      <w:lang w:val="cs-CZ"/>
    </w:rPr>
  </w:style>
  <w:style w:type="paragraph" w:styleId="Rejstk2">
    <w:name w:val="index 2"/>
    <w:basedOn w:val="Normln"/>
    <w:next w:val="Normln"/>
    <w:autoRedefine/>
    <w:uiPriority w:val="99"/>
    <w:semiHidden/>
    <w:unhideWhenUsed/>
    <w:rsid w:val="00561CB5"/>
    <w:pPr>
      <w:spacing w:after="0" w:line="240" w:lineRule="auto"/>
      <w:ind w:left="400" w:hanging="200"/>
    </w:pPr>
  </w:style>
  <w:style w:type="paragraph" w:styleId="Rejstk3">
    <w:name w:val="index 3"/>
    <w:basedOn w:val="Normln"/>
    <w:next w:val="Normln"/>
    <w:autoRedefine/>
    <w:uiPriority w:val="99"/>
    <w:semiHidden/>
    <w:unhideWhenUsed/>
    <w:rsid w:val="00561CB5"/>
    <w:pPr>
      <w:spacing w:after="0" w:line="240" w:lineRule="auto"/>
      <w:ind w:left="600" w:hanging="200"/>
    </w:pPr>
  </w:style>
  <w:style w:type="paragraph" w:styleId="Rejstk4">
    <w:name w:val="index 4"/>
    <w:basedOn w:val="Normln"/>
    <w:next w:val="Normln"/>
    <w:autoRedefine/>
    <w:uiPriority w:val="99"/>
    <w:semiHidden/>
    <w:unhideWhenUsed/>
    <w:rsid w:val="00561CB5"/>
    <w:pPr>
      <w:spacing w:after="0" w:line="240" w:lineRule="auto"/>
      <w:ind w:left="800" w:hanging="200"/>
    </w:pPr>
  </w:style>
  <w:style w:type="paragraph" w:styleId="Rejstk5">
    <w:name w:val="index 5"/>
    <w:basedOn w:val="Normln"/>
    <w:next w:val="Normln"/>
    <w:autoRedefine/>
    <w:uiPriority w:val="99"/>
    <w:semiHidden/>
    <w:unhideWhenUsed/>
    <w:rsid w:val="00561CB5"/>
    <w:pPr>
      <w:spacing w:after="0" w:line="240" w:lineRule="auto"/>
      <w:ind w:left="1000" w:hanging="200"/>
    </w:pPr>
  </w:style>
  <w:style w:type="paragraph" w:styleId="Rejstk6">
    <w:name w:val="index 6"/>
    <w:basedOn w:val="Normln"/>
    <w:next w:val="Normln"/>
    <w:autoRedefine/>
    <w:uiPriority w:val="99"/>
    <w:semiHidden/>
    <w:unhideWhenUsed/>
    <w:rsid w:val="00561CB5"/>
    <w:pPr>
      <w:spacing w:after="0" w:line="240" w:lineRule="auto"/>
      <w:ind w:left="1200" w:hanging="200"/>
    </w:pPr>
  </w:style>
  <w:style w:type="paragraph" w:styleId="Rejstk7">
    <w:name w:val="index 7"/>
    <w:basedOn w:val="Normln"/>
    <w:next w:val="Normln"/>
    <w:autoRedefine/>
    <w:uiPriority w:val="99"/>
    <w:semiHidden/>
    <w:unhideWhenUsed/>
    <w:rsid w:val="00561CB5"/>
    <w:pPr>
      <w:spacing w:after="0" w:line="240" w:lineRule="auto"/>
      <w:ind w:left="1400" w:hanging="200"/>
    </w:pPr>
  </w:style>
  <w:style w:type="paragraph" w:styleId="Rejstk8">
    <w:name w:val="index 8"/>
    <w:basedOn w:val="Normln"/>
    <w:next w:val="Normln"/>
    <w:autoRedefine/>
    <w:uiPriority w:val="99"/>
    <w:semiHidden/>
    <w:unhideWhenUsed/>
    <w:rsid w:val="00561CB5"/>
    <w:pPr>
      <w:spacing w:after="0" w:line="240" w:lineRule="auto"/>
      <w:ind w:left="1600" w:hanging="200"/>
    </w:pPr>
  </w:style>
  <w:style w:type="paragraph" w:styleId="Rejstk9">
    <w:name w:val="index 9"/>
    <w:basedOn w:val="Normln"/>
    <w:next w:val="Normln"/>
    <w:autoRedefine/>
    <w:uiPriority w:val="99"/>
    <w:semiHidden/>
    <w:unhideWhenUsed/>
    <w:rsid w:val="00561CB5"/>
    <w:pPr>
      <w:spacing w:after="0" w:line="240" w:lineRule="auto"/>
      <w:ind w:left="1800" w:hanging="200"/>
    </w:pPr>
  </w:style>
  <w:style w:type="paragraph" w:styleId="Rozloendokumentu">
    <w:name w:val="Document Map"/>
    <w:basedOn w:val="Normln"/>
    <w:link w:val="RozloendokumentuChar"/>
    <w:uiPriority w:val="99"/>
    <w:semiHidden/>
    <w:unhideWhenUsed/>
    <w:rsid w:val="00561CB5"/>
    <w:pPr>
      <w:spacing w:after="0"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561CB5"/>
    <w:rPr>
      <w:rFonts w:ascii="Segoe UI" w:hAnsi="Segoe UI" w:cs="Segoe UI"/>
      <w:sz w:val="16"/>
      <w:szCs w:val="16"/>
      <w:lang w:val="cs-CZ"/>
    </w:rPr>
  </w:style>
  <w:style w:type="paragraph" w:styleId="Seznamcitac">
    <w:name w:val="table of authorities"/>
    <w:basedOn w:val="Normln"/>
    <w:next w:val="Normln"/>
    <w:uiPriority w:val="99"/>
    <w:semiHidden/>
    <w:unhideWhenUsed/>
    <w:rsid w:val="00561CB5"/>
    <w:pPr>
      <w:spacing w:after="0"/>
      <w:ind w:left="200" w:hanging="200"/>
    </w:pPr>
  </w:style>
  <w:style w:type="paragraph" w:styleId="Seznamobrzk">
    <w:name w:val="table of figures"/>
    <w:basedOn w:val="Normln"/>
    <w:next w:val="Normln"/>
    <w:uiPriority w:val="99"/>
    <w:semiHidden/>
    <w:unhideWhenUsed/>
    <w:rsid w:val="00561CB5"/>
    <w:pPr>
      <w:spacing w:after="0"/>
    </w:pPr>
  </w:style>
  <w:style w:type="character" w:styleId="Siln">
    <w:name w:val="Strong"/>
    <w:basedOn w:val="Standardnpsmoodstavce"/>
    <w:uiPriority w:val="20"/>
    <w:qFormat/>
    <w:rsid w:val="0008525C"/>
    <w:rPr>
      <w:rFonts w:asciiTheme="majorHAnsi" w:hAnsiTheme="majorHAnsi"/>
      <w:b w:val="0"/>
      <w:bCs/>
      <w:lang w:val="cs-CZ"/>
    </w:rPr>
  </w:style>
  <w:style w:type="character" w:styleId="Sledovanodkaz">
    <w:name w:val="FollowedHyperlink"/>
    <w:basedOn w:val="Standardnpsmoodstavce"/>
    <w:uiPriority w:val="99"/>
    <w:semiHidden/>
    <w:unhideWhenUsed/>
    <w:rsid w:val="00561CB5"/>
    <w:rPr>
      <w:color w:val="919191" w:themeColor="followedHyperlink"/>
      <w:u w:val="single"/>
      <w:lang w:val="cs-CZ"/>
    </w:rPr>
  </w:style>
  <w:style w:type="table" w:styleId="Sloupcetabulky1">
    <w:name w:val="Table Columns 1"/>
    <w:basedOn w:val="Normlntabulka"/>
    <w:uiPriority w:val="99"/>
    <w:semiHidden/>
    <w:unhideWhenUsed/>
    <w:rsid w:val="00561CB5"/>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561CB5"/>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561CB5"/>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561CB5"/>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561CB5"/>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Stednmka1">
    <w:name w:val="Medium Grid 1"/>
    <w:basedOn w:val="Normlntabulka"/>
    <w:uiPriority w:val="67"/>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insideV w:val="single" w:sz="8" w:space="0" w:color="FFFFFF" w:themeColor="text1" w:themeTint="BF"/>
      </w:tblBorders>
    </w:tblPr>
    <w:tcPr>
      <w:shd w:val="clear" w:color="auto" w:fill="FFFFFF" w:themeFill="text1" w:themeFillTint="3F"/>
    </w:tcPr>
    <w:tblStylePr w:type="firstRow">
      <w:rPr>
        <w:b/>
        <w:bCs/>
      </w:rPr>
    </w:tblStylePr>
    <w:tblStylePr w:type="lastRow">
      <w:rPr>
        <w:b/>
        <w:bCs/>
      </w:rPr>
      <w:tblPr/>
      <w:tcPr>
        <w:tcBorders>
          <w:top w:val="single" w:sz="18" w:space="0" w:color="FFFFFF" w:themeColor="text1" w:themeTint="BF"/>
        </w:tcBorders>
      </w:tcPr>
    </w:tblStylePr>
    <w:tblStylePr w:type="firstCol">
      <w:rPr>
        <w:b/>
        <w:bCs/>
      </w:rPr>
    </w:tblStylePr>
    <w:tblStylePr w:type="lastCol">
      <w:rPr>
        <w:b/>
        <w:bCs/>
      </w:rPr>
    </w:tblStylePr>
    <w:tblStylePr w:type="band1Vert">
      <w:tblPr/>
      <w:tcPr>
        <w:shd w:val="clear" w:color="auto" w:fill="FFFFFF" w:themeFill="text1" w:themeFillTint="7F"/>
      </w:tcPr>
    </w:tblStylePr>
    <w:tblStylePr w:type="band1Horz">
      <w:tblPr/>
      <w:tcPr>
        <w:shd w:val="clear" w:color="auto" w:fill="FFFFFF" w:themeFill="text1" w:themeFillTint="7F"/>
      </w:tcPr>
    </w:tblStylePr>
  </w:style>
  <w:style w:type="table" w:styleId="Stednmka1zvraznn1">
    <w:name w:val="Medium Grid 1 Accent 1"/>
    <w:basedOn w:val="Normlntabulka"/>
    <w:uiPriority w:val="67"/>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insideV w:val="single" w:sz="8" w:space="0" w:color="E5E5E5" w:themeColor="accent1" w:themeTint="BF"/>
      </w:tblBorders>
    </w:tblPr>
    <w:tcPr>
      <w:shd w:val="clear" w:color="auto" w:fill="F6F6F6" w:themeFill="accent1" w:themeFillTint="3F"/>
    </w:tcPr>
    <w:tblStylePr w:type="firstRow">
      <w:rPr>
        <w:b/>
        <w:bCs/>
      </w:rPr>
    </w:tblStylePr>
    <w:tblStylePr w:type="lastRow">
      <w:rPr>
        <w:b/>
        <w:bCs/>
      </w:rPr>
      <w:tblPr/>
      <w:tcPr>
        <w:tcBorders>
          <w:top w:val="single" w:sz="18" w:space="0" w:color="E5E5E5" w:themeColor="accent1" w:themeTint="BF"/>
        </w:tcBorders>
      </w:tcPr>
    </w:tblStylePr>
    <w:tblStylePr w:type="firstCol">
      <w:rPr>
        <w:b/>
        <w:bCs/>
      </w:rPr>
    </w:tblStylePr>
    <w:tblStylePr w:type="lastCol">
      <w:rPr>
        <w:b/>
        <w:bCs/>
      </w:rPr>
    </w:tblStylePr>
    <w:tblStylePr w:type="band1Vert">
      <w:tblPr/>
      <w:tcPr>
        <w:shd w:val="clear" w:color="auto" w:fill="EEEEEE" w:themeFill="accent1" w:themeFillTint="7F"/>
      </w:tcPr>
    </w:tblStylePr>
    <w:tblStylePr w:type="band1Horz">
      <w:tblPr/>
      <w:tcPr>
        <w:shd w:val="clear" w:color="auto" w:fill="EEEEEE" w:themeFill="accent1" w:themeFillTint="7F"/>
      </w:tcPr>
    </w:tblStylePr>
  </w:style>
  <w:style w:type="table" w:styleId="Stednmka1zvraznn2">
    <w:name w:val="Medium Grid 1 Accent 2"/>
    <w:basedOn w:val="Normlntabulka"/>
    <w:uiPriority w:val="67"/>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Stednmka1zvraznn3">
    <w:name w:val="Medium Grid 1 Accent 3"/>
    <w:basedOn w:val="Normlntabulka"/>
    <w:uiPriority w:val="67"/>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Stednmka1zvraznn4">
    <w:name w:val="Medium Grid 1 Accent 4"/>
    <w:basedOn w:val="Normlntabulka"/>
    <w:uiPriority w:val="67"/>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Stednmka1zvraznn5">
    <w:name w:val="Medium Grid 1 Accent 5"/>
    <w:basedOn w:val="Normlntabulka"/>
    <w:uiPriority w:val="67"/>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Stednmka1zvraznn6">
    <w:name w:val="Medium Grid 1 Accent 6"/>
    <w:basedOn w:val="Normlntabulka"/>
    <w:uiPriority w:val="67"/>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Stednmka2">
    <w:name w:val="Medium Grid 2"/>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cPr>
      <w:shd w:val="clear" w:color="auto" w:fill="FFFFFF" w:themeFill="text1" w:themeFillTint="3F"/>
    </w:tcPr>
    <w:tblStylePr w:type="firstRow">
      <w:rPr>
        <w:b/>
        <w:bCs/>
        <w:color w:val="FFFFFF" w:themeColor="text1"/>
      </w:rPr>
      <w:tblPr/>
      <w:tcPr>
        <w:shd w:val="clear" w:color="auto" w:fill="FFFFFF" w:themeFill="tex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FFFFF" w:themeFill="text1" w:themeFillTint="33"/>
      </w:tcPr>
    </w:tblStylePr>
    <w:tblStylePr w:type="band1Vert">
      <w:tblPr/>
      <w:tcPr>
        <w:shd w:val="clear" w:color="auto" w:fill="FFFFFF" w:themeFill="text1" w:themeFillTint="7F"/>
      </w:tcPr>
    </w:tblStylePr>
    <w:tblStylePr w:type="band1Horz">
      <w:tblPr/>
      <w:tcPr>
        <w:tcBorders>
          <w:insideH w:val="single" w:sz="6" w:space="0" w:color="FFFFFF" w:themeColor="text1"/>
          <w:insideV w:val="single" w:sz="6" w:space="0" w:color="FFFFFF" w:themeColor="text1"/>
        </w:tcBorders>
        <w:shd w:val="clear" w:color="auto" w:fill="FFFFFF"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cPr>
      <w:shd w:val="clear" w:color="auto" w:fill="F6F6F6" w:themeFill="accent1" w:themeFillTint="3F"/>
    </w:tcPr>
    <w:tblStylePr w:type="firstRow">
      <w:rPr>
        <w:b/>
        <w:bCs/>
        <w:color w:val="FFFFFF" w:themeColor="text1"/>
      </w:rPr>
      <w:tblPr/>
      <w:tcPr>
        <w:shd w:val="clear" w:color="auto" w:fill="FBFBFB" w:themeFill="accent1"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F8F8F8" w:themeFill="accent1" w:themeFillTint="33"/>
      </w:tcPr>
    </w:tblStylePr>
    <w:tblStylePr w:type="band1Vert">
      <w:tblPr/>
      <w:tcPr>
        <w:shd w:val="clear" w:color="auto" w:fill="EEEEEE" w:themeFill="accent1" w:themeFillTint="7F"/>
      </w:tcPr>
    </w:tblStylePr>
    <w:tblStylePr w:type="band1Horz">
      <w:tblPr/>
      <w:tcPr>
        <w:tcBorders>
          <w:insideH w:val="single" w:sz="6" w:space="0" w:color="DDDDDD" w:themeColor="accent1"/>
          <w:insideV w:val="single" w:sz="6" w:space="0" w:color="DDDDDD" w:themeColor="accent1"/>
        </w:tcBorders>
        <w:shd w:val="clear" w:color="auto" w:fill="EEEEE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FFFFFF" w:themeColor="text1"/>
      </w:rPr>
      <w:tblPr/>
      <w:tcPr>
        <w:shd w:val="clear" w:color="auto" w:fill="F7F7F7" w:themeFill="accent2"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FFFFFF" w:themeColor="text1"/>
      </w:rPr>
      <w:tblPr/>
      <w:tcPr>
        <w:shd w:val="clear" w:color="auto" w:fill="F4F4F4" w:themeFill="accent3"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FFFFFF" w:themeColor="text1"/>
      </w:rPr>
      <w:tblPr/>
      <w:tcPr>
        <w:shd w:val="clear" w:color="auto" w:fill="F2F2F2" w:themeFill="accent4"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FFFFFF" w:themeColor="text1"/>
      </w:rPr>
      <w:tblPr/>
      <w:tcPr>
        <w:shd w:val="clear" w:color="auto" w:fill="EFEFEF" w:themeFill="accent5"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FFFFFF" w:themeColor="text1"/>
      </w:rPr>
      <w:tblPr/>
      <w:tcPr>
        <w:shd w:val="clear" w:color="auto" w:fill="EDEDED" w:themeFill="accent6" w:themeFillTint="19"/>
      </w:tcPr>
    </w:tblStylePr>
    <w:tblStylePr w:type="lastRow">
      <w:rPr>
        <w:b/>
        <w:bCs/>
        <w:color w:val="FFFFFF" w:themeColor="text1"/>
      </w:rPr>
      <w:tblPr/>
      <w:tcPr>
        <w:tcBorders>
          <w:top w:val="single" w:sz="12" w:space="0" w:color="FFFFFF" w:themeColor="text1"/>
          <w:left w:val="nil"/>
          <w:bottom w:val="nil"/>
          <w:right w:val="nil"/>
          <w:insideH w:val="nil"/>
          <w:insideV w:val="nil"/>
        </w:tcBorders>
        <w:shd w:val="clear" w:color="auto" w:fill="FFFFFF" w:themeFill="background1"/>
      </w:tcPr>
    </w:tblStylePr>
    <w:tblStylePr w:type="firstCol">
      <w:rPr>
        <w:b/>
        <w:bCs/>
        <w:color w:val="FFFFFF"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FFFFFF"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text1" w:themeFillTint="7F"/>
      </w:tcPr>
    </w:tblStylePr>
  </w:style>
  <w:style w:type="table" w:styleId="Stednmka3zvraznn1">
    <w:name w:val="Medium Grid 3 Accent 1"/>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6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DDDD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DDDD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DDDD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EEE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EEEE" w:themeFill="accent1" w:themeFillTint="7F"/>
      </w:tcPr>
    </w:tblStylePr>
  </w:style>
  <w:style w:type="table" w:styleId="Stednmka3zvraznn2">
    <w:name w:val="Medium Grid 3 Accent 2"/>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Stednmka3zvraznn3">
    <w:name w:val="Medium Grid 3 Accent 3"/>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Stednmka3zvraznn4">
    <w:name w:val="Medium Grid 3 Accent 4"/>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Stednmka3zvraznn5">
    <w:name w:val="Medium Grid 3 Accent 5"/>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Stednmka3zvraznn6">
    <w:name w:val="Medium Grid 3 Accent 6"/>
    <w:basedOn w:val="Normlntabulka"/>
    <w:uiPriority w:val="69"/>
    <w:semiHidden/>
    <w:unhideWhenUsed/>
    <w:rsid w:val="00561CB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Stednseznam1">
    <w:name w:val="Medium List 1"/>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FFFFFF" w:themeColor="text1"/>
        <w:bottom w:val="single" w:sz="8" w:space="0" w:color="FFFFFF" w:themeColor="text1"/>
      </w:tblBorders>
    </w:tblPr>
    <w:tblStylePr w:type="firstRow">
      <w:rPr>
        <w:rFonts w:asciiTheme="majorHAnsi" w:eastAsiaTheme="majorEastAsia" w:hAnsiTheme="majorHAnsi" w:cstheme="majorBidi"/>
      </w:rPr>
      <w:tblPr/>
      <w:tcPr>
        <w:tcBorders>
          <w:top w:val="nil"/>
          <w:bottom w:val="single" w:sz="8" w:space="0" w:color="FFFFFF" w:themeColor="text1"/>
        </w:tcBorders>
      </w:tcPr>
    </w:tblStylePr>
    <w:tblStylePr w:type="lastRow">
      <w:rPr>
        <w:b/>
        <w:bCs/>
        <w:color w:val="FFFFFF" w:themeColor="text2"/>
      </w:rPr>
      <w:tblPr/>
      <w:tcPr>
        <w:tcBorders>
          <w:top w:val="single" w:sz="8" w:space="0" w:color="FFFFFF" w:themeColor="text1"/>
          <w:bottom w:val="single" w:sz="8" w:space="0" w:color="FFFFFF" w:themeColor="text1"/>
        </w:tcBorders>
      </w:tcPr>
    </w:tblStylePr>
    <w:tblStylePr w:type="firstCol">
      <w:rPr>
        <w:b/>
        <w:bCs/>
      </w:rPr>
    </w:tblStylePr>
    <w:tblStylePr w:type="lastCol">
      <w:rPr>
        <w:b/>
        <w:bCs/>
      </w:rPr>
      <w:tblPr/>
      <w:tcPr>
        <w:tcBorders>
          <w:top w:val="single" w:sz="8" w:space="0" w:color="FFFFFF" w:themeColor="text1"/>
          <w:bottom w:val="single" w:sz="8" w:space="0" w:color="FFFFFF" w:themeColor="text1"/>
        </w:tcBorders>
      </w:tcPr>
    </w:tblStylePr>
    <w:tblStylePr w:type="band1Vert">
      <w:tblPr/>
      <w:tcPr>
        <w:shd w:val="clear" w:color="auto" w:fill="FFFFFF" w:themeFill="text1" w:themeFillTint="3F"/>
      </w:tcPr>
    </w:tblStylePr>
    <w:tblStylePr w:type="band1Horz">
      <w:tblPr/>
      <w:tcPr>
        <w:shd w:val="clear" w:color="auto" w:fill="FFFFFF" w:themeFill="text1" w:themeFillTint="3F"/>
      </w:tcPr>
    </w:tblStylePr>
  </w:style>
  <w:style w:type="table" w:styleId="Stednseznam1zvraznn1">
    <w:name w:val="Medium List 1 Accent 1"/>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DDDDDD" w:themeColor="accent1"/>
        <w:bottom w:val="single" w:sz="8" w:space="0" w:color="DDDDDD" w:themeColor="accent1"/>
      </w:tblBorders>
    </w:tblPr>
    <w:tblStylePr w:type="firstRow">
      <w:rPr>
        <w:rFonts w:asciiTheme="majorHAnsi" w:eastAsiaTheme="majorEastAsia" w:hAnsiTheme="majorHAnsi" w:cstheme="majorBidi"/>
      </w:rPr>
      <w:tblPr/>
      <w:tcPr>
        <w:tcBorders>
          <w:top w:val="nil"/>
          <w:bottom w:val="single" w:sz="8" w:space="0" w:color="DDDDDD" w:themeColor="accent1"/>
        </w:tcBorders>
      </w:tcPr>
    </w:tblStylePr>
    <w:tblStylePr w:type="lastRow">
      <w:rPr>
        <w:b/>
        <w:bCs/>
        <w:color w:val="FFFFFF" w:themeColor="text2"/>
      </w:rPr>
      <w:tblPr/>
      <w:tcPr>
        <w:tcBorders>
          <w:top w:val="single" w:sz="8" w:space="0" w:color="DDDDDD" w:themeColor="accent1"/>
          <w:bottom w:val="single" w:sz="8" w:space="0" w:color="DDDDDD" w:themeColor="accent1"/>
        </w:tcBorders>
      </w:tcPr>
    </w:tblStylePr>
    <w:tblStylePr w:type="firstCol">
      <w:rPr>
        <w:b/>
        <w:bCs/>
      </w:rPr>
    </w:tblStylePr>
    <w:tblStylePr w:type="lastCol">
      <w:rPr>
        <w:b/>
        <w:bCs/>
      </w:rPr>
      <w:tblPr/>
      <w:tcPr>
        <w:tcBorders>
          <w:top w:val="single" w:sz="8" w:space="0" w:color="DDDDDD" w:themeColor="accent1"/>
          <w:bottom w:val="single" w:sz="8" w:space="0" w:color="DDDDDD" w:themeColor="accent1"/>
        </w:tcBorders>
      </w:tcPr>
    </w:tblStylePr>
    <w:tblStylePr w:type="band1Vert">
      <w:tblPr/>
      <w:tcPr>
        <w:shd w:val="clear" w:color="auto" w:fill="F6F6F6" w:themeFill="accent1" w:themeFillTint="3F"/>
      </w:tcPr>
    </w:tblStylePr>
    <w:tblStylePr w:type="band1Horz">
      <w:tblPr/>
      <w:tcPr>
        <w:shd w:val="clear" w:color="auto" w:fill="F6F6F6" w:themeFill="accent1" w:themeFillTint="3F"/>
      </w:tcPr>
    </w:tblStylePr>
  </w:style>
  <w:style w:type="table" w:styleId="Stednseznam1zvraznn2">
    <w:name w:val="Medium List 1 Accent 2"/>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FFFFFF"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Stednseznam1zvraznn3">
    <w:name w:val="Medium List 1 Accent 3"/>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FFFFFF"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Stednseznam1zvraznn4">
    <w:name w:val="Medium List 1 Accent 4"/>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FFFFF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Stednseznam1zvraznn5">
    <w:name w:val="Medium List 1 Accent 5"/>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FFFFFF"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Stednseznam1zvraznn6">
    <w:name w:val="Medium List 1 Accent 6"/>
    <w:basedOn w:val="Normlntabulka"/>
    <w:uiPriority w:val="65"/>
    <w:semiHidden/>
    <w:unhideWhenUsed/>
    <w:rsid w:val="00561CB5"/>
    <w:pPr>
      <w:spacing w:after="0" w:line="240" w:lineRule="auto"/>
    </w:pPr>
    <w:rPr>
      <w:color w:val="FFFFFF"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FFFFFF"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Stednseznam2">
    <w:name w:val="Medium List 2"/>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rPr>
        <w:sz w:val="24"/>
        <w:szCs w:val="24"/>
      </w:rPr>
      <w:tblPr/>
      <w:tcPr>
        <w:tcBorders>
          <w:top w:val="nil"/>
          <w:left w:val="nil"/>
          <w:bottom w:val="single" w:sz="24" w:space="0" w:color="FFFFFF" w:themeColor="text1"/>
          <w:right w:val="nil"/>
          <w:insideH w:val="nil"/>
          <w:insideV w:val="nil"/>
        </w:tcBorders>
        <w:shd w:val="clear" w:color="auto" w:fill="FFFFFF" w:themeFill="background1"/>
      </w:tcPr>
    </w:tblStylePr>
    <w:tblStylePr w:type="lastRow">
      <w:tblPr/>
      <w:tcPr>
        <w:tcBorders>
          <w:top w:val="single" w:sz="8" w:space="0" w:color="FFFFFF"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text1"/>
          <w:insideH w:val="nil"/>
          <w:insideV w:val="nil"/>
        </w:tcBorders>
        <w:shd w:val="clear" w:color="auto" w:fill="FFFFFF" w:themeFill="background1"/>
      </w:tcPr>
    </w:tblStylePr>
    <w:tblStylePr w:type="lastCol">
      <w:tblPr/>
      <w:tcPr>
        <w:tcBorders>
          <w:top w:val="nil"/>
          <w:left w:val="single" w:sz="8" w:space="0" w:color="FFFFFF"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top w:val="nil"/>
          <w:bottom w:val="nil"/>
          <w:insideH w:val="nil"/>
          <w:insideV w:val="nil"/>
        </w:tcBorders>
        <w:shd w:val="clear" w:color="auto" w:fill="FFFFF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rPr>
        <w:sz w:val="24"/>
        <w:szCs w:val="24"/>
      </w:rPr>
      <w:tblPr/>
      <w:tcPr>
        <w:tcBorders>
          <w:top w:val="nil"/>
          <w:left w:val="nil"/>
          <w:bottom w:val="single" w:sz="24" w:space="0" w:color="DDDDDD" w:themeColor="accent1"/>
          <w:right w:val="nil"/>
          <w:insideH w:val="nil"/>
          <w:insideV w:val="nil"/>
        </w:tcBorders>
        <w:shd w:val="clear" w:color="auto" w:fill="FFFFFF" w:themeFill="background1"/>
      </w:tcPr>
    </w:tblStylePr>
    <w:tblStylePr w:type="lastRow">
      <w:tblPr/>
      <w:tcPr>
        <w:tcBorders>
          <w:top w:val="single" w:sz="8" w:space="0" w:color="DDDDD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DDDDD" w:themeColor="accent1"/>
          <w:insideH w:val="nil"/>
          <w:insideV w:val="nil"/>
        </w:tcBorders>
        <w:shd w:val="clear" w:color="auto" w:fill="FFFFFF" w:themeFill="background1"/>
      </w:tcPr>
    </w:tblStylePr>
    <w:tblStylePr w:type="lastCol">
      <w:tblPr/>
      <w:tcPr>
        <w:tcBorders>
          <w:top w:val="nil"/>
          <w:left w:val="single" w:sz="8" w:space="0" w:color="DDDDD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top w:val="nil"/>
          <w:bottom w:val="nil"/>
          <w:insideH w:val="nil"/>
          <w:insideV w:val="nil"/>
        </w:tcBorders>
        <w:shd w:val="clear" w:color="auto" w:fill="F6F6F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single" w:sz="8" w:space="0" w:color="B2B2B2"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single" w:sz="8" w:space="0" w:color="969696"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single" w:sz="8" w:space="0" w:color="80808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single" w:sz="8" w:space="0" w:color="5F5F5F"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561CB5"/>
    <w:pPr>
      <w:spacing w:after="0" w:line="240" w:lineRule="auto"/>
    </w:pPr>
    <w:rPr>
      <w:rFonts w:asciiTheme="majorHAnsi" w:eastAsiaTheme="majorEastAsia" w:hAnsiTheme="majorHAnsi" w:cstheme="majorBidi"/>
      <w:color w:val="FFFFFF"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single" w:sz="8" w:space="0" w:color="4D4D4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561CB5"/>
    <w:pPr>
      <w:spacing w:after="0" w:line="240" w:lineRule="auto"/>
    </w:pPr>
    <w:tblPr>
      <w:tblStyleRowBandSize w:val="1"/>
      <w:tblStyleColBandSize w:val="1"/>
      <w:tbl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single" w:sz="8" w:space="0" w:color="FFFFFF" w:themeColor="text1" w:themeTint="BF"/>
      </w:tblBorders>
    </w:tblPr>
    <w:tblStylePr w:type="firstRow">
      <w:pPr>
        <w:spacing w:before="0" w:after="0" w:line="240" w:lineRule="auto"/>
      </w:pPr>
      <w:rPr>
        <w:b/>
        <w:bCs/>
        <w:color w:val="FFFFFF" w:themeColor="background1"/>
      </w:rPr>
      <w:tblPr/>
      <w:tcPr>
        <w:tcBorders>
          <w:top w:val="single" w:sz="8"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shd w:val="clear" w:color="auto" w:fill="FFFFFF" w:themeFill="text1"/>
      </w:tcPr>
    </w:tblStylePr>
    <w:tblStylePr w:type="lastRow">
      <w:pPr>
        <w:spacing w:before="0" w:after="0" w:line="240" w:lineRule="auto"/>
      </w:pPr>
      <w:rPr>
        <w:b/>
        <w:bCs/>
      </w:rPr>
      <w:tblPr/>
      <w:tcPr>
        <w:tcBorders>
          <w:top w:val="double" w:sz="6" w:space="0" w:color="FFFFFF" w:themeColor="text1" w:themeTint="BF"/>
          <w:left w:val="single" w:sz="8" w:space="0" w:color="FFFFFF" w:themeColor="text1" w:themeTint="BF"/>
          <w:bottom w:val="single" w:sz="8" w:space="0" w:color="FFFFFF" w:themeColor="text1" w:themeTint="BF"/>
          <w:right w:val="single" w:sz="8" w:space="0" w:color="FFFFFF" w:themeColor="text1" w:themeTint="BF"/>
          <w:insideH w:val="nil"/>
          <w:insideV w:val="nil"/>
        </w:tcBorders>
      </w:tcPr>
    </w:tblStylePr>
    <w:tblStylePr w:type="firstCol">
      <w:rPr>
        <w:b/>
        <w:bCs/>
      </w:rPr>
    </w:tblStylePr>
    <w:tblStylePr w:type="lastCol">
      <w:rPr>
        <w:b/>
        <w:bCs/>
      </w:rPr>
    </w:tblStylePr>
    <w:tblStylePr w:type="band1Vert">
      <w:tblPr/>
      <w:tcPr>
        <w:shd w:val="clear" w:color="auto" w:fill="FFFFFF" w:themeFill="text1" w:themeFillTint="3F"/>
      </w:tcPr>
    </w:tblStylePr>
    <w:tblStylePr w:type="band1Horz">
      <w:tblPr/>
      <w:tcPr>
        <w:tcBorders>
          <w:insideH w:val="nil"/>
          <w:insideV w:val="nil"/>
        </w:tcBorders>
        <w:shd w:val="clear" w:color="auto" w:fill="FFFFFF"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561CB5"/>
    <w:pPr>
      <w:spacing w:after="0" w:line="240" w:lineRule="auto"/>
    </w:pPr>
    <w:tblPr>
      <w:tblStyleRowBandSize w:val="1"/>
      <w:tblStyleColBandSize w:val="1"/>
      <w:tbl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single" w:sz="8" w:space="0" w:color="E5E5E5" w:themeColor="accent1" w:themeTint="BF"/>
      </w:tblBorders>
    </w:tblPr>
    <w:tblStylePr w:type="firstRow">
      <w:pPr>
        <w:spacing w:before="0" w:after="0" w:line="240" w:lineRule="auto"/>
      </w:pPr>
      <w:rPr>
        <w:b/>
        <w:bCs/>
        <w:color w:val="FFFFFF" w:themeColor="background1"/>
      </w:rPr>
      <w:tblPr/>
      <w:tcPr>
        <w:tcBorders>
          <w:top w:val="single" w:sz="8"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shd w:val="clear" w:color="auto" w:fill="DDDDDD" w:themeFill="accent1"/>
      </w:tcPr>
    </w:tblStylePr>
    <w:tblStylePr w:type="lastRow">
      <w:pPr>
        <w:spacing w:before="0" w:after="0" w:line="240" w:lineRule="auto"/>
      </w:pPr>
      <w:rPr>
        <w:b/>
        <w:bCs/>
      </w:rPr>
      <w:tblPr/>
      <w:tcPr>
        <w:tcBorders>
          <w:top w:val="double" w:sz="6" w:space="0" w:color="E5E5E5" w:themeColor="accent1" w:themeTint="BF"/>
          <w:left w:val="single" w:sz="8" w:space="0" w:color="E5E5E5" w:themeColor="accent1" w:themeTint="BF"/>
          <w:bottom w:val="single" w:sz="8" w:space="0" w:color="E5E5E5" w:themeColor="accent1" w:themeTint="BF"/>
          <w:right w:val="single" w:sz="8" w:space="0" w:color="E5E5E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6F6F6" w:themeFill="accent1" w:themeFillTint="3F"/>
      </w:tcPr>
    </w:tblStylePr>
    <w:tblStylePr w:type="band1Horz">
      <w:tblPr/>
      <w:tcPr>
        <w:tcBorders>
          <w:insideH w:val="nil"/>
          <w:insideV w:val="nil"/>
        </w:tcBorders>
        <w:shd w:val="clear" w:color="auto" w:fill="F6F6F6"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561CB5"/>
    <w:pPr>
      <w:spacing w:after="0"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561CB5"/>
    <w:pPr>
      <w:spacing w:after="0"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561CB5"/>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561CB5"/>
    <w:pPr>
      <w:spacing w:after="0"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561CB5"/>
    <w:pPr>
      <w:spacing w:after="0"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FFFF" w:themeFill="text1"/>
      </w:tcPr>
    </w:tblStylePr>
    <w:tblStylePr w:type="lastCol">
      <w:rPr>
        <w:b/>
        <w:bCs/>
        <w:color w:val="FFFFFF" w:themeColor="background1"/>
      </w:rPr>
      <w:tblPr/>
      <w:tcPr>
        <w:tcBorders>
          <w:left w:val="nil"/>
          <w:right w:val="nil"/>
          <w:insideH w:val="nil"/>
          <w:insideV w:val="nil"/>
        </w:tcBorders>
        <w:shd w:val="clear" w:color="auto" w:fill="FFFFFF"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DDDD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DDDDD" w:themeFill="accent1"/>
      </w:tcPr>
    </w:tblStylePr>
    <w:tblStylePr w:type="lastCol">
      <w:rPr>
        <w:b/>
        <w:bCs/>
        <w:color w:val="FFFFFF" w:themeColor="background1"/>
      </w:rPr>
      <w:tblPr/>
      <w:tcPr>
        <w:tcBorders>
          <w:left w:val="nil"/>
          <w:right w:val="nil"/>
          <w:insideH w:val="nil"/>
          <w:insideV w:val="nil"/>
        </w:tcBorders>
        <w:shd w:val="clear" w:color="auto" w:fill="DDDDD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semiHidden/>
    <w:unhideWhenUsed/>
    <w:rsid w:val="00561CB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vtlmka">
    <w:name w:val="Light Grid"/>
    <w:basedOn w:val="Normlntabulka"/>
    <w:uiPriority w:val="62"/>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insideH w:val="single" w:sz="8" w:space="0" w:color="FFFFFF" w:themeColor="text1"/>
        <w:insideV w:val="single" w:sz="8" w:space="0" w:color="FFFFFF"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18" w:space="0" w:color="FFFFFF" w:themeColor="text1"/>
          <w:right w:val="single" w:sz="8" w:space="0" w:color="FFFFFF" w:themeColor="text1"/>
          <w:insideH w:val="nil"/>
          <w:insideV w:val="single" w:sz="8" w:space="0" w:color="FFFFFF"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insideH w:val="nil"/>
          <w:insideV w:val="single" w:sz="8" w:space="0" w:color="FFFFFF"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shd w:val="clear" w:color="auto" w:fill="FFFFFF" w:themeFill="text1" w:themeFillTint="3F"/>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shd w:val="clear" w:color="auto" w:fill="FFFFFF" w:themeFill="text1" w:themeFillTint="3F"/>
      </w:tcPr>
    </w:tblStylePr>
    <w:tblStylePr w:type="band2Horz">
      <w:tblPr/>
      <w:tcPr>
        <w:tcBorders>
          <w:top w:val="single" w:sz="8" w:space="0" w:color="FFFFFF" w:themeColor="text1"/>
          <w:left w:val="single" w:sz="8" w:space="0" w:color="FFFFFF" w:themeColor="text1"/>
          <w:bottom w:val="single" w:sz="8" w:space="0" w:color="FFFFFF" w:themeColor="text1"/>
          <w:right w:val="single" w:sz="8" w:space="0" w:color="FFFFFF" w:themeColor="text1"/>
          <w:insideV w:val="single" w:sz="8" w:space="0" w:color="FFFFFF" w:themeColor="text1"/>
        </w:tcBorders>
      </w:tcPr>
    </w:tblStylePr>
  </w:style>
  <w:style w:type="table" w:styleId="Svtlmkazvraznn1">
    <w:name w:val="Light Grid Accent 1"/>
    <w:basedOn w:val="Normlntabulka"/>
    <w:uiPriority w:val="62"/>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insideH w:val="single" w:sz="8" w:space="0" w:color="DDDDDD" w:themeColor="accent1"/>
        <w:insideV w:val="single" w:sz="8" w:space="0" w:color="DDDDD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18" w:space="0" w:color="DDDDDD" w:themeColor="accent1"/>
          <w:right w:val="single" w:sz="8" w:space="0" w:color="DDDDDD" w:themeColor="accent1"/>
          <w:insideH w:val="nil"/>
          <w:insideV w:val="single" w:sz="8" w:space="0" w:color="DDDDD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insideH w:val="nil"/>
          <w:insideV w:val="single" w:sz="8" w:space="0" w:color="DDDDD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shd w:val="clear" w:color="auto" w:fill="F6F6F6" w:themeFill="accent1" w:themeFillTint="3F"/>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shd w:val="clear" w:color="auto" w:fill="F6F6F6" w:themeFill="accent1" w:themeFillTint="3F"/>
      </w:tcPr>
    </w:tblStylePr>
    <w:tblStylePr w:type="band2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insideV w:val="single" w:sz="8" w:space="0" w:color="DDDDDD" w:themeColor="accent1"/>
        </w:tcBorders>
      </w:tcPr>
    </w:tblStylePr>
  </w:style>
  <w:style w:type="table" w:styleId="Svtlmkazvraznn2">
    <w:name w:val="Light Grid Accent 2"/>
    <w:basedOn w:val="Normlntabulka"/>
    <w:uiPriority w:val="62"/>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Svtlmkazvraznn3">
    <w:name w:val="Light Grid Accent 3"/>
    <w:basedOn w:val="Normlntabulka"/>
    <w:uiPriority w:val="62"/>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Svtlmkazvraznn4">
    <w:name w:val="Light Grid Accent 4"/>
    <w:basedOn w:val="Normlntabulka"/>
    <w:uiPriority w:val="62"/>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Svtlmkazvraznn5">
    <w:name w:val="Light Grid Accent 5"/>
    <w:basedOn w:val="Normlntabulka"/>
    <w:uiPriority w:val="62"/>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Svtlmkazvraznn6">
    <w:name w:val="Light Grid Accent 6"/>
    <w:basedOn w:val="Normlntabulka"/>
    <w:uiPriority w:val="62"/>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Svtlmkatabulky">
    <w:name w:val="Grid Table Light"/>
    <w:basedOn w:val="Normlntabulka"/>
    <w:uiPriority w:val="40"/>
    <w:rsid w:val="00561CB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Svtltabulkasmkou1">
    <w:name w:val="Grid Table 1 Light"/>
    <w:basedOn w:val="Normlntabulka"/>
    <w:uiPriority w:val="46"/>
    <w:rsid w:val="00561CB5"/>
    <w:pPr>
      <w:spacing w:after="0" w:line="240" w:lineRule="auto"/>
    </w:pPr>
    <w:tblPr>
      <w:tblStyleRowBandSize w:val="1"/>
      <w:tblStyleColBandSize w:val="1"/>
      <w:tblBorders>
        <w:top w:val="single" w:sz="4" w:space="0" w:color="FFFFFF" w:themeColor="text1" w:themeTint="66"/>
        <w:left w:val="single" w:sz="4" w:space="0" w:color="FFFFFF" w:themeColor="text1" w:themeTint="66"/>
        <w:bottom w:val="single" w:sz="4" w:space="0" w:color="FFFFFF" w:themeColor="text1" w:themeTint="66"/>
        <w:right w:val="single" w:sz="4" w:space="0" w:color="FFFFFF" w:themeColor="text1" w:themeTint="66"/>
        <w:insideH w:val="single" w:sz="4" w:space="0" w:color="FFFFFF" w:themeColor="text1" w:themeTint="66"/>
        <w:insideV w:val="single" w:sz="4" w:space="0" w:color="FFFFFF" w:themeColor="text1" w:themeTint="66"/>
      </w:tblBorders>
    </w:tblPr>
    <w:tblStylePr w:type="firstRow">
      <w:rPr>
        <w:b/>
        <w:bCs/>
      </w:rPr>
      <w:tblPr/>
      <w:tcPr>
        <w:tcBorders>
          <w:bottom w:val="single" w:sz="12" w:space="0" w:color="FFFFFF" w:themeColor="text1" w:themeTint="99"/>
        </w:tcBorders>
      </w:tcPr>
    </w:tblStylePr>
    <w:tblStylePr w:type="lastRow">
      <w:rPr>
        <w:b/>
        <w:bCs/>
      </w:rPr>
      <w:tblPr/>
      <w:tcPr>
        <w:tcBorders>
          <w:top w:val="double" w:sz="2" w:space="0" w:color="FFFFFF"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61CB5"/>
    <w:pPr>
      <w:spacing w:after="0" w:line="240" w:lineRule="auto"/>
    </w:pPr>
    <w:tblPr>
      <w:tblStyleRowBandSize w:val="1"/>
      <w:tblStyleColBandSize w:val="1"/>
      <w:tblBorders>
        <w:top w:val="single" w:sz="4" w:space="0" w:color="F1F1F1" w:themeColor="accent1" w:themeTint="66"/>
        <w:left w:val="single" w:sz="4" w:space="0" w:color="F1F1F1" w:themeColor="accent1" w:themeTint="66"/>
        <w:bottom w:val="single" w:sz="4" w:space="0" w:color="F1F1F1" w:themeColor="accent1" w:themeTint="66"/>
        <w:right w:val="single" w:sz="4" w:space="0" w:color="F1F1F1" w:themeColor="accent1" w:themeTint="66"/>
        <w:insideH w:val="single" w:sz="4" w:space="0" w:color="F1F1F1" w:themeColor="accent1" w:themeTint="66"/>
        <w:insideV w:val="single" w:sz="4" w:space="0" w:color="F1F1F1" w:themeColor="accent1" w:themeTint="66"/>
      </w:tblBorders>
    </w:tblPr>
    <w:tblStylePr w:type="firstRow">
      <w:rPr>
        <w:b/>
        <w:bCs/>
      </w:rPr>
      <w:tblPr/>
      <w:tcPr>
        <w:tcBorders>
          <w:bottom w:val="single" w:sz="12" w:space="0" w:color="EAEAEA" w:themeColor="accent1" w:themeTint="99"/>
        </w:tcBorders>
      </w:tcPr>
    </w:tblStylePr>
    <w:tblStylePr w:type="lastRow">
      <w:rPr>
        <w:b/>
        <w:bCs/>
      </w:rPr>
      <w:tblPr/>
      <w:tcPr>
        <w:tcBorders>
          <w:top w:val="double" w:sz="2" w:space="0" w:color="EAEAEA"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561CB5"/>
    <w:pPr>
      <w:spacing w:after="0"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561CB5"/>
    <w:pPr>
      <w:spacing w:after="0"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561CB5"/>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561CB5"/>
    <w:pPr>
      <w:spacing w:after="0"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561CB5"/>
    <w:pPr>
      <w:spacing w:after="0"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Svtltabulkaseznamu1">
    <w:name w:val="List Table 1 Light"/>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FFFFFF" w:themeColor="text1" w:themeTint="99"/>
        </w:tcBorders>
      </w:tcPr>
    </w:tblStylePr>
    <w:tblStylePr w:type="lastRow">
      <w:rPr>
        <w:b/>
        <w:bCs/>
      </w:rPr>
      <w:tblPr/>
      <w:tcPr>
        <w:tcBorders>
          <w:top w:val="sing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Svtltabulkaseznamu1zvraznn1">
    <w:name w:val="List Table 1 Light Accent 1"/>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EAEAEA" w:themeColor="accent1" w:themeTint="99"/>
        </w:tcBorders>
      </w:tcPr>
    </w:tblStylePr>
    <w:tblStylePr w:type="lastRow">
      <w:rPr>
        <w:b/>
        <w:bCs/>
      </w:rPr>
      <w:tblPr/>
      <w:tcPr>
        <w:tcBorders>
          <w:top w:val="sing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Svtltabulkaseznamu1zvraznn2">
    <w:name w:val="List Table 1 Light Accent 2"/>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Svtltabulkaseznamu1zvraznn3">
    <w:name w:val="List Table 1 Light Accent 3"/>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Svtltabulkaseznamu1zvraznn4">
    <w:name w:val="List Table 1 Light Accent 4"/>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Svtltabulkaseznamu1zvraznn5">
    <w:name w:val="List Table 1 Light Accent 5"/>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Svtltabulkaseznamu1zvraznn6">
    <w:name w:val="List Table 1 Light Accent 6"/>
    <w:basedOn w:val="Normlntabulka"/>
    <w:uiPriority w:val="46"/>
    <w:rsid w:val="00561CB5"/>
    <w:pPr>
      <w:spacing w:after="0"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Svtlstnovn">
    <w:name w:val="Light Shading"/>
    <w:basedOn w:val="Normlntabulka"/>
    <w:uiPriority w:val="60"/>
    <w:semiHidden/>
    <w:unhideWhenUsed/>
    <w:rsid w:val="00561CB5"/>
    <w:pPr>
      <w:spacing w:after="0" w:line="240" w:lineRule="auto"/>
    </w:pPr>
    <w:rPr>
      <w:color w:val="BFBFBF" w:themeColor="text1" w:themeShade="BF"/>
    </w:rPr>
    <w:tblPr>
      <w:tblStyleRowBandSize w:val="1"/>
      <w:tblStyleColBandSize w:val="1"/>
      <w:tblBorders>
        <w:top w:val="single" w:sz="8" w:space="0" w:color="FFFFFF" w:themeColor="text1"/>
        <w:bottom w:val="single" w:sz="8" w:space="0" w:color="FFFFFF" w:themeColor="text1"/>
      </w:tblBorders>
    </w:tblPr>
    <w:tblStylePr w:type="fir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lastRow">
      <w:pPr>
        <w:spacing w:before="0" w:after="0" w:line="240" w:lineRule="auto"/>
      </w:pPr>
      <w:rPr>
        <w:b/>
        <w:bCs/>
      </w:rPr>
      <w:tblPr/>
      <w:tcPr>
        <w:tcBorders>
          <w:top w:val="single" w:sz="8" w:space="0" w:color="FFFFFF" w:themeColor="text1"/>
          <w:left w:val="nil"/>
          <w:bottom w:val="single" w:sz="8" w:space="0" w:color="FFFFFF"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text1" w:themeFillTint="3F"/>
      </w:tcPr>
    </w:tblStylePr>
    <w:tblStylePr w:type="band1Horz">
      <w:tblPr/>
      <w:tcPr>
        <w:tcBorders>
          <w:left w:val="nil"/>
          <w:right w:val="nil"/>
          <w:insideH w:val="nil"/>
          <w:insideV w:val="nil"/>
        </w:tcBorders>
        <w:shd w:val="clear" w:color="auto" w:fill="FFFFFF" w:themeFill="text1" w:themeFillTint="3F"/>
      </w:tcPr>
    </w:tblStylePr>
  </w:style>
  <w:style w:type="table" w:styleId="Svtlstnovnzvraznn1">
    <w:name w:val="Light Shading Accent 1"/>
    <w:basedOn w:val="Normlntabulka"/>
    <w:uiPriority w:val="60"/>
    <w:semiHidden/>
    <w:unhideWhenUsed/>
    <w:rsid w:val="00561CB5"/>
    <w:pPr>
      <w:spacing w:after="0" w:line="240" w:lineRule="auto"/>
    </w:pPr>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styleId="Svtlstnovnzvraznn2">
    <w:name w:val="Light Shading Accent 2"/>
    <w:basedOn w:val="Normlntabulka"/>
    <w:uiPriority w:val="60"/>
    <w:semiHidden/>
    <w:unhideWhenUsed/>
    <w:rsid w:val="00561CB5"/>
    <w:pPr>
      <w:spacing w:after="0"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Svtlstnovnzvraznn3">
    <w:name w:val="Light Shading Accent 3"/>
    <w:basedOn w:val="Normlntabulka"/>
    <w:uiPriority w:val="60"/>
    <w:semiHidden/>
    <w:unhideWhenUsed/>
    <w:rsid w:val="00561CB5"/>
    <w:pPr>
      <w:spacing w:after="0"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Svtlstnovnzvraznn4">
    <w:name w:val="Light Shading Accent 4"/>
    <w:basedOn w:val="Normlntabulka"/>
    <w:uiPriority w:val="60"/>
    <w:semiHidden/>
    <w:unhideWhenUsed/>
    <w:rsid w:val="00561CB5"/>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Svtlstnovnzvraznn5">
    <w:name w:val="Light Shading Accent 5"/>
    <w:basedOn w:val="Normlntabulka"/>
    <w:uiPriority w:val="60"/>
    <w:semiHidden/>
    <w:unhideWhenUsed/>
    <w:rsid w:val="00561CB5"/>
    <w:pPr>
      <w:spacing w:after="0"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Svtlstnovnzvraznn6">
    <w:name w:val="Light Shading Accent 6"/>
    <w:basedOn w:val="Normlntabulka"/>
    <w:uiPriority w:val="60"/>
    <w:semiHidden/>
    <w:unhideWhenUsed/>
    <w:rsid w:val="00561CB5"/>
    <w:pPr>
      <w:spacing w:after="0"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table" w:styleId="Svtlseznam">
    <w:name w:val="Light List"/>
    <w:basedOn w:val="Normlntabulka"/>
    <w:uiPriority w:val="61"/>
    <w:semiHidden/>
    <w:unhideWhenUsed/>
    <w:rsid w:val="00561CB5"/>
    <w:pPr>
      <w:spacing w:after="0" w:line="240" w:lineRule="auto"/>
    </w:pPr>
    <w:tblPr>
      <w:tblStyleRowBandSize w:val="1"/>
      <w:tblStyleColBandSize w:val="1"/>
      <w:tblBorders>
        <w:top w:val="single" w:sz="8" w:space="0" w:color="FFFFFF" w:themeColor="text1"/>
        <w:left w:val="single" w:sz="8" w:space="0" w:color="FFFFFF" w:themeColor="text1"/>
        <w:bottom w:val="single" w:sz="8" w:space="0" w:color="FFFFFF" w:themeColor="text1"/>
        <w:right w:val="single" w:sz="8" w:space="0" w:color="FFFFFF" w:themeColor="text1"/>
      </w:tblBorders>
    </w:tblPr>
    <w:tblStylePr w:type="firstRow">
      <w:pPr>
        <w:spacing w:before="0" w:after="0" w:line="240" w:lineRule="auto"/>
      </w:pPr>
      <w:rPr>
        <w:b/>
        <w:bCs/>
        <w:color w:val="FFFFFF" w:themeColor="background1"/>
      </w:rPr>
      <w:tblPr/>
      <w:tcPr>
        <w:shd w:val="clear" w:color="auto" w:fill="FFFFFF" w:themeFill="text1"/>
      </w:tcPr>
    </w:tblStylePr>
    <w:tblStylePr w:type="lastRow">
      <w:pPr>
        <w:spacing w:before="0" w:after="0" w:line="240" w:lineRule="auto"/>
      </w:pPr>
      <w:rPr>
        <w:b/>
        <w:bCs/>
      </w:rPr>
      <w:tblPr/>
      <w:tcPr>
        <w:tcBorders>
          <w:top w:val="double" w:sz="6" w:space="0" w:color="FFFFFF" w:themeColor="text1"/>
          <w:left w:val="single" w:sz="8" w:space="0" w:color="FFFFFF" w:themeColor="text1"/>
          <w:bottom w:val="single" w:sz="8" w:space="0" w:color="FFFFFF" w:themeColor="text1"/>
          <w:right w:val="single" w:sz="8" w:space="0" w:color="FFFFFF" w:themeColor="text1"/>
        </w:tcBorders>
      </w:tcPr>
    </w:tblStylePr>
    <w:tblStylePr w:type="firstCol">
      <w:rPr>
        <w:b/>
        <w:bCs/>
      </w:rPr>
    </w:tblStylePr>
    <w:tblStylePr w:type="lastCol">
      <w:rPr>
        <w:b/>
        <w:bCs/>
      </w:rPr>
    </w:tblStylePr>
    <w:tblStylePr w:type="band1Vert">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tblStylePr w:type="band1Horz">
      <w:tblPr/>
      <w:tcPr>
        <w:tcBorders>
          <w:top w:val="single" w:sz="8" w:space="0" w:color="FFFFFF" w:themeColor="text1"/>
          <w:left w:val="single" w:sz="8" w:space="0" w:color="FFFFFF" w:themeColor="text1"/>
          <w:bottom w:val="single" w:sz="8" w:space="0" w:color="FFFFFF" w:themeColor="text1"/>
          <w:right w:val="single" w:sz="8" w:space="0" w:color="FFFFFF" w:themeColor="text1"/>
        </w:tcBorders>
      </w:tcPr>
    </w:tblStylePr>
  </w:style>
  <w:style w:type="table" w:styleId="Svtlseznamzvraznn1">
    <w:name w:val="Light List Accent 1"/>
    <w:basedOn w:val="Normlntabulka"/>
    <w:uiPriority w:val="61"/>
    <w:semiHidden/>
    <w:unhideWhenUsed/>
    <w:rsid w:val="00561CB5"/>
    <w:pPr>
      <w:spacing w:after="0" w:line="240" w:lineRule="auto"/>
    </w:pPr>
    <w:tblPr>
      <w:tblStyleRowBandSize w:val="1"/>
      <w:tblStyleColBandSize w:val="1"/>
      <w:tblBorders>
        <w:top w:val="single" w:sz="8" w:space="0" w:color="DDDDDD" w:themeColor="accent1"/>
        <w:left w:val="single" w:sz="8" w:space="0" w:color="DDDDDD" w:themeColor="accent1"/>
        <w:bottom w:val="single" w:sz="8" w:space="0" w:color="DDDDDD" w:themeColor="accent1"/>
        <w:right w:val="single" w:sz="8" w:space="0" w:color="DDDDDD" w:themeColor="accent1"/>
      </w:tblBorders>
    </w:tblPr>
    <w:tblStylePr w:type="firstRow">
      <w:pPr>
        <w:spacing w:before="0" w:after="0" w:line="240" w:lineRule="auto"/>
      </w:pPr>
      <w:rPr>
        <w:b/>
        <w:bCs/>
        <w:color w:val="FFFFFF" w:themeColor="background1"/>
      </w:rPr>
      <w:tblPr/>
      <w:tcPr>
        <w:shd w:val="clear" w:color="auto" w:fill="DDDDDD" w:themeFill="accent1"/>
      </w:tcPr>
    </w:tblStylePr>
    <w:tblStylePr w:type="lastRow">
      <w:pPr>
        <w:spacing w:before="0" w:after="0" w:line="240" w:lineRule="auto"/>
      </w:pPr>
      <w:rPr>
        <w:b/>
        <w:bCs/>
      </w:rPr>
      <w:tblPr/>
      <w:tcPr>
        <w:tcBorders>
          <w:top w:val="double" w:sz="6" w:space="0" w:color="DDDDDD" w:themeColor="accent1"/>
          <w:left w:val="single" w:sz="8" w:space="0" w:color="DDDDDD" w:themeColor="accent1"/>
          <w:bottom w:val="single" w:sz="8" w:space="0" w:color="DDDDDD" w:themeColor="accent1"/>
          <w:right w:val="single" w:sz="8" w:space="0" w:color="DDDDDD" w:themeColor="accent1"/>
        </w:tcBorders>
      </w:tcPr>
    </w:tblStylePr>
    <w:tblStylePr w:type="firstCol">
      <w:rPr>
        <w:b/>
        <w:bCs/>
      </w:rPr>
    </w:tblStylePr>
    <w:tblStylePr w:type="lastCol">
      <w:rPr>
        <w:b/>
        <w:bCs/>
      </w:rPr>
    </w:tblStylePr>
    <w:tblStylePr w:type="band1Vert">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tblStylePr w:type="band1Horz">
      <w:tblPr/>
      <w:tcPr>
        <w:tcBorders>
          <w:top w:val="single" w:sz="8" w:space="0" w:color="DDDDDD" w:themeColor="accent1"/>
          <w:left w:val="single" w:sz="8" w:space="0" w:color="DDDDDD" w:themeColor="accent1"/>
          <w:bottom w:val="single" w:sz="8" w:space="0" w:color="DDDDDD" w:themeColor="accent1"/>
          <w:right w:val="single" w:sz="8" w:space="0" w:color="DDDDDD" w:themeColor="accent1"/>
        </w:tcBorders>
      </w:tcPr>
    </w:tblStylePr>
  </w:style>
  <w:style w:type="table" w:styleId="Svtlseznamzvraznn2">
    <w:name w:val="Light List Accent 2"/>
    <w:basedOn w:val="Normlntabulka"/>
    <w:uiPriority w:val="61"/>
    <w:semiHidden/>
    <w:unhideWhenUsed/>
    <w:rsid w:val="00561CB5"/>
    <w:pPr>
      <w:spacing w:after="0"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Svtlseznamzvraznn3">
    <w:name w:val="Light List Accent 3"/>
    <w:basedOn w:val="Normlntabulka"/>
    <w:uiPriority w:val="61"/>
    <w:semiHidden/>
    <w:unhideWhenUsed/>
    <w:rsid w:val="00561CB5"/>
    <w:pPr>
      <w:spacing w:after="0"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Svtlseznamzvraznn4">
    <w:name w:val="Light List Accent 4"/>
    <w:basedOn w:val="Normlntabulka"/>
    <w:uiPriority w:val="61"/>
    <w:semiHidden/>
    <w:unhideWhenUsed/>
    <w:rsid w:val="00561CB5"/>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Svtlseznamzvraznn5">
    <w:name w:val="Light List Accent 5"/>
    <w:basedOn w:val="Normlntabulka"/>
    <w:uiPriority w:val="61"/>
    <w:semiHidden/>
    <w:unhideWhenUsed/>
    <w:rsid w:val="00561CB5"/>
    <w:pPr>
      <w:spacing w:after="0"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Svtlseznamzvraznn6">
    <w:name w:val="Light List Accent 6"/>
    <w:basedOn w:val="Normlntabulka"/>
    <w:uiPriority w:val="61"/>
    <w:semiHidden/>
    <w:unhideWhenUsed/>
    <w:rsid w:val="00561CB5"/>
    <w:pPr>
      <w:spacing w:after="0"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Tabulkajakoseznam1">
    <w:name w:val="Table List 1"/>
    <w:basedOn w:val="Normlntabulka"/>
    <w:uiPriority w:val="99"/>
    <w:semiHidden/>
    <w:unhideWhenUsed/>
    <w:rsid w:val="00561CB5"/>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561CB5"/>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561CB5"/>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561CB5"/>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561CB5"/>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561CB5"/>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561CB5"/>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lkasmkou2">
    <w:name w:val="Grid Table 2"/>
    <w:basedOn w:val="Normlntabulka"/>
    <w:uiPriority w:val="47"/>
    <w:rsid w:val="00561CB5"/>
    <w:pPr>
      <w:spacing w:after="0" w:line="240" w:lineRule="auto"/>
    </w:pPr>
    <w:tblPr>
      <w:tblStyleRowBandSize w:val="1"/>
      <w:tblStyleColBandSize w:val="1"/>
      <w:tblBorders>
        <w:top w:val="single" w:sz="2" w:space="0" w:color="FFFFFF" w:themeColor="text1" w:themeTint="99"/>
        <w:bottom w:val="single" w:sz="2" w:space="0" w:color="FFFFFF" w:themeColor="text1" w:themeTint="99"/>
        <w:insideH w:val="single" w:sz="2" w:space="0" w:color="FFFFFF" w:themeColor="text1" w:themeTint="99"/>
        <w:insideV w:val="single" w:sz="2" w:space="0" w:color="FFFFFF" w:themeColor="text1" w:themeTint="99"/>
      </w:tblBorders>
    </w:tblPr>
    <w:tblStylePr w:type="firstRow">
      <w:rPr>
        <w:b/>
        <w:bCs/>
      </w:rPr>
      <w:tblPr/>
      <w:tcPr>
        <w:tcBorders>
          <w:top w:val="nil"/>
          <w:bottom w:val="single" w:sz="12" w:space="0" w:color="FFFFFF" w:themeColor="text1" w:themeTint="99"/>
          <w:insideH w:val="nil"/>
          <w:insideV w:val="nil"/>
        </w:tcBorders>
        <w:shd w:val="clear" w:color="auto" w:fill="FFFFFF" w:themeFill="background1"/>
      </w:tcPr>
    </w:tblStylePr>
    <w:tblStylePr w:type="lastRow">
      <w:rPr>
        <w:b/>
        <w:bCs/>
      </w:rPr>
      <w:tblPr/>
      <w:tcPr>
        <w:tcBorders>
          <w:top w:val="double" w:sz="2" w:space="0" w:color="FFFF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mkou2zvraznn1">
    <w:name w:val="Grid Table 2 Accent 1"/>
    <w:basedOn w:val="Normlntabulka"/>
    <w:uiPriority w:val="47"/>
    <w:rsid w:val="00561CB5"/>
    <w:pPr>
      <w:spacing w:after="0" w:line="240" w:lineRule="auto"/>
    </w:pPr>
    <w:tblPr>
      <w:tblStyleRowBandSize w:val="1"/>
      <w:tblStyleColBandSize w:val="1"/>
      <w:tblBorders>
        <w:top w:val="single" w:sz="2" w:space="0" w:color="EAEAEA" w:themeColor="accent1" w:themeTint="99"/>
        <w:bottom w:val="single" w:sz="2" w:space="0" w:color="EAEAEA" w:themeColor="accent1" w:themeTint="99"/>
        <w:insideH w:val="single" w:sz="2" w:space="0" w:color="EAEAEA" w:themeColor="accent1" w:themeTint="99"/>
        <w:insideV w:val="single" w:sz="2" w:space="0" w:color="EAEAEA" w:themeColor="accent1" w:themeTint="99"/>
      </w:tblBorders>
    </w:tblPr>
    <w:tblStylePr w:type="firstRow">
      <w:rPr>
        <w:b/>
        <w:bCs/>
      </w:rPr>
      <w:tblPr/>
      <w:tcPr>
        <w:tcBorders>
          <w:top w:val="nil"/>
          <w:bottom w:val="single" w:sz="12" w:space="0" w:color="EAEAEA" w:themeColor="accent1" w:themeTint="99"/>
          <w:insideH w:val="nil"/>
          <w:insideV w:val="nil"/>
        </w:tcBorders>
        <w:shd w:val="clear" w:color="auto" w:fill="FFFFFF" w:themeFill="background1"/>
      </w:tcPr>
    </w:tblStylePr>
    <w:tblStylePr w:type="lastRow">
      <w:rPr>
        <w:b/>
        <w:bCs/>
      </w:rPr>
      <w:tblPr/>
      <w:tcPr>
        <w:tcBorders>
          <w:top w:val="double" w:sz="2" w:space="0" w:color="EAEAE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mkou2zvraznn2">
    <w:name w:val="Grid Table 2 Accent 2"/>
    <w:basedOn w:val="Normlntabulka"/>
    <w:uiPriority w:val="47"/>
    <w:rsid w:val="00561CB5"/>
    <w:pPr>
      <w:spacing w:after="0"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mkou2zvraznn3">
    <w:name w:val="Grid Table 2 Accent 3"/>
    <w:basedOn w:val="Normlntabulka"/>
    <w:uiPriority w:val="47"/>
    <w:rsid w:val="00561CB5"/>
    <w:pPr>
      <w:spacing w:after="0"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mkou2zvraznn4">
    <w:name w:val="Grid Table 2 Accent 4"/>
    <w:basedOn w:val="Normlntabulka"/>
    <w:uiPriority w:val="47"/>
    <w:rsid w:val="00561CB5"/>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mkou2zvraznn5">
    <w:name w:val="Grid Table 2 Accent 5"/>
    <w:basedOn w:val="Normlntabulka"/>
    <w:uiPriority w:val="47"/>
    <w:rsid w:val="00561CB5"/>
    <w:pPr>
      <w:spacing w:after="0"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mkou2zvraznn6">
    <w:name w:val="Grid Table 2 Accent 6"/>
    <w:basedOn w:val="Normlntabulka"/>
    <w:uiPriority w:val="47"/>
    <w:rsid w:val="00561CB5"/>
    <w:pPr>
      <w:spacing w:after="0"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mkou3">
    <w:name w:val="Grid Table 3"/>
    <w:basedOn w:val="Normlntabulka"/>
    <w:uiPriority w:val="48"/>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text1" w:themeFillTint="33"/>
      </w:tcPr>
    </w:tblStylePr>
    <w:tblStylePr w:type="band1Horz">
      <w:tblPr/>
      <w:tcPr>
        <w:shd w:val="clear" w:color="auto" w:fill="FFFFFF" w:themeFill="text1" w:themeFillTint="33"/>
      </w:tcPr>
    </w:tblStylePr>
    <w:tblStylePr w:type="neCell">
      <w:tblPr/>
      <w:tcPr>
        <w:tcBorders>
          <w:bottom w:val="single" w:sz="4" w:space="0" w:color="FFFFFF" w:themeColor="text1" w:themeTint="99"/>
        </w:tcBorders>
      </w:tcPr>
    </w:tblStylePr>
    <w:tblStylePr w:type="nwCell">
      <w:tblPr/>
      <w:tcPr>
        <w:tcBorders>
          <w:bottom w:val="single" w:sz="4" w:space="0" w:color="FFFFFF" w:themeColor="text1" w:themeTint="99"/>
        </w:tcBorders>
      </w:tcPr>
    </w:tblStylePr>
    <w:tblStylePr w:type="seCell">
      <w:tblPr/>
      <w:tcPr>
        <w:tcBorders>
          <w:top w:val="single" w:sz="4" w:space="0" w:color="FFFFFF" w:themeColor="text1" w:themeTint="99"/>
        </w:tcBorders>
      </w:tcPr>
    </w:tblStylePr>
    <w:tblStylePr w:type="swCell">
      <w:tblPr/>
      <w:tcPr>
        <w:tcBorders>
          <w:top w:val="single" w:sz="4" w:space="0" w:color="FFFFFF" w:themeColor="text1" w:themeTint="99"/>
        </w:tcBorders>
      </w:tcPr>
    </w:tblStylePr>
  </w:style>
  <w:style w:type="table" w:styleId="Tabulkasmkou3zvraznn1">
    <w:name w:val="Grid Table 3 Accent 1"/>
    <w:basedOn w:val="Normlntabulka"/>
    <w:uiPriority w:val="48"/>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8" w:themeFill="accent1" w:themeFillTint="33"/>
      </w:tcPr>
    </w:tblStylePr>
    <w:tblStylePr w:type="band1Horz">
      <w:tblPr/>
      <w:tcPr>
        <w:shd w:val="clear" w:color="auto" w:fill="F8F8F8" w:themeFill="accent1" w:themeFillTint="33"/>
      </w:tcPr>
    </w:tblStylePr>
    <w:tblStylePr w:type="neCell">
      <w:tblPr/>
      <w:tcPr>
        <w:tcBorders>
          <w:bottom w:val="single" w:sz="4" w:space="0" w:color="EAEAEA" w:themeColor="accent1" w:themeTint="99"/>
        </w:tcBorders>
      </w:tcPr>
    </w:tblStylePr>
    <w:tblStylePr w:type="nwCell">
      <w:tblPr/>
      <w:tcPr>
        <w:tcBorders>
          <w:bottom w:val="single" w:sz="4" w:space="0" w:color="EAEAEA" w:themeColor="accent1" w:themeTint="99"/>
        </w:tcBorders>
      </w:tcPr>
    </w:tblStylePr>
    <w:tblStylePr w:type="seCell">
      <w:tblPr/>
      <w:tcPr>
        <w:tcBorders>
          <w:top w:val="single" w:sz="4" w:space="0" w:color="EAEAEA" w:themeColor="accent1" w:themeTint="99"/>
        </w:tcBorders>
      </w:tcPr>
    </w:tblStylePr>
    <w:tblStylePr w:type="swCell">
      <w:tblPr/>
      <w:tcPr>
        <w:tcBorders>
          <w:top w:val="single" w:sz="4" w:space="0" w:color="EAEAEA" w:themeColor="accent1" w:themeTint="99"/>
        </w:tcBorders>
      </w:tcPr>
    </w:tblStylePr>
  </w:style>
  <w:style w:type="table" w:styleId="Tabulkasmkou3zvraznn2">
    <w:name w:val="Grid Table 3 Accent 2"/>
    <w:basedOn w:val="Normlntabulka"/>
    <w:uiPriority w:val="48"/>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Tabulkasmkou3zvraznn3">
    <w:name w:val="Grid Table 3 Accent 3"/>
    <w:basedOn w:val="Normlntabulka"/>
    <w:uiPriority w:val="48"/>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Tabulkasmkou3zvraznn4">
    <w:name w:val="Grid Table 3 Accent 4"/>
    <w:basedOn w:val="Normlntabulka"/>
    <w:uiPriority w:val="48"/>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Tabulkasmkou3zvraznn5">
    <w:name w:val="Grid Table 3 Accent 5"/>
    <w:basedOn w:val="Normlntabulka"/>
    <w:uiPriority w:val="48"/>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Tabulkasmkou3zvraznn6">
    <w:name w:val="Grid Table 3 Accent 6"/>
    <w:basedOn w:val="Normlntabulka"/>
    <w:uiPriority w:val="48"/>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Tabulkasmkou4">
    <w:name w:val="Grid Table 4"/>
    <w:basedOn w:val="Normlntabulka"/>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insideV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insideV w:val="nil"/>
        </w:tcBorders>
        <w:shd w:val="clear" w:color="auto" w:fill="FFFFFF" w:themeFill="text1"/>
      </w:tcPr>
    </w:tblStylePr>
    <w:tblStylePr w:type="lastRow">
      <w:rPr>
        <w:b/>
        <w:bCs/>
      </w:rPr>
      <w:tblPr/>
      <w:tcPr>
        <w:tcBorders>
          <w:top w:val="double" w:sz="4" w:space="0" w:color="FFFFFF" w:themeColor="text1"/>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mkou4zvraznn1">
    <w:name w:val="Grid Table 4 Accent 1"/>
    <w:basedOn w:val="Normlntabulka"/>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insideV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insideV w:val="nil"/>
        </w:tcBorders>
        <w:shd w:val="clear" w:color="auto" w:fill="DDDDDD" w:themeFill="accent1"/>
      </w:tcPr>
    </w:tblStylePr>
    <w:tblStylePr w:type="lastRow">
      <w:rPr>
        <w:b/>
        <w:bCs/>
      </w:rPr>
      <w:tblPr/>
      <w:tcPr>
        <w:tcBorders>
          <w:top w:val="double" w:sz="4" w:space="0" w:color="DDDDDD" w:themeColor="accent1"/>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mkou4zvraznn2">
    <w:name w:val="Grid Table 4 Accent 2"/>
    <w:basedOn w:val="Normlntabulka"/>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mkou4zvraznn3">
    <w:name w:val="Grid Table 4 Accent 3"/>
    <w:basedOn w:val="Normlntabulka"/>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mkou4zvraznn4">
    <w:name w:val="Grid Table 4 Accent 4"/>
    <w:basedOn w:val="Normlntabulka"/>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mkou4zvraznn5">
    <w:name w:val="Grid Table 4 Accent 5"/>
    <w:basedOn w:val="Normlntabulka"/>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mkou4zvraznn6">
    <w:name w:val="Grid Table 4 Accent 6"/>
    <w:basedOn w:val="Normlntabulka"/>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prostorovmiefekty1">
    <w:name w:val="Table 3D effects 1"/>
    <w:basedOn w:val="Normlntabulka"/>
    <w:uiPriority w:val="99"/>
    <w:semiHidden/>
    <w:unhideWhenUsed/>
    <w:rsid w:val="00561CB5"/>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561CB5"/>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561CB5"/>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1">
    <w:name w:val="Table Subtle 1"/>
    <w:basedOn w:val="Normlntabulka"/>
    <w:uiPriority w:val="99"/>
    <w:semiHidden/>
    <w:unhideWhenUsed/>
    <w:rsid w:val="00561CB5"/>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561CB5"/>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eznamu2">
    <w:name w:val="List Table 2"/>
    <w:basedOn w:val="Normlntabulka"/>
    <w:uiPriority w:val="47"/>
    <w:rsid w:val="00561CB5"/>
    <w:pPr>
      <w:spacing w:after="0" w:line="240" w:lineRule="auto"/>
    </w:pPr>
    <w:tblPr>
      <w:tblStyleRowBandSize w:val="1"/>
      <w:tblStyleColBandSize w:val="1"/>
      <w:tblBorders>
        <w:top w:val="single" w:sz="4" w:space="0" w:color="FFFFFF" w:themeColor="text1" w:themeTint="99"/>
        <w:bottom w:val="single" w:sz="4" w:space="0" w:color="FFFFFF" w:themeColor="text1" w:themeTint="99"/>
        <w:insideH w:val="single" w:sz="4" w:space="0" w:color="FFFFFF"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eznamu2zvraznn1">
    <w:name w:val="List Table 2 Accent 1"/>
    <w:basedOn w:val="Normlntabulka"/>
    <w:uiPriority w:val="47"/>
    <w:rsid w:val="00561CB5"/>
    <w:pPr>
      <w:spacing w:after="0" w:line="240" w:lineRule="auto"/>
    </w:pPr>
    <w:tblPr>
      <w:tblStyleRowBandSize w:val="1"/>
      <w:tblStyleColBandSize w:val="1"/>
      <w:tblBorders>
        <w:top w:val="single" w:sz="4" w:space="0" w:color="EAEAEA" w:themeColor="accent1" w:themeTint="99"/>
        <w:bottom w:val="single" w:sz="4" w:space="0" w:color="EAEAEA" w:themeColor="accent1" w:themeTint="99"/>
        <w:insideH w:val="single" w:sz="4" w:space="0" w:color="EAEAE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eznamu2zvraznn2">
    <w:name w:val="List Table 2 Accent 2"/>
    <w:basedOn w:val="Normlntabulka"/>
    <w:uiPriority w:val="47"/>
    <w:rsid w:val="00561CB5"/>
    <w:pPr>
      <w:spacing w:after="0"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eznamu2zvraznn3">
    <w:name w:val="List Table 2 Accent 3"/>
    <w:basedOn w:val="Normlntabulka"/>
    <w:uiPriority w:val="47"/>
    <w:rsid w:val="00561CB5"/>
    <w:pPr>
      <w:spacing w:after="0"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eznamu2zvraznn4">
    <w:name w:val="List Table 2 Accent 4"/>
    <w:basedOn w:val="Normlntabulka"/>
    <w:uiPriority w:val="47"/>
    <w:rsid w:val="00561CB5"/>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eznamu2zvraznn5">
    <w:name w:val="List Table 2 Accent 5"/>
    <w:basedOn w:val="Normlntabulka"/>
    <w:uiPriority w:val="47"/>
    <w:rsid w:val="00561CB5"/>
    <w:pPr>
      <w:spacing w:after="0"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eznamu2zvraznn6">
    <w:name w:val="List Table 2 Accent 6"/>
    <w:basedOn w:val="Normlntabulka"/>
    <w:uiPriority w:val="47"/>
    <w:rsid w:val="00561CB5"/>
    <w:pPr>
      <w:spacing w:after="0"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Tabulkaseznamu3">
    <w:name w:val="List Table 3"/>
    <w:basedOn w:val="Normlntabulka"/>
    <w:uiPriority w:val="48"/>
    <w:rsid w:val="00561CB5"/>
    <w:pPr>
      <w:spacing w:after="0" w:line="240" w:lineRule="auto"/>
    </w:pPr>
    <w:tblPr>
      <w:tblStyleRowBandSize w:val="1"/>
      <w:tblStyleColBandSize w:val="1"/>
      <w:tblBorders>
        <w:top w:val="single" w:sz="4" w:space="0" w:color="FFFFFF" w:themeColor="text1"/>
        <w:left w:val="single" w:sz="4" w:space="0" w:color="FFFFFF" w:themeColor="text1"/>
        <w:bottom w:val="single" w:sz="4" w:space="0" w:color="FFFFFF" w:themeColor="text1"/>
        <w:right w:val="single" w:sz="4" w:space="0" w:color="FFFFFF" w:themeColor="text1"/>
      </w:tblBorders>
    </w:tblPr>
    <w:tblStylePr w:type="firstRow">
      <w:rPr>
        <w:b/>
        <w:bCs/>
        <w:color w:val="FFFFFF" w:themeColor="background1"/>
      </w:rPr>
      <w:tblPr/>
      <w:tcPr>
        <w:shd w:val="clear" w:color="auto" w:fill="FFFFFF" w:themeFill="text1"/>
      </w:tcPr>
    </w:tblStylePr>
    <w:tblStylePr w:type="lastRow">
      <w:rPr>
        <w:b/>
        <w:bCs/>
      </w:rPr>
      <w:tblPr/>
      <w:tcPr>
        <w:tcBorders>
          <w:top w:val="double" w:sz="4" w:space="0" w:color="FFFFFF"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text1"/>
          <w:right w:val="single" w:sz="4" w:space="0" w:color="FFFFFF" w:themeColor="text1"/>
        </w:tcBorders>
      </w:tcPr>
    </w:tblStylePr>
    <w:tblStylePr w:type="band1Horz">
      <w:tblPr/>
      <w:tcPr>
        <w:tcBorders>
          <w:top w:val="single" w:sz="4" w:space="0" w:color="FFFFFF" w:themeColor="text1"/>
          <w:bottom w:val="single" w:sz="4" w:space="0" w:color="FFFFFF"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text1"/>
          <w:left w:val="nil"/>
        </w:tcBorders>
      </w:tcPr>
    </w:tblStylePr>
    <w:tblStylePr w:type="swCell">
      <w:tblPr/>
      <w:tcPr>
        <w:tcBorders>
          <w:top w:val="double" w:sz="4" w:space="0" w:color="FFFFFF" w:themeColor="text1"/>
          <w:right w:val="nil"/>
        </w:tcBorders>
      </w:tcPr>
    </w:tblStylePr>
  </w:style>
  <w:style w:type="table" w:styleId="Tabulkaseznamu3zvraznn1">
    <w:name w:val="List Table 3 Accent 1"/>
    <w:basedOn w:val="Normlntabulka"/>
    <w:uiPriority w:val="48"/>
    <w:rsid w:val="00561CB5"/>
    <w:pPr>
      <w:spacing w:after="0" w:line="240" w:lineRule="auto"/>
    </w:pPr>
    <w:tblPr>
      <w:tblStyleRowBandSize w:val="1"/>
      <w:tblStyleColBandSize w:val="1"/>
      <w:tblBorders>
        <w:top w:val="single" w:sz="4" w:space="0" w:color="DDDDDD" w:themeColor="accent1"/>
        <w:left w:val="single" w:sz="4" w:space="0" w:color="DDDDDD" w:themeColor="accent1"/>
        <w:bottom w:val="single" w:sz="4" w:space="0" w:color="DDDDDD" w:themeColor="accent1"/>
        <w:right w:val="single" w:sz="4" w:space="0" w:color="DDDDDD" w:themeColor="accent1"/>
      </w:tblBorders>
    </w:tblPr>
    <w:tblStylePr w:type="firstRow">
      <w:rPr>
        <w:b/>
        <w:bCs/>
        <w:color w:val="FFFFFF" w:themeColor="background1"/>
      </w:rPr>
      <w:tblPr/>
      <w:tcPr>
        <w:shd w:val="clear" w:color="auto" w:fill="DDDDDD" w:themeFill="accent1"/>
      </w:tcPr>
    </w:tblStylePr>
    <w:tblStylePr w:type="lastRow">
      <w:rPr>
        <w:b/>
        <w:bCs/>
      </w:rPr>
      <w:tblPr/>
      <w:tcPr>
        <w:tcBorders>
          <w:top w:val="double" w:sz="4" w:space="0" w:color="DDDDD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DDDDD" w:themeColor="accent1"/>
          <w:right w:val="single" w:sz="4" w:space="0" w:color="DDDDDD" w:themeColor="accent1"/>
        </w:tcBorders>
      </w:tcPr>
    </w:tblStylePr>
    <w:tblStylePr w:type="band1Horz">
      <w:tblPr/>
      <w:tcPr>
        <w:tcBorders>
          <w:top w:val="single" w:sz="4" w:space="0" w:color="DDDDDD" w:themeColor="accent1"/>
          <w:bottom w:val="single" w:sz="4" w:space="0" w:color="DDDDD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DDDDD" w:themeColor="accent1"/>
          <w:left w:val="nil"/>
        </w:tcBorders>
      </w:tcPr>
    </w:tblStylePr>
    <w:tblStylePr w:type="swCell">
      <w:tblPr/>
      <w:tcPr>
        <w:tcBorders>
          <w:top w:val="double" w:sz="4" w:space="0" w:color="DDDDDD" w:themeColor="accent1"/>
          <w:right w:val="nil"/>
        </w:tcBorders>
      </w:tcPr>
    </w:tblStylePr>
  </w:style>
  <w:style w:type="table" w:styleId="Tabulkaseznamu3zvraznn2">
    <w:name w:val="List Table 3 Accent 2"/>
    <w:basedOn w:val="Normlntabulka"/>
    <w:uiPriority w:val="48"/>
    <w:rsid w:val="00561CB5"/>
    <w:pPr>
      <w:spacing w:after="0"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Tabulkaseznamu3zvraznn3">
    <w:name w:val="List Table 3 Accent 3"/>
    <w:basedOn w:val="Normlntabulka"/>
    <w:uiPriority w:val="48"/>
    <w:rsid w:val="00561CB5"/>
    <w:pPr>
      <w:spacing w:after="0"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Tabulkaseznamu3zvraznn4">
    <w:name w:val="List Table 3 Accent 4"/>
    <w:basedOn w:val="Normlntabulka"/>
    <w:uiPriority w:val="48"/>
    <w:rsid w:val="00561CB5"/>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Tabulkaseznamu3zvraznn5">
    <w:name w:val="List Table 3 Accent 5"/>
    <w:basedOn w:val="Normlntabulka"/>
    <w:uiPriority w:val="48"/>
    <w:rsid w:val="00561CB5"/>
    <w:pPr>
      <w:spacing w:after="0"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Tabulkaseznamu3zvraznn6">
    <w:name w:val="List Table 3 Accent 6"/>
    <w:basedOn w:val="Normlntabulka"/>
    <w:uiPriority w:val="48"/>
    <w:rsid w:val="00561CB5"/>
    <w:pPr>
      <w:spacing w:after="0"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Tabulkaseznamu4">
    <w:name w:val="List Table 4"/>
    <w:basedOn w:val="Normlntabulka"/>
    <w:uiPriority w:val="49"/>
    <w:rsid w:val="00561CB5"/>
    <w:pPr>
      <w:spacing w:after="0" w:line="240" w:lineRule="auto"/>
    </w:pPr>
    <w:tblPr>
      <w:tblStyleRowBandSize w:val="1"/>
      <w:tblStyleColBandSize w:val="1"/>
      <w:tblBorders>
        <w:top w:val="single" w:sz="4" w:space="0" w:color="FFFFFF" w:themeColor="text1" w:themeTint="99"/>
        <w:left w:val="single" w:sz="4" w:space="0" w:color="FFFFFF" w:themeColor="text1" w:themeTint="99"/>
        <w:bottom w:val="single" w:sz="4" w:space="0" w:color="FFFFFF" w:themeColor="text1" w:themeTint="99"/>
        <w:right w:val="single" w:sz="4" w:space="0" w:color="FFFFFF" w:themeColor="text1" w:themeTint="99"/>
        <w:insideH w:val="single" w:sz="4" w:space="0" w:color="FFFFFF" w:themeColor="text1" w:themeTint="99"/>
      </w:tblBorders>
    </w:tblPr>
    <w:tblStylePr w:type="firstRow">
      <w:rPr>
        <w:b/>
        <w:bCs/>
        <w:color w:val="FFFFFF" w:themeColor="background1"/>
      </w:rPr>
      <w:tblPr/>
      <w:tcPr>
        <w:tcBorders>
          <w:top w:val="single" w:sz="4" w:space="0" w:color="FFFFFF" w:themeColor="text1"/>
          <w:left w:val="single" w:sz="4" w:space="0" w:color="FFFFFF" w:themeColor="text1"/>
          <w:bottom w:val="single" w:sz="4" w:space="0" w:color="FFFFFF" w:themeColor="text1"/>
          <w:right w:val="single" w:sz="4" w:space="0" w:color="FFFFFF" w:themeColor="text1"/>
          <w:insideH w:val="nil"/>
        </w:tcBorders>
        <w:shd w:val="clear" w:color="auto" w:fill="FFFFFF" w:themeFill="text1"/>
      </w:tcPr>
    </w:tblStylePr>
    <w:tblStylePr w:type="lastRow">
      <w:rPr>
        <w:b/>
        <w:bCs/>
      </w:rPr>
      <w:tblPr/>
      <w:tcPr>
        <w:tcBorders>
          <w:top w:val="double" w:sz="4" w:space="0" w:color="FFFFFF" w:themeColor="text1" w:themeTint="99"/>
        </w:tcBorders>
      </w:tcPr>
    </w:tblStylePr>
    <w:tblStylePr w:type="firstCol">
      <w:rPr>
        <w:b/>
        <w:bCs/>
      </w:rPr>
    </w:tblStylePr>
    <w:tblStylePr w:type="lastCol">
      <w:rPr>
        <w:b/>
        <w:bCs/>
      </w:rPr>
    </w:tblStylePr>
    <w:tblStylePr w:type="band1Vert">
      <w:tblPr/>
      <w:tcPr>
        <w:shd w:val="clear" w:color="auto" w:fill="FFFFFF" w:themeFill="text1" w:themeFillTint="33"/>
      </w:tcPr>
    </w:tblStylePr>
    <w:tblStylePr w:type="band1Horz">
      <w:tblPr/>
      <w:tcPr>
        <w:shd w:val="clear" w:color="auto" w:fill="FFFFFF" w:themeFill="text1" w:themeFillTint="33"/>
      </w:tcPr>
    </w:tblStylePr>
  </w:style>
  <w:style w:type="table" w:styleId="Tabulkaseznamu4zvraznn1">
    <w:name w:val="List Table 4 Accent 1"/>
    <w:basedOn w:val="Normlntabulka"/>
    <w:uiPriority w:val="49"/>
    <w:rsid w:val="00561CB5"/>
    <w:pPr>
      <w:spacing w:after="0" w:line="240" w:lineRule="auto"/>
    </w:pPr>
    <w:tblPr>
      <w:tblStyleRowBandSize w:val="1"/>
      <w:tblStyleColBandSize w:val="1"/>
      <w:tblBorders>
        <w:top w:val="single" w:sz="4" w:space="0" w:color="EAEAEA" w:themeColor="accent1" w:themeTint="99"/>
        <w:left w:val="single" w:sz="4" w:space="0" w:color="EAEAEA" w:themeColor="accent1" w:themeTint="99"/>
        <w:bottom w:val="single" w:sz="4" w:space="0" w:color="EAEAEA" w:themeColor="accent1" w:themeTint="99"/>
        <w:right w:val="single" w:sz="4" w:space="0" w:color="EAEAEA" w:themeColor="accent1" w:themeTint="99"/>
        <w:insideH w:val="single" w:sz="4" w:space="0" w:color="EAEAEA" w:themeColor="accent1" w:themeTint="99"/>
      </w:tblBorders>
    </w:tblPr>
    <w:tblStylePr w:type="firstRow">
      <w:rPr>
        <w:b/>
        <w:bCs/>
        <w:color w:val="FFFFFF" w:themeColor="background1"/>
      </w:rPr>
      <w:tblPr/>
      <w:tcPr>
        <w:tcBorders>
          <w:top w:val="single" w:sz="4" w:space="0" w:color="DDDDDD" w:themeColor="accent1"/>
          <w:left w:val="single" w:sz="4" w:space="0" w:color="DDDDDD" w:themeColor="accent1"/>
          <w:bottom w:val="single" w:sz="4" w:space="0" w:color="DDDDDD" w:themeColor="accent1"/>
          <w:right w:val="single" w:sz="4" w:space="0" w:color="DDDDDD" w:themeColor="accent1"/>
          <w:insideH w:val="nil"/>
        </w:tcBorders>
        <w:shd w:val="clear" w:color="auto" w:fill="DDDDDD" w:themeFill="accent1"/>
      </w:tcPr>
    </w:tblStylePr>
    <w:tblStylePr w:type="lastRow">
      <w:rPr>
        <w:b/>
        <w:bCs/>
      </w:rPr>
      <w:tblPr/>
      <w:tcPr>
        <w:tcBorders>
          <w:top w:val="double" w:sz="4" w:space="0" w:color="EAEAEA" w:themeColor="accent1" w:themeTint="99"/>
        </w:tcBorders>
      </w:tcPr>
    </w:tblStylePr>
    <w:tblStylePr w:type="firstCol">
      <w:rPr>
        <w:b/>
        <w:bCs/>
      </w:rPr>
    </w:tblStylePr>
    <w:tblStylePr w:type="lastCol">
      <w:rPr>
        <w:b/>
        <w:bCs/>
      </w:rPr>
    </w:tblStylePr>
    <w:tblStylePr w:type="band1Vert">
      <w:tblPr/>
      <w:tcPr>
        <w:shd w:val="clear" w:color="auto" w:fill="F8F8F8" w:themeFill="accent1" w:themeFillTint="33"/>
      </w:tcPr>
    </w:tblStylePr>
    <w:tblStylePr w:type="band1Horz">
      <w:tblPr/>
      <w:tcPr>
        <w:shd w:val="clear" w:color="auto" w:fill="F8F8F8" w:themeFill="accent1" w:themeFillTint="33"/>
      </w:tcPr>
    </w:tblStylePr>
  </w:style>
  <w:style w:type="table" w:styleId="Tabulkaseznamu4zvraznn2">
    <w:name w:val="List Table 4 Accent 2"/>
    <w:basedOn w:val="Normlntabulka"/>
    <w:uiPriority w:val="49"/>
    <w:rsid w:val="00561CB5"/>
    <w:pPr>
      <w:spacing w:after="0"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Tabulkaseznamu4zvraznn3">
    <w:name w:val="List Table 4 Accent 3"/>
    <w:basedOn w:val="Normlntabulka"/>
    <w:uiPriority w:val="49"/>
    <w:rsid w:val="00561CB5"/>
    <w:pPr>
      <w:spacing w:after="0"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Tabulkaseznamu4zvraznn4">
    <w:name w:val="List Table 4 Accent 4"/>
    <w:basedOn w:val="Normlntabulka"/>
    <w:uiPriority w:val="49"/>
    <w:rsid w:val="00561CB5"/>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Tabulkaseznamu4zvraznn5">
    <w:name w:val="List Table 4 Accent 5"/>
    <w:basedOn w:val="Normlntabulka"/>
    <w:uiPriority w:val="49"/>
    <w:rsid w:val="00561CB5"/>
    <w:pPr>
      <w:spacing w:after="0"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Tabulkaseznamu4zvraznn6">
    <w:name w:val="List Table 4 Accent 6"/>
    <w:basedOn w:val="Normlntabulka"/>
    <w:uiPriority w:val="49"/>
    <w:rsid w:val="00561CB5"/>
    <w:pPr>
      <w:spacing w:after="0"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paragraph" w:styleId="Textbubliny">
    <w:name w:val="Balloon Text"/>
    <w:basedOn w:val="Normln"/>
    <w:link w:val="TextbublinyChar"/>
    <w:uiPriority w:val="99"/>
    <w:semiHidden/>
    <w:unhideWhenUsed/>
    <w:rsid w:val="00561CB5"/>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561CB5"/>
    <w:rPr>
      <w:rFonts w:ascii="Segoe UI" w:hAnsi="Segoe UI" w:cs="Segoe UI"/>
      <w:sz w:val="18"/>
      <w:szCs w:val="18"/>
      <w:lang w:val="cs-CZ"/>
    </w:rPr>
  </w:style>
  <w:style w:type="paragraph" w:styleId="Textmakra">
    <w:name w:val="macro"/>
    <w:link w:val="TextmakraChar"/>
    <w:uiPriority w:val="99"/>
    <w:semiHidden/>
    <w:unhideWhenUsed/>
    <w:rsid w:val="00561CB5"/>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rPr>
  </w:style>
  <w:style w:type="character" w:customStyle="1" w:styleId="TextmakraChar">
    <w:name w:val="Text makra Char"/>
    <w:basedOn w:val="Standardnpsmoodstavce"/>
    <w:link w:val="Textmakra"/>
    <w:uiPriority w:val="99"/>
    <w:semiHidden/>
    <w:rsid w:val="00561CB5"/>
    <w:rPr>
      <w:rFonts w:ascii="Consolas" w:hAnsi="Consolas"/>
      <w:sz w:val="20"/>
      <w:szCs w:val="20"/>
      <w:lang w:val="cs-CZ"/>
    </w:rPr>
  </w:style>
  <w:style w:type="paragraph" w:styleId="Textpoznpodarou">
    <w:name w:val="footnote text"/>
    <w:basedOn w:val="Normln"/>
    <w:link w:val="TextpoznpodarouChar"/>
    <w:uiPriority w:val="99"/>
    <w:semiHidden/>
    <w:unhideWhenUsed/>
    <w:rsid w:val="00561CB5"/>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61CB5"/>
    <w:rPr>
      <w:sz w:val="20"/>
      <w:szCs w:val="20"/>
      <w:lang w:val="cs-CZ"/>
    </w:rPr>
  </w:style>
  <w:style w:type="paragraph" w:styleId="Textvbloku">
    <w:name w:val="Block Text"/>
    <w:basedOn w:val="Normln"/>
    <w:uiPriority w:val="99"/>
    <w:semiHidden/>
    <w:unhideWhenUsed/>
    <w:rsid w:val="00561CB5"/>
    <w:pPr>
      <w:pBdr>
        <w:top w:val="single" w:sz="2" w:space="10" w:color="DDDDDD" w:themeColor="accent1"/>
        <w:left w:val="single" w:sz="2" w:space="10" w:color="DDDDDD" w:themeColor="accent1"/>
        <w:bottom w:val="single" w:sz="2" w:space="10" w:color="DDDDDD" w:themeColor="accent1"/>
        <w:right w:val="single" w:sz="2" w:space="10" w:color="DDDDDD" w:themeColor="accent1"/>
      </w:pBdr>
      <w:ind w:left="1152" w:right="1152"/>
    </w:pPr>
    <w:rPr>
      <w:rFonts w:eastAsiaTheme="minorEastAsia"/>
      <w:i/>
      <w:iCs/>
      <w:color w:val="DDDDDD" w:themeColor="accent1"/>
    </w:rPr>
  </w:style>
  <w:style w:type="paragraph" w:styleId="Textvysvtlivek">
    <w:name w:val="endnote text"/>
    <w:basedOn w:val="Normln"/>
    <w:link w:val="TextvysvtlivekChar"/>
    <w:uiPriority w:val="99"/>
    <w:semiHidden/>
    <w:unhideWhenUsed/>
    <w:rsid w:val="00561CB5"/>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561CB5"/>
    <w:rPr>
      <w:sz w:val="20"/>
      <w:szCs w:val="20"/>
      <w:lang w:val="cs-CZ"/>
    </w:rPr>
  </w:style>
  <w:style w:type="table" w:styleId="Tmavtabulkasmkou5">
    <w:name w:val="Grid Table 5 Dark"/>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text1"/>
      </w:tcPr>
    </w:tblStylePr>
    <w:tblStylePr w:type="band1Vert">
      <w:tblPr/>
      <w:tcPr>
        <w:shd w:val="clear" w:color="auto" w:fill="FFFFFF" w:themeFill="text1" w:themeFillTint="66"/>
      </w:tcPr>
    </w:tblStylePr>
    <w:tblStylePr w:type="band1Horz">
      <w:tblPr/>
      <w:tcPr>
        <w:shd w:val="clear" w:color="auto" w:fill="FFFFFF" w:themeFill="text1" w:themeFillTint="66"/>
      </w:tcPr>
    </w:tblStylePr>
  </w:style>
  <w:style w:type="table" w:styleId="Tmavtabulkasmkou5zvraznn1">
    <w:name w:val="Grid Table 5 Dark Accent 1"/>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8"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DDDD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DDDD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DDDD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DDDDD" w:themeFill="accent1"/>
      </w:tcPr>
    </w:tblStylePr>
    <w:tblStylePr w:type="band1Vert">
      <w:tblPr/>
      <w:tcPr>
        <w:shd w:val="clear" w:color="auto" w:fill="F1F1F1" w:themeFill="accent1" w:themeFillTint="66"/>
      </w:tcPr>
    </w:tblStylePr>
    <w:tblStylePr w:type="band1Horz">
      <w:tblPr/>
      <w:tcPr>
        <w:shd w:val="clear" w:color="auto" w:fill="F1F1F1" w:themeFill="accent1" w:themeFillTint="66"/>
      </w:tcPr>
    </w:tblStylePr>
  </w:style>
  <w:style w:type="table" w:styleId="Tmavtabulkasmkou5zvraznn2">
    <w:name w:val="Grid Table 5 Dark Accent 2"/>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Tmavtabulkasmkou5zvraznn3">
    <w:name w:val="Grid Table 5 Dark Accent 3"/>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Tmavtabulkasmkou5zvraznn4">
    <w:name w:val="Grid Table 5 Dark Accent 4"/>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Tmavtabulkasmkou5zvraznn5">
    <w:name w:val="Grid Table 5 Dark Accent 5"/>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Tmavtabulkasmkou5zvraznn6">
    <w:name w:val="Grid Table 5 Dark Accent 6"/>
    <w:basedOn w:val="Normlntabulka"/>
    <w:uiPriority w:val="50"/>
    <w:rsid w:val="00561C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Tmavtabulkaseznamu5">
    <w:name w:val="List Table 5 Dark"/>
    <w:basedOn w:val="Normlntabulka"/>
    <w:uiPriority w:val="50"/>
    <w:rsid w:val="00561CB5"/>
    <w:pPr>
      <w:spacing w:after="0" w:line="240" w:lineRule="auto"/>
    </w:pPr>
    <w:rPr>
      <w:color w:val="FFFFFF" w:themeColor="background1"/>
    </w:rPr>
    <w:tblPr>
      <w:tblStyleRowBandSize w:val="1"/>
      <w:tblStyleColBandSize w:val="1"/>
      <w:tblBorders>
        <w:top w:val="single" w:sz="24" w:space="0" w:color="FFFFFF" w:themeColor="text1"/>
        <w:left w:val="single" w:sz="24" w:space="0" w:color="FFFFFF" w:themeColor="text1"/>
        <w:bottom w:val="single" w:sz="24" w:space="0" w:color="FFFFFF" w:themeColor="text1"/>
        <w:right w:val="single" w:sz="24" w:space="0" w:color="FFFFFF" w:themeColor="text1"/>
      </w:tblBorders>
    </w:tblPr>
    <w:tcPr>
      <w:shd w:val="clear" w:color="auto" w:fill="FFFFFF"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561CB5"/>
    <w:pPr>
      <w:spacing w:after="0" w:line="240" w:lineRule="auto"/>
    </w:pPr>
    <w:rPr>
      <w:color w:val="FFFFFF" w:themeColor="background1"/>
    </w:rPr>
    <w:tblPr>
      <w:tblStyleRowBandSize w:val="1"/>
      <w:tblStyleColBandSize w:val="1"/>
      <w:tblBorders>
        <w:top w:val="single" w:sz="24" w:space="0" w:color="DDDDDD" w:themeColor="accent1"/>
        <w:left w:val="single" w:sz="24" w:space="0" w:color="DDDDDD" w:themeColor="accent1"/>
        <w:bottom w:val="single" w:sz="24" w:space="0" w:color="DDDDDD" w:themeColor="accent1"/>
        <w:right w:val="single" w:sz="24" w:space="0" w:color="DDDDDD" w:themeColor="accent1"/>
      </w:tblBorders>
    </w:tblPr>
    <w:tcPr>
      <w:shd w:val="clear" w:color="auto" w:fill="DDDDD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561CB5"/>
    <w:pPr>
      <w:spacing w:after="0" w:line="240" w:lineRule="auto"/>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561CB5"/>
    <w:pPr>
      <w:spacing w:after="0"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561CB5"/>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561CB5"/>
    <w:pPr>
      <w:spacing w:after="0"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561CB5"/>
    <w:pPr>
      <w:spacing w:after="0"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seznam">
    <w:name w:val="Dark List"/>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FFFFFF" w:themeFill="tex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text1" w:themeFillShade="BF"/>
      </w:tcPr>
    </w:tblStylePr>
    <w:tblStylePr w:type="band1Vert">
      <w:tblPr/>
      <w:tcPr>
        <w:tcBorders>
          <w:top w:val="nil"/>
          <w:left w:val="nil"/>
          <w:bottom w:val="nil"/>
          <w:right w:val="nil"/>
          <w:insideH w:val="nil"/>
          <w:insideV w:val="nil"/>
        </w:tcBorders>
        <w:shd w:val="clear" w:color="auto" w:fill="BFBFBF" w:themeFill="text1" w:themeFillShade="BF"/>
      </w:tcPr>
    </w:tblStylePr>
    <w:tblStylePr w:type="band1Horz">
      <w:tblPr/>
      <w:tcPr>
        <w:tcBorders>
          <w:top w:val="nil"/>
          <w:left w:val="nil"/>
          <w:bottom w:val="nil"/>
          <w:right w:val="nil"/>
          <w:insideH w:val="nil"/>
          <w:insideV w:val="nil"/>
        </w:tcBorders>
        <w:shd w:val="clear" w:color="auto" w:fill="BFBFBF" w:themeFill="text1" w:themeFillShade="BF"/>
      </w:tcPr>
    </w:tblStylePr>
  </w:style>
  <w:style w:type="table" w:styleId="Tmavseznamzvraznn1">
    <w:name w:val="Dark List Accent 1"/>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DDDDD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6E6E6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A5A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A5A5" w:themeFill="accent1" w:themeFillShade="BF"/>
      </w:tcPr>
    </w:tblStylePr>
    <w:tblStylePr w:type="band1Vert">
      <w:tblPr/>
      <w:tcPr>
        <w:tcBorders>
          <w:top w:val="nil"/>
          <w:left w:val="nil"/>
          <w:bottom w:val="nil"/>
          <w:right w:val="nil"/>
          <w:insideH w:val="nil"/>
          <w:insideV w:val="nil"/>
        </w:tcBorders>
        <w:shd w:val="clear" w:color="auto" w:fill="A5A5A5" w:themeFill="accent1" w:themeFillShade="BF"/>
      </w:tcPr>
    </w:tblStylePr>
    <w:tblStylePr w:type="band1Horz">
      <w:tblPr/>
      <w:tcPr>
        <w:tcBorders>
          <w:top w:val="nil"/>
          <w:left w:val="nil"/>
          <w:bottom w:val="nil"/>
          <w:right w:val="nil"/>
          <w:insideH w:val="nil"/>
          <w:insideV w:val="nil"/>
        </w:tcBorders>
        <w:shd w:val="clear" w:color="auto" w:fill="A5A5A5" w:themeFill="accent1" w:themeFillShade="BF"/>
      </w:tcPr>
    </w:tblStylePr>
  </w:style>
  <w:style w:type="table" w:styleId="Tmavseznamzvraznn2">
    <w:name w:val="Dark List Accent 2"/>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Tmavseznamzvraznn3">
    <w:name w:val="Dark List Accent 3"/>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Tmavseznamzvraznn4">
    <w:name w:val="Dark List Accent 4"/>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Tmavseznamzvraznn5">
    <w:name w:val="Dark List Accent 5"/>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Tmavseznamzvraznn6">
    <w:name w:val="Dark List Accent 6"/>
    <w:basedOn w:val="Normlntabulka"/>
    <w:uiPriority w:val="70"/>
    <w:semiHidden/>
    <w:unhideWhenUsed/>
    <w:rsid w:val="00561CB5"/>
    <w:pPr>
      <w:spacing w:after="0"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FFFFFF"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character" w:styleId="UkzkaHTML">
    <w:name w:val="HTML Sample"/>
    <w:basedOn w:val="Standardnpsmoodstavce"/>
    <w:uiPriority w:val="99"/>
    <w:semiHidden/>
    <w:unhideWhenUsed/>
    <w:rsid w:val="00561CB5"/>
    <w:rPr>
      <w:rFonts w:ascii="Consolas" w:hAnsi="Consolas"/>
      <w:sz w:val="24"/>
      <w:szCs w:val="24"/>
      <w:lang w:val="cs-CZ"/>
    </w:rPr>
  </w:style>
  <w:style w:type="paragraph" w:styleId="Vrazncitt">
    <w:name w:val="Intense Quote"/>
    <w:basedOn w:val="Normln"/>
    <w:next w:val="Normln"/>
    <w:link w:val="VrazncittChar"/>
    <w:uiPriority w:val="36"/>
    <w:semiHidden/>
    <w:unhideWhenUsed/>
    <w:qFormat/>
    <w:rsid w:val="00561CB5"/>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VrazncittChar">
    <w:name w:val="Výrazný citát Char"/>
    <w:basedOn w:val="Standardnpsmoodstavce"/>
    <w:link w:val="Vrazncitt"/>
    <w:uiPriority w:val="36"/>
    <w:semiHidden/>
    <w:rsid w:val="00D112DC"/>
    <w:rPr>
      <w:i/>
      <w:iCs/>
      <w:color w:val="DDDDDD" w:themeColor="accent1"/>
      <w:sz w:val="19"/>
    </w:rPr>
  </w:style>
  <w:style w:type="table" w:styleId="Webovtabulka1">
    <w:name w:val="Table Web 1"/>
    <w:basedOn w:val="Normlntabulka"/>
    <w:uiPriority w:val="99"/>
    <w:semiHidden/>
    <w:unhideWhenUsed/>
    <w:rsid w:val="00561CB5"/>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561CB5"/>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561CB5"/>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hlavzprvy">
    <w:name w:val="Message Header"/>
    <w:basedOn w:val="Normln"/>
    <w:link w:val="ZhlavzprvyChar"/>
    <w:uiPriority w:val="99"/>
    <w:semiHidden/>
    <w:unhideWhenUsed/>
    <w:rsid w:val="00561CB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561CB5"/>
    <w:rPr>
      <w:rFonts w:asciiTheme="majorHAnsi" w:eastAsiaTheme="majorEastAsia" w:hAnsiTheme="majorHAnsi" w:cstheme="majorBidi"/>
      <w:sz w:val="24"/>
      <w:szCs w:val="24"/>
      <w:shd w:val="pct20" w:color="auto" w:fill="auto"/>
      <w:lang w:val="cs-CZ"/>
    </w:rPr>
  </w:style>
  <w:style w:type="paragraph" w:styleId="Zkladntext">
    <w:name w:val="Body Text"/>
    <w:basedOn w:val="Normln"/>
    <w:link w:val="ZkladntextChar"/>
    <w:uiPriority w:val="99"/>
    <w:semiHidden/>
    <w:unhideWhenUsed/>
    <w:rsid w:val="00561CB5"/>
  </w:style>
  <w:style w:type="character" w:customStyle="1" w:styleId="ZkladntextChar">
    <w:name w:val="Základní text Char"/>
    <w:basedOn w:val="Standardnpsmoodstavce"/>
    <w:link w:val="Zkladntext"/>
    <w:uiPriority w:val="99"/>
    <w:semiHidden/>
    <w:rsid w:val="00561CB5"/>
    <w:rPr>
      <w:sz w:val="20"/>
      <w:lang w:val="cs-CZ"/>
    </w:rPr>
  </w:style>
  <w:style w:type="paragraph" w:styleId="Zkladntext-prvnodsazen">
    <w:name w:val="Body Text First Indent"/>
    <w:basedOn w:val="Zkladntext"/>
    <w:link w:val="Zkladntext-prvnodsazenChar"/>
    <w:uiPriority w:val="99"/>
    <w:semiHidden/>
    <w:unhideWhenUsed/>
    <w:rsid w:val="00561CB5"/>
    <w:pPr>
      <w:ind w:firstLine="360"/>
    </w:pPr>
  </w:style>
  <w:style w:type="character" w:customStyle="1" w:styleId="Zkladntext-prvnodsazenChar">
    <w:name w:val="Základní text - první odsazený Char"/>
    <w:basedOn w:val="ZkladntextChar"/>
    <w:link w:val="Zkladntext-prvnodsazen"/>
    <w:uiPriority w:val="99"/>
    <w:semiHidden/>
    <w:rsid w:val="00561CB5"/>
    <w:rPr>
      <w:sz w:val="20"/>
      <w:lang w:val="cs-CZ"/>
    </w:rPr>
  </w:style>
  <w:style w:type="paragraph" w:styleId="Zkladntextodsazen">
    <w:name w:val="Body Text Indent"/>
    <w:basedOn w:val="Normln"/>
    <w:link w:val="ZkladntextodsazenChar"/>
    <w:uiPriority w:val="16"/>
    <w:rsid w:val="00505C48"/>
    <w:pPr>
      <w:ind w:left="425"/>
    </w:pPr>
  </w:style>
  <w:style w:type="character" w:customStyle="1" w:styleId="ZkladntextodsazenChar">
    <w:name w:val="Základní text odsazený Char"/>
    <w:basedOn w:val="Standardnpsmoodstavce"/>
    <w:link w:val="Zkladntextodsazen"/>
    <w:uiPriority w:val="16"/>
    <w:rsid w:val="00505C48"/>
    <w:rPr>
      <w:sz w:val="20"/>
      <w:lang w:val="cs-CZ"/>
    </w:rPr>
  </w:style>
  <w:style w:type="paragraph" w:styleId="Zkladntext-prvnodsazen2">
    <w:name w:val="Body Text First Indent 2"/>
    <w:basedOn w:val="Zkladntextodsazen"/>
    <w:link w:val="Zkladntext-prvnodsazen2Char"/>
    <w:uiPriority w:val="99"/>
    <w:semiHidden/>
    <w:unhideWhenUsed/>
    <w:rsid w:val="00561CB5"/>
    <w:pPr>
      <w:ind w:left="360" w:firstLine="360"/>
    </w:pPr>
  </w:style>
  <w:style w:type="character" w:customStyle="1" w:styleId="Zkladntext-prvnodsazen2Char">
    <w:name w:val="Základní text - první odsazený 2 Char"/>
    <w:basedOn w:val="ZkladntextodsazenChar"/>
    <w:link w:val="Zkladntext-prvnodsazen2"/>
    <w:uiPriority w:val="99"/>
    <w:semiHidden/>
    <w:rsid w:val="00561CB5"/>
    <w:rPr>
      <w:sz w:val="20"/>
      <w:lang w:val="cs-CZ"/>
    </w:rPr>
  </w:style>
  <w:style w:type="paragraph" w:styleId="Zkladntext2">
    <w:name w:val="Body Text 2"/>
    <w:basedOn w:val="Normln"/>
    <w:link w:val="Zkladntext2Char"/>
    <w:uiPriority w:val="99"/>
    <w:semiHidden/>
    <w:unhideWhenUsed/>
    <w:rsid w:val="00561CB5"/>
    <w:pPr>
      <w:spacing w:line="480" w:lineRule="auto"/>
    </w:pPr>
  </w:style>
  <w:style w:type="character" w:customStyle="1" w:styleId="Zkladntext2Char">
    <w:name w:val="Základní text 2 Char"/>
    <w:basedOn w:val="Standardnpsmoodstavce"/>
    <w:link w:val="Zkladntext2"/>
    <w:uiPriority w:val="99"/>
    <w:semiHidden/>
    <w:rsid w:val="00561CB5"/>
    <w:rPr>
      <w:sz w:val="20"/>
      <w:lang w:val="cs-CZ"/>
    </w:rPr>
  </w:style>
  <w:style w:type="paragraph" w:styleId="Zkladntext3">
    <w:name w:val="Body Text 3"/>
    <w:basedOn w:val="Normln"/>
    <w:link w:val="Zkladntext3Char"/>
    <w:uiPriority w:val="99"/>
    <w:semiHidden/>
    <w:unhideWhenUsed/>
    <w:rsid w:val="00561CB5"/>
    <w:rPr>
      <w:sz w:val="16"/>
      <w:szCs w:val="16"/>
    </w:rPr>
  </w:style>
  <w:style w:type="character" w:customStyle="1" w:styleId="Zkladntext3Char">
    <w:name w:val="Základní text 3 Char"/>
    <w:basedOn w:val="Standardnpsmoodstavce"/>
    <w:link w:val="Zkladntext3"/>
    <w:uiPriority w:val="99"/>
    <w:semiHidden/>
    <w:rsid w:val="00561CB5"/>
    <w:rPr>
      <w:sz w:val="16"/>
      <w:szCs w:val="16"/>
      <w:lang w:val="cs-CZ"/>
    </w:rPr>
  </w:style>
  <w:style w:type="paragraph" w:styleId="Zkladntextodsazen2">
    <w:name w:val="Body Text Indent 2"/>
    <w:basedOn w:val="Normln"/>
    <w:link w:val="Zkladntextodsazen2Char"/>
    <w:uiPriority w:val="16"/>
    <w:rsid w:val="00505C48"/>
    <w:pPr>
      <w:ind w:left="851"/>
    </w:pPr>
  </w:style>
  <w:style w:type="character" w:customStyle="1" w:styleId="Zkladntextodsazen2Char">
    <w:name w:val="Základní text odsazený 2 Char"/>
    <w:basedOn w:val="Standardnpsmoodstavce"/>
    <w:link w:val="Zkladntextodsazen2"/>
    <w:uiPriority w:val="16"/>
    <w:rsid w:val="00505C48"/>
    <w:rPr>
      <w:sz w:val="20"/>
      <w:lang w:val="cs-CZ"/>
    </w:rPr>
  </w:style>
  <w:style w:type="paragraph" w:styleId="Zkladntextodsazen3">
    <w:name w:val="Body Text Indent 3"/>
    <w:basedOn w:val="Normln"/>
    <w:link w:val="Zkladntextodsazen3Char"/>
    <w:uiPriority w:val="16"/>
    <w:rsid w:val="00505C48"/>
    <w:pPr>
      <w:ind w:left="1276"/>
    </w:pPr>
    <w:rPr>
      <w:szCs w:val="16"/>
    </w:rPr>
  </w:style>
  <w:style w:type="character" w:customStyle="1" w:styleId="Zkladntextodsazen3Char">
    <w:name w:val="Základní text odsazený 3 Char"/>
    <w:basedOn w:val="Standardnpsmoodstavce"/>
    <w:link w:val="Zkladntextodsazen3"/>
    <w:uiPriority w:val="16"/>
    <w:rsid w:val="00505C48"/>
    <w:rPr>
      <w:sz w:val="20"/>
      <w:szCs w:val="16"/>
      <w:lang w:val="cs-CZ"/>
    </w:rPr>
  </w:style>
  <w:style w:type="character" w:styleId="Zstupntext">
    <w:name w:val="Placeholder Text"/>
    <w:basedOn w:val="Standardnpsmoodstavce"/>
    <w:uiPriority w:val="99"/>
    <w:semiHidden/>
    <w:rsid w:val="00561CB5"/>
    <w:rPr>
      <w:color w:val="808080"/>
      <w:lang w:val="cs-CZ"/>
    </w:rPr>
  </w:style>
  <w:style w:type="character" w:styleId="Zdraznn">
    <w:name w:val="Emphasis"/>
    <w:basedOn w:val="Standardnpsmoodstavce"/>
    <w:uiPriority w:val="21"/>
    <w:qFormat/>
    <w:rsid w:val="00561CB5"/>
    <w:rPr>
      <w:i/>
      <w:iCs/>
      <w:lang w:val="cs-CZ"/>
    </w:rPr>
  </w:style>
  <w:style w:type="character" w:customStyle="1" w:styleId="Zmnka1">
    <w:name w:val="Zmínka1"/>
    <w:basedOn w:val="Standardnpsmoodstavce"/>
    <w:uiPriority w:val="99"/>
    <w:semiHidden/>
    <w:unhideWhenUsed/>
    <w:rsid w:val="00561CB5"/>
    <w:rPr>
      <w:color w:val="2B579A"/>
      <w:shd w:val="clear" w:color="auto" w:fill="E1DFDD"/>
      <w:lang w:val="cs-CZ"/>
    </w:rPr>
  </w:style>
  <w:style w:type="character" w:styleId="Znakapoznpodarou">
    <w:name w:val="footnote reference"/>
    <w:basedOn w:val="Standardnpsmoodstavce"/>
    <w:uiPriority w:val="99"/>
    <w:semiHidden/>
    <w:unhideWhenUsed/>
    <w:rsid w:val="00561CB5"/>
    <w:rPr>
      <w:vertAlign w:val="superscript"/>
      <w:lang w:val="cs-CZ"/>
    </w:rPr>
  </w:style>
  <w:style w:type="paragraph" w:styleId="Zptenadresanaoblku">
    <w:name w:val="envelope return"/>
    <w:basedOn w:val="Normln"/>
    <w:uiPriority w:val="99"/>
    <w:semiHidden/>
    <w:unhideWhenUsed/>
    <w:rsid w:val="00561CB5"/>
    <w:pPr>
      <w:spacing w:after="0" w:line="240" w:lineRule="auto"/>
    </w:pPr>
    <w:rPr>
      <w:rFonts w:asciiTheme="majorHAnsi" w:eastAsiaTheme="majorEastAsia" w:hAnsiTheme="majorHAnsi" w:cstheme="majorBidi"/>
      <w:szCs w:val="20"/>
    </w:rPr>
  </w:style>
  <w:style w:type="paragraph" w:customStyle="1" w:styleId="Vc">
    <w:name w:val="Věc"/>
    <w:basedOn w:val="Normln"/>
    <w:next w:val="Normln"/>
    <w:link w:val="VcChar"/>
    <w:uiPriority w:val="32"/>
    <w:rsid w:val="004F1E12"/>
    <w:rPr>
      <w:rFonts w:ascii="Pepi SemiBold" w:hAnsi="Pepi SemiBold"/>
    </w:rPr>
  </w:style>
  <w:style w:type="character" w:customStyle="1" w:styleId="VcChar">
    <w:name w:val="Věc Char"/>
    <w:basedOn w:val="Standardnpsmoodstavce"/>
    <w:link w:val="Vc"/>
    <w:uiPriority w:val="32"/>
    <w:rsid w:val="004F1E12"/>
    <w:rPr>
      <w:rFonts w:ascii="Pepi SemiBold" w:hAnsi="Pepi SemiBold"/>
      <w:spacing w:val="-1"/>
      <w:sz w:val="19"/>
    </w:rPr>
  </w:style>
  <w:style w:type="paragraph" w:customStyle="1" w:styleId="lnek1">
    <w:name w:val="Článek 1"/>
    <w:basedOn w:val="Normln"/>
    <w:next w:val="lnek2"/>
    <w:link w:val="lnek1Char"/>
    <w:uiPriority w:val="2"/>
    <w:qFormat/>
    <w:rsid w:val="006149F1"/>
    <w:pPr>
      <w:numPr>
        <w:numId w:val="5"/>
      </w:numPr>
      <w:spacing w:before="480" w:after="360"/>
      <w:outlineLvl w:val="0"/>
    </w:pPr>
    <w:rPr>
      <w:rFonts w:asciiTheme="majorHAnsi" w:hAnsiTheme="majorHAnsi"/>
      <w:b/>
      <w:sz w:val="42"/>
    </w:rPr>
  </w:style>
  <w:style w:type="character" w:customStyle="1" w:styleId="lnek1Char">
    <w:name w:val="Článek 1 Char"/>
    <w:basedOn w:val="Standardnpsmoodstavce"/>
    <w:link w:val="lnek1"/>
    <w:uiPriority w:val="2"/>
    <w:rsid w:val="006149F1"/>
    <w:rPr>
      <w:rFonts w:asciiTheme="majorHAnsi" w:hAnsiTheme="majorHAnsi"/>
      <w:b/>
      <w:sz w:val="42"/>
    </w:rPr>
  </w:style>
  <w:style w:type="paragraph" w:customStyle="1" w:styleId="lnek2">
    <w:name w:val="Článek 2"/>
    <w:basedOn w:val="Normln"/>
    <w:link w:val="lnek2Char"/>
    <w:uiPriority w:val="2"/>
    <w:qFormat/>
    <w:rsid w:val="006149F1"/>
    <w:pPr>
      <w:numPr>
        <w:ilvl w:val="1"/>
        <w:numId w:val="5"/>
      </w:numPr>
      <w:spacing w:before="360"/>
      <w:outlineLvl w:val="1"/>
    </w:pPr>
    <w:rPr>
      <w:b/>
      <w:sz w:val="32"/>
    </w:rPr>
  </w:style>
  <w:style w:type="character" w:customStyle="1" w:styleId="lnek2Char">
    <w:name w:val="Článek 2 Char"/>
    <w:basedOn w:val="Standardnpsmoodstavce"/>
    <w:link w:val="lnek2"/>
    <w:uiPriority w:val="2"/>
    <w:rsid w:val="006149F1"/>
    <w:rPr>
      <w:b/>
      <w:sz w:val="32"/>
    </w:rPr>
  </w:style>
  <w:style w:type="paragraph" w:customStyle="1" w:styleId="lnek3">
    <w:name w:val="Článek 3"/>
    <w:basedOn w:val="Normln"/>
    <w:link w:val="lnek3Char"/>
    <w:uiPriority w:val="2"/>
    <w:qFormat/>
    <w:rsid w:val="006149F1"/>
    <w:pPr>
      <w:numPr>
        <w:ilvl w:val="2"/>
        <w:numId w:val="5"/>
      </w:numPr>
      <w:outlineLvl w:val="2"/>
    </w:pPr>
  </w:style>
  <w:style w:type="character" w:customStyle="1" w:styleId="lnek3Char">
    <w:name w:val="Článek 3 Char"/>
    <w:basedOn w:val="Standardnpsmoodstavce"/>
    <w:link w:val="lnek3"/>
    <w:uiPriority w:val="2"/>
    <w:rsid w:val="006149F1"/>
    <w:rPr>
      <w:sz w:val="18"/>
    </w:rPr>
  </w:style>
  <w:style w:type="paragraph" w:customStyle="1" w:styleId="lnek4">
    <w:name w:val="Článek 4"/>
    <w:basedOn w:val="Normln"/>
    <w:link w:val="lnek4Char"/>
    <w:uiPriority w:val="2"/>
    <w:qFormat/>
    <w:rsid w:val="006149F1"/>
    <w:pPr>
      <w:numPr>
        <w:ilvl w:val="3"/>
        <w:numId w:val="5"/>
      </w:numPr>
      <w:outlineLvl w:val="3"/>
    </w:pPr>
  </w:style>
  <w:style w:type="character" w:customStyle="1" w:styleId="lnek4Char">
    <w:name w:val="Článek 4 Char"/>
    <w:basedOn w:val="Standardnpsmoodstavce"/>
    <w:link w:val="lnek4"/>
    <w:uiPriority w:val="2"/>
    <w:rsid w:val="006149F1"/>
    <w:rPr>
      <w:sz w:val="18"/>
    </w:rPr>
  </w:style>
  <w:style w:type="paragraph" w:customStyle="1" w:styleId="lnek5">
    <w:name w:val="Článek 5"/>
    <w:basedOn w:val="Normln"/>
    <w:link w:val="lnek5Char"/>
    <w:uiPriority w:val="2"/>
    <w:qFormat/>
    <w:rsid w:val="006149F1"/>
    <w:pPr>
      <w:numPr>
        <w:ilvl w:val="4"/>
        <w:numId w:val="5"/>
      </w:numPr>
      <w:outlineLvl w:val="4"/>
    </w:pPr>
  </w:style>
  <w:style w:type="character" w:customStyle="1" w:styleId="lnek5Char">
    <w:name w:val="Článek 5 Char"/>
    <w:basedOn w:val="Standardnpsmoodstavce"/>
    <w:link w:val="lnek5"/>
    <w:uiPriority w:val="2"/>
    <w:rsid w:val="006149F1"/>
    <w:rPr>
      <w:sz w:val="18"/>
    </w:rPr>
  </w:style>
  <w:style w:type="paragraph" w:customStyle="1" w:styleId="Perex">
    <w:name w:val="Perex"/>
    <w:basedOn w:val="Normln"/>
    <w:next w:val="Normln"/>
    <w:link w:val="PerexChar"/>
    <w:uiPriority w:val="1"/>
    <w:qFormat/>
    <w:rsid w:val="0008574E"/>
    <w:pPr>
      <w:spacing w:after="360" w:line="360" w:lineRule="atLeast"/>
    </w:pPr>
    <w:rPr>
      <w:b/>
      <w:sz w:val="24"/>
    </w:rPr>
  </w:style>
  <w:style w:type="character" w:customStyle="1" w:styleId="PerexChar">
    <w:name w:val="Perex Char"/>
    <w:basedOn w:val="Standardnpsmoodstavce"/>
    <w:link w:val="Perex"/>
    <w:uiPriority w:val="1"/>
    <w:rsid w:val="00D624C9"/>
    <w:rPr>
      <w:b/>
      <w:sz w:val="24"/>
    </w:rPr>
  </w:style>
  <w:style w:type="paragraph" w:customStyle="1" w:styleId="Header2">
    <w:name w:val="Header 2"/>
    <w:basedOn w:val="Zhlav"/>
    <w:link w:val="Header2Char"/>
    <w:qFormat/>
    <w:rsid w:val="00946023"/>
    <w:rPr>
      <w:spacing w:val="-1"/>
    </w:rPr>
  </w:style>
  <w:style w:type="character" w:customStyle="1" w:styleId="Header2Char">
    <w:name w:val="Header 2 Char"/>
    <w:basedOn w:val="ZhlavChar"/>
    <w:link w:val="Header2"/>
    <w:rsid w:val="00946023"/>
    <w:rPr>
      <w:spacing w:val="-1"/>
      <w:sz w:val="15"/>
    </w:rPr>
  </w:style>
  <w:style w:type="paragraph" w:customStyle="1" w:styleId="NormalTab">
    <w:name w:val="Normal Tab"/>
    <w:basedOn w:val="Normln"/>
    <w:link w:val="NormalTabChar"/>
    <w:qFormat/>
    <w:rsid w:val="00946023"/>
    <w:pPr>
      <w:spacing w:after="60"/>
    </w:pPr>
  </w:style>
  <w:style w:type="character" w:customStyle="1" w:styleId="NormalTabChar">
    <w:name w:val="Normal Tab Char"/>
    <w:basedOn w:val="Standardnpsmoodstavce"/>
    <w:link w:val="NormalTab"/>
    <w:rsid w:val="00946023"/>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5856732">
      <w:bodyDiv w:val="1"/>
      <w:marLeft w:val="0"/>
      <w:marRight w:val="0"/>
      <w:marTop w:val="0"/>
      <w:marBottom w:val="0"/>
      <w:divBdr>
        <w:top w:val="none" w:sz="0" w:space="0" w:color="auto"/>
        <w:left w:val="none" w:sz="0" w:space="0" w:color="auto"/>
        <w:bottom w:val="none" w:sz="0" w:space="0" w:color="auto"/>
        <w:right w:val="none" w:sz="0" w:space="0" w:color="auto"/>
      </w:divBdr>
    </w:div>
    <w:div w:id="83757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rojekty@pestujprostor.cz"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mailto:projekty@pestujprostor.cz" TargetMode="External"/><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OneDrive\Plocha\chodov%20zad&#225;vac&#237;%20dokuemntace\_ARCHITEKTI_PROSTORU_Univerzalni_dokument.dotx" TargetMode="External"/></Relationships>
</file>

<file path=word/theme/theme1.xml><?xml version="1.0" encoding="utf-8"?>
<a:theme xmlns:a="http://schemas.openxmlformats.org/drawingml/2006/main" name="Motiv Office">
  <a:themeElements>
    <a:clrScheme name="Vlastní 1">
      <a:dk1>
        <a:srgbClr val="FFFFFF"/>
      </a:dk1>
      <a:lt1>
        <a:sysClr val="window" lastClr="FFFFFF"/>
      </a:lt1>
      <a:dk2>
        <a:srgbClr val="FFFFFF"/>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66133-0DC8-4B65-8864-3C89B0680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_ARCHITEKTI_PROSTORU_Univerzalni_dokument</Template>
  <TotalTime>163</TotalTime>
  <Pages>10</Pages>
  <Words>3283</Words>
  <Characters>19374</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Kupilikova</dc:creator>
  <cp:keywords/>
  <dc:description/>
  <cp:lastModifiedBy>Karla Kupilikova</cp:lastModifiedBy>
  <cp:revision>33</cp:revision>
  <cp:lastPrinted>2024-04-19T12:40:00Z</cp:lastPrinted>
  <dcterms:created xsi:type="dcterms:W3CDTF">2024-02-27T15:22:00Z</dcterms:created>
  <dcterms:modified xsi:type="dcterms:W3CDTF">2024-05-02T11:10:00Z</dcterms:modified>
</cp:coreProperties>
</file>